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DA895" w14:textId="1D1B9730" w:rsidR="009F64B4" w:rsidRPr="002E2808" w:rsidRDefault="009F64B4" w:rsidP="009F64B4">
      <w:pPr>
        <w:jc w:val="center"/>
        <w:outlineLvl w:val="0"/>
        <w:rPr>
          <w:b/>
          <w:bCs/>
        </w:rPr>
      </w:pPr>
      <w:r>
        <w:rPr>
          <w:b/>
          <w:bCs/>
        </w:rPr>
        <w:t xml:space="preserve">Д О Г О В О Р № </w:t>
      </w:r>
      <w:r w:rsidR="002362C9">
        <w:rPr>
          <w:b/>
          <w:bCs/>
        </w:rPr>
        <w:t>_____</w:t>
      </w:r>
    </w:p>
    <w:p w14:paraId="78594BC5" w14:textId="77777777" w:rsidR="009F64B4" w:rsidRPr="00604993" w:rsidRDefault="009F64B4" w:rsidP="009F64B4">
      <w:pPr>
        <w:jc w:val="center"/>
        <w:outlineLvl w:val="0"/>
        <w:rPr>
          <w:b/>
          <w:bCs/>
        </w:rPr>
      </w:pPr>
      <w:r>
        <w:rPr>
          <w:b/>
          <w:bCs/>
        </w:rPr>
        <w:t>подряда на выполнение ремонтных работ</w:t>
      </w:r>
    </w:p>
    <w:p w14:paraId="14BCB722" w14:textId="77777777" w:rsidR="009F64B4" w:rsidRPr="00604993" w:rsidRDefault="009F64B4" w:rsidP="009F64B4"/>
    <w:p w14:paraId="26CA62DA" w14:textId="717BDDA7" w:rsidR="009F64B4" w:rsidRDefault="009F64B4" w:rsidP="009F64B4">
      <w:pPr>
        <w:jc w:val="both"/>
      </w:pPr>
      <w:r>
        <w:t>г. Усть-Илимск                                                                         «___»______________ 20</w:t>
      </w:r>
      <w:r w:rsidRPr="002E2808">
        <w:t>2</w:t>
      </w:r>
      <w:r w:rsidR="006275AE">
        <w:t>1</w:t>
      </w:r>
      <w:r>
        <w:t xml:space="preserve"> г.</w:t>
      </w:r>
    </w:p>
    <w:p w14:paraId="3D3F1452" w14:textId="77777777" w:rsidR="009F64B4" w:rsidRPr="008C0012" w:rsidRDefault="009F64B4" w:rsidP="009F64B4"/>
    <w:p w14:paraId="37FB6070" w14:textId="77777777" w:rsidR="009F64B4" w:rsidRPr="008C0012" w:rsidRDefault="009F64B4" w:rsidP="009F64B4"/>
    <w:p w14:paraId="1C499282" w14:textId="42852BA5" w:rsidR="00947D36" w:rsidRDefault="00947D36" w:rsidP="00947D36">
      <w:pPr>
        <w:pStyle w:val="a4"/>
        <w:suppressAutoHyphens/>
      </w:pPr>
      <w:r>
        <w:rPr>
          <w:b/>
        </w:rPr>
        <w:t xml:space="preserve">              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директора Усть-Илимской ГЭС (филиал ООО «ЕвроСибЭнерго-Гидрогенер</w:t>
      </w:r>
      <w:r w:rsidR="002362C9">
        <w:t xml:space="preserve">ация») </w:t>
      </w:r>
      <w:r w:rsidRPr="00947D36">
        <w:rPr>
          <w:b/>
        </w:rPr>
        <w:t>Карпачева</w:t>
      </w:r>
      <w:r>
        <w:rPr>
          <w:b/>
        </w:rPr>
        <w:t xml:space="preserve"> Андрея Анатольевича</w:t>
      </w:r>
      <w:r>
        <w:t xml:space="preserve">, действующего на основании </w:t>
      </w:r>
      <w:r w:rsidRPr="004B73C6">
        <w:t>доверенности №</w:t>
      </w:r>
      <w:r w:rsidR="00A314BD" w:rsidRPr="004B73C6">
        <w:t xml:space="preserve"> </w:t>
      </w:r>
      <w:r w:rsidR="00860DB8">
        <w:t>___</w:t>
      </w:r>
      <w:r w:rsidRPr="004B73C6">
        <w:t xml:space="preserve"> от </w:t>
      </w:r>
      <w:r w:rsidR="00860DB8">
        <w:t>_________</w:t>
      </w:r>
      <w:r w:rsidRPr="004B73C6">
        <w:t xml:space="preserve"> года</w:t>
      </w:r>
      <w:r>
        <w:t xml:space="preserve"> </w:t>
      </w:r>
      <w:r w:rsidR="0034103E">
        <w:t xml:space="preserve">и приказа № </w:t>
      </w:r>
      <w:r w:rsidR="00860DB8">
        <w:t>____</w:t>
      </w:r>
      <w:r w:rsidR="0034103E">
        <w:t xml:space="preserve"> от </w:t>
      </w:r>
      <w:r w:rsidR="00860DB8">
        <w:t>______</w:t>
      </w:r>
      <w:r w:rsidR="0034103E">
        <w:t xml:space="preserve"> года </w:t>
      </w:r>
      <w:r>
        <w:t xml:space="preserve">с одной стороны и </w:t>
      </w:r>
      <w:r w:rsidR="002362C9">
        <w:rPr>
          <w:sz w:val="22"/>
          <w:szCs w:val="22"/>
        </w:rPr>
        <w:t>_________________</w:t>
      </w:r>
      <w:r w:rsidRPr="009B610C">
        <w:rPr>
          <w:sz w:val="22"/>
          <w:szCs w:val="22"/>
        </w:rPr>
        <w:t xml:space="preserve">, </w:t>
      </w:r>
      <w:r w:rsidRPr="009B610C">
        <w:rPr>
          <w:b/>
          <w:sz w:val="22"/>
          <w:szCs w:val="22"/>
        </w:rPr>
        <w:t xml:space="preserve"> </w:t>
      </w:r>
      <w:r w:rsidRPr="009B610C">
        <w:rPr>
          <w:sz w:val="22"/>
          <w:szCs w:val="22"/>
        </w:rPr>
        <w:t>именуемое в дальнейшем «</w:t>
      </w:r>
      <w:r w:rsidRPr="009B610C">
        <w:rPr>
          <w:b/>
          <w:bCs/>
          <w:sz w:val="22"/>
          <w:szCs w:val="22"/>
        </w:rPr>
        <w:t>Подрядчик»</w:t>
      </w:r>
      <w:r w:rsidRPr="009B610C">
        <w:rPr>
          <w:sz w:val="22"/>
          <w:szCs w:val="22"/>
        </w:rPr>
        <w:t xml:space="preserve">, в лице  директора </w:t>
      </w:r>
      <w:r w:rsidR="002362C9">
        <w:rPr>
          <w:b/>
          <w:sz w:val="22"/>
          <w:szCs w:val="22"/>
        </w:rPr>
        <w:t>________________</w:t>
      </w:r>
      <w:r w:rsidRPr="009B610C">
        <w:rPr>
          <w:sz w:val="22"/>
          <w:szCs w:val="22"/>
        </w:rPr>
        <w:t>, действующего на основании Устава Общества с другой стороны</w:t>
      </w:r>
      <w:r w:rsidRPr="001D33C2">
        <w:t>, именуемые в дальнейшем «стороны», заключили настоящий договор о нижеследующем:</w:t>
      </w:r>
    </w:p>
    <w:p w14:paraId="3D68BC3E" w14:textId="77777777" w:rsidR="003D1C41" w:rsidRPr="008C0012" w:rsidRDefault="003D1C41">
      <w:pPr>
        <w:pStyle w:val="a4"/>
      </w:pPr>
    </w:p>
    <w:p w14:paraId="412A2124" w14:textId="77777777" w:rsidR="009F64B4" w:rsidRDefault="009F64B4" w:rsidP="009F64B4">
      <w:pPr>
        <w:pStyle w:val="a4"/>
        <w:numPr>
          <w:ilvl w:val="0"/>
          <w:numId w:val="35"/>
        </w:numPr>
        <w:suppressAutoHyphens/>
        <w:rPr>
          <w:b/>
          <w:bCs/>
        </w:rPr>
      </w:pPr>
      <w:r w:rsidRPr="00F7113A">
        <w:rPr>
          <w:b/>
          <w:bCs/>
        </w:rPr>
        <w:t>Предмет договора.</w:t>
      </w:r>
    </w:p>
    <w:p w14:paraId="084643A4" w14:textId="77777777" w:rsidR="009F64B4" w:rsidRDefault="009F64B4" w:rsidP="009F64B4">
      <w:pPr>
        <w:pStyle w:val="a4"/>
        <w:suppressAutoHyphens/>
        <w:ind w:left="4200"/>
      </w:pPr>
    </w:p>
    <w:p w14:paraId="0A9D9631" w14:textId="77777777" w:rsidR="009F64B4" w:rsidRDefault="009F64B4" w:rsidP="009F64B4">
      <w:pPr>
        <w:pStyle w:val="a4"/>
      </w:pPr>
      <w:r w:rsidRPr="008C0012">
        <w:t xml:space="preserve">1.1. Подрядчик обязуется в установленный настоящим договором срок выполнить по заданию Заказчика на филиале </w:t>
      </w:r>
      <w:r>
        <w:t xml:space="preserve">ООО </w:t>
      </w:r>
      <w:r w:rsidRPr="00131251">
        <w:t>«ЕвроСибЭнерго-Гидрогенерация»</w:t>
      </w:r>
      <w:r>
        <w:t xml:space="preserve"> Усть-Илимская </w:t>
      </w:r>
      <w:r w:rsidRPr="00E83D19">
        <w:t>ГЭС ремонтны</w:t>
      </w:r>
      <w:r>
        <w:t xml:space="preserve">е работы следующего содержания: </w:t>
      </w:r>
    </w:p>
    <w:p w14:paraId="5A977E56" w14:textId="0368EB02" w:rsidR="009F64B4" w:rsidRPr="008C0012" w:rsidRDefault="009F64B4" w:rsidP="009F64B4">
      <w:pPr>
        <w:pStyle w:val="a4"/>
      </w:pPr>
      <w:r>
        <w:t xml:space="preserve">- </w:t>
      </w:r>
      <w:r w:rsidR="004655FD" w:rsidRPr="004655FD">
        <w:rPr>
          <w:b/>
        </w:rPr>
        <w:t>Ремонт помещений в здании гаража (мужской санузел, душевая)</w:t>
      </w:r>
      <w:r w:rsidR="001E1D2B">
        <w:rPr>
          <w:b/>
        </w:rPr>
        <w:t xml:space="preserve"> </w:t>
      </w:r>
      <w:r w:rsidRPr="00E83D19">
        <w:t xml:space="preserve">в объеме, определенном настоящим договором и в соответствии с технической </w:t>
      </w:r>
      <w:r w:rsidRPr="008C0012">
        <w:t>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00D68D5A" w14:textId="77777777" w:rsidR="009F64B4" w:rsidRPr="008C0012" w:rsidRDefault="009F64B4" w:rsidP="009F64B4">
      <w:pPr>
        <w:pStyle w:val="a4"/>
      </w:pPr>
      <w:r w:rsidRPr="008C0012">
        <w:t>1.2. Техническая документация к настоящему договору включает в себя:</w:t>
      </w:r>
    </w:p>
    <w:p w14:paraId="41F95C95" w14:textId="6BABDCE6" w:rsidR="009F64B4" w:rsidRPr="00DA0FF7" w:rsidRDefault="009F64B4" w:rsidP="009F64B4">
      <w:pPr>
        <w:jc w:val="both"/>
        <w:rPr>
          <w:bCs/>
        </w:rPr>
      </w:pPr>
      <w:r>
        <w:t xml:space="preserve">       </w:t>
      </w:r>
      <w:r w:rsidRPr="00DA0FF7">
        <w:t xml:space="preserve">- </w:t>
      </w:r>
      <w:r w:rsidRPr="00DA0FF7">
        <w:rPr>
          <w:bCs/>
        </w:rPr>
        <w:t>дефектн</w:t>
      </w:r>
      <w:r>
        <w:rPr>
          <w:bCs/>
        </w:rPr>
        <w:t>ую</w:t>
      </w:r>
      <w:r w:rsidRPr="00DA0FF7">
        <w:rPr>
          <w:bCs/>
        </w:rPr>
        <w:t xml:space="preserve"> ведомост</w:t>
      </w:r>
      <w:r>
        <w:rPr>
          <w:bCs/>
        </w:rPr>
        <w:t>ь</w:t>
      </w:r>
      <w:r w:rsidR="004B4AFB">
        <w:rPr>
          <w:bCs/>
        </w:rPr>
        <w:t>,</w:t>
      </w:r>
      <w:r w:rsidR="005024F8" w:rsidRPr="005024F8">
        <w:rPr>
          <w:bCs/>
        </w:rPr>
        <w:t xml:space="preserve"> </w:t>
      </w:r>
      <w:r w:rsidRPr="00DA0FF7">
        <w:rPr>
          <w:bCs/>
        </w:rPr>
        <w:t>(ведомост</w:t>
      </w:r>
      <w:r>
        <w:rPr>
          <w:bCs/>
        </w:rPr>
        <w:t>ь</w:t>
      </w:r>
      <w:r w:rsidRPr="00DA0FF7">
        <w:rPr>
          <w:bCs/>
        </w:rPr>
        <w:t xml:space="preserve"> объемов работ) </w:t>
      </w:r>
      <w:r>
        <w:rPr>
          <w:bCs/>
        </w:rPr>
        <w:t>(</w:t>
      </w:r>
      <w:r w:rsidRPr="00DA0FF7">
        <w:rPr>
          <w:bCs/>
        </w:rPr>
        <w:t>Приложение №1);</w:t>
      </w:r>
    </w:p>
    <w:p w14:paraId="1661A463" w14:textId="3B4643FD" w:rsidR="009F64B4" w:rsidRPr="00DA0FF7" w:rsidRDefault="009F64B4" w:rsidP="009F64B4">
      <w:pPr>
        <w:ind w:left="142"/>
        <w:jc w:val="both"/>
      </w:pPr>
      <w:r w:rsidRPr="00DA0FF7">
        <w:t xml:space="preserve">   </w:t>
      </w:r>
      <w:r>
        <w:t xml:space="preserve"> </w:t>
      </w:r>
      <w:r w:rsidRPr="00DA0FF7">
        <w:t xml:space="preserve"> - </w:t>
      </w:r>
      <w:r w:rsidRPr="00DA0FF7">
        <w:rPr>
          <w:bCs/>
        </w:rPr>
        <w:t>локальн</w:t>
      </w:r>
      <w:r>
        <w:rPr>
          <w:bCs/>
        </w:rPr>
        <w:t>ы</w:t>
      </w:r>
      <w:r w:rsidR="005024F8">
        <w:rPr>
          <w:bCs/>
        </w:rPr>
        <w:t>й</w:t>
      </w:r>
      <w:r w:rsidRPr="00DA0FF7">
        <w:rPr>
          <w:bCs/>
        </w:rPr>
        <w:t xml:space="preserve"> смет</w:t>
      </w:r>
      <w:r>
        <w:rPr>
          <w:bCs/>
        </w:rPr>
        <w:t>ны</w:t>
      </w:r>
      <w:r w:rsidR="005024F8">
        <w:rPr>
          <w:bCs/>
        </w:rPr>
        <w:t>й</w:t>
      </w:r>
      <w:r>
        <w:rPr>
          <w:bCs/>
        </w:rPr>
        <w:t xml:space="preserve"> расчет</w:t>
      </w:r>
      <w:r w:rsidR="004B4AFB">
        <w:rPr>
          <w:bCs/>
        </w:rPr>
        <w:t>,</w:t>
      </w:r>
      <w:r>
        <w:rPr>
          <w:bCs/>
        </w:rPr>
        <w:t xml:space="preserve"> (</w:t>
      </w:r>
      <w:r w:rsidRPr="00DA0FF7">
        <w:rPr>
          <w:bCs/>
        </w:rPr>
        <w:t>Приложение №2).</w:t>
      </w:r>
      <w:r w:rsidRPr="00DA0FF7">
        <w:t xml:space="preserve">      </w:t>
      </w:r>
    </w:p>
    <w:p w14:paraId="3AEC2A41" w14:textId="77777777" w:rsidR="009F64B4" w:rsidRPr="008C0012" w:rsidRDefault="009F64B4" w:rsidP="009F64B4">
      <w:pPr>
        <w:pStyle w:val="a4"/>
        <w:rPr>
          <w:i/>
        </w:rPr>
      </w:pPr>
      <w:r>
        <w:t xml:space="preserve">1.3. </w:t>
      </w:r>
      <w:r w:rsidRPr="008C0012">
        <w:t>Техническая документация к настоящему договору на момент заключени</w:t>
      </w:r>
      <w:r>
        <w:t>я договора передана Подрядчику в полном объеме.</w:t>
      </w:r>
    </w:p>
    <w:p w14:paraId="3D68BC4D" w14:textId="77777777" w:rsidR="003D1C41" w:rsidRPr="008C0012" w:rsidRDefault="003D1C41">
      <w:pPr>
        <w:pStyle w:val="a4"/>
        <w:ind w:left="360"/>
      </w:pPr>
    </w:p>
    <w:p w14:paraId="66B71FEB" w14:textId="0C8693A2" w:rsidR="009F64B4" w:rsidRPr="008C0012" w:rsidRDefault="009F64B4" w:rsidP="009F64B4">
      <w:pPr>
        <w:pStyle w:val="a4"/>
        <w:numPr>
          <w:ilvl w:val="0"/>
          <w:numId w:val="35"/>
        </w:numPr>
        <w:rPr>
          <w:b/>
          <w:bCs/>
        </w:rPr>
      </w:pPr>
      <w:r w:rsidRPr="008C0012">
        <w:rPr>
          <w:b/>
          <w:bCs/>
        </w:rPr>
        <w:t>Стоимость работ.</w:t>
      </w:r>
    </w:p>
    <w:p w14:paraId="18D220B3" w14:textId="02741216" w:rsidR="009F64B4" w:rsidRPr="008C0012" w:rsidRDefault="009F64B4" w:rsidP="009F64B4">
      <w:pPr>
        <w:pStyle w:val="a4"/>
      </w:pPr>
      <w:r>
        <w:t>2</w:t>
      </w:r>
      <w:r w:rsidRPr="008C0012">
        <w:t>.1. Цена ремонтных работ, выполняемых по настоящему договору, определена локальн</w:t>
      </w:r>
      <w:r>
        <w:t>ым сметным</w:t>
      </w:r>
      <w:r w:rsidR="001E1D2B">
        <w:t xml:space="preserve"> расчет</w:t>
      </w:r>
      <w:r w:rsidR="008E4C10">
        <w:t>ом</w:t>
      </w:r>
      <w:r>
        <w:t xml:space="preserve"> </w:t>
      </w:r>
      <w:r w:rsidR="001B7FD0">
        <w:t>№ 1</w:t>
      </w:r>
      <w:r w:rsidR="004B4AFB">
        <w:t>,</w:t>
      </w:r>
      <w:r>
        <w:t xml:space="preserve"> (Приложение №2</w:t>
      </w:r>
      <w:r w:rsidRPr="008C0012">
        <w:t xml:space="preserve">), </w:t>
      </w:r>
      <w:r w:rsidRPr="00D538D0">
        <w:rPr>
          <w:bCs/>
          <w:iCs/>
        </w:rPr>
        <w:t xml:space="preserve">расчетом стоимости работ </w:t>
      </w:r>
      <w:r>
        <w:t>(</w:t>
      </w:r>
      <w:r w:rsidRPr="00C81CB1">
        <w:t>Приложение</w:t>
      </w:r>
      <w:r>
        <w:t xml:space="preserve"> </w:t>
      </w:r>
      <w:r w:rsidRPr="00C81CB1">
        <w:t>№4</w:t>
      </w:r>
      <w:r w:rsidRPr="00D538D0">
        <w:t>),</w:t>
      </w:r>
      <w:r w:rsidRPr="008C0012">
        <w:t xml:space="preserve"> являющимися </w:t>
      </w:r>
      <w:r>
        <w:t xml:space="preserve">неотъемлемой частью настоящего </w:t>
      </w:r>
      <w:r w:rsidRPr="008C0012">
        <w:t>договора.</w:t>
      </w:r>
    </w:p>
    <w:p w14:paraId="01D53E86" w14:textId="61DBA5CC" w:rsidR="005378D0" w:rsidRPr="00146041" w:rsidRDefault="009F64B4" w:rsidP="005378D0">
      <w:pPr>
        <w:pStyle w:val="a4"/>
        <w:rPr>
          <w:b/>
        </w:rPr>
      </w:pPr>
      <w:r>
        <w:t>2</w:t>
      </w:r>
      <w:r w:rsidRPr="008C0012">
        <w:t xml:space="preserve">.2. Общая стоимость ремонтных работ, выполняемых по настоящему договору, составляет </w:t>
      </w:r>
      <w:r w:rsidR="004B4AFB">
        <w:rPr>
          <w:b/>
        </w:rPr>
        <w:t>__________________________</w:t>
      </w:r>
      <w:r w:rsidRPr="00146041">
        <w:rPr>
          <w:b/>
        </w:rPr>
        <w:t>,</w:t>
      </w:r>
      <w:r w:rsidR="005024F8" w:rsidRPr="00146041">
        <w:rPr>
          <w:b/>
        </w:rPr>
        <w:t xml:space="preserve"> </w:t>
      </w:r>
      <w:r w:rsidRPr="00146041">
        <w:rPr>
          <w:b/>
        </w:rPr>
        <w:t xml:space="preserve"> </w:t>
      </w:r>
      <w:r w:rsidR="005378D0" w:rsidRPr="00146041">
        <w:rPr>
          <w:b/>
        </w:rPr>
        <w:t xml:space="preserve">кроме того НДС по ставке, предусмотренной действующей редакцией НК РФ. </w:t>
      </w:r>
    </w:p>
    <w:p w14:paraId="59929FA4" w14:textId="3ADB1584" w:rsidR="009F64B4" w:rsidRDefault="009F64B4" w:rsidP="009F64B4">
      <w:pPr>
        <w:pStyle w:val="a4"/>
      </w:pPr>
      <w:r>
        <w:t>2</w:t>
      </w:r>
      <w:r w:rsidRPr="00644CF9">
        <w:t>.3.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Default="002A2E1F" w:rsidP="00FA4EC4">
      <w:pPr>
        <w:pStyle w:val="af3"/>
        <w:jc w:val="both"/>
      </w:pPr>
    </w:p>
    <w:p w14:paraId="3D68BC53" w14:textId="77777777" w:rsidR="003D1C41" w:rsidRPr="008C0012" w:rsidRDefault="003D1C41">
      <w:pPr>
        <w:pStyle w:val="a4"/>
        <w:ind w:left="360"/>
        <w:jc w:val="center"/>
        <w:rPr>
          <w:u w:val="single"/>
        </w:rPr>
      </w:pPr>
      <w:r w:rsidRPr="008C0012">
        <w:rPr>
          <w:b/>
          <w:bCs/>
        </w:rPr>
        <w:t>3. Права и обязанности сторон.</w:t>
      </w:r>
    </w:p>
    <w:p w14:paraId="3D68BC54"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61C5B77" w14:textId="4B63E1DC" w:rsidR="009F64B4" w:rsidRDefault="003D1C41" w:rsidP="009F64B4">
      <w:pPr>
        <w:pStyle w:val="a4"/>
      </w:pPr>
      <w:r w:rsidRPr="008C0012">
        <w:t>3.1.1.</w:t>
      </w:r>
      <w:r w:rsidR="00924BE4">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9F64B4" w:rsidRPr="00BA234A">
        <w:rPr>
          <w:iCs/>
        </w:rPr>
        <w:t>графиком производства работ</w:t>
      </w:r>
      <w:r w:rsidR="009F64B4">
        <w:t xml:space="preserve"> (Приложение №3</w:t>
      </w:r>
      <w:r w:rsidR="009F64B4" w:rsidRPr="008C0012">
        <w:t>);</w:t>
      </w:r>
    </w:p>
    <w:p w14:paraId="58DFB6F6" w14:textId="11AB1210" w:rsidR="00ED1A96" w:rsidRPr="00C87962" w:rsidRDefault="003D1C41" w:rsidP="00ED1A96">
      <w:pPr>
        <w:pStyle w:val="a4"/>
        <w:rPr>
          <w:iCs/>
        </w:rPr>
      </w:pPr>
      <w:r w:rsidRPr="008C0012">
        <w:t>3.1.2</w:t>
      </w:r>
      <w:r w:rsidR="00ED1A96" w:rsidRPr="00ED1A96">
        <w:rPr>
          <w:iCs/>
        </w:rPr>
        <w:t xml:space="preserve"> </w:t>
      </w:r>
      <w:r w:rsidR="00ED1A96" w:rsidRPr="00C87962">
        <w:rPr>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Ведомост</w:t>
      </w:r>
      <w:r w:rsidR="008E4C10">
        <w:rPr>
          <w:iCs/>
        </w:rPr>
        <w:t>ью</w:t>
      </w:r>
      <w:r w:rsidR="00ED1A96" w:rsidRPr="00C87962">
        <w:rPr>
          <w:iCs/>
        </w:rPr>
        <w:t xml:space="preserve"> объемов работ</w:t>
      </w:r>
      <w:r w:rsidR="004B4AFB">
        <w:rPr>
          <w:iCs/>
        </w:rPr>
        <w:t>;</w:t>
      </w:r>
      <w:r w:rsidR="00ED1A96">
        <w:rPr>
          <w:iCs/>
        </w:rPr>
        <w:t xml:space="preserve"> </w:t>
      </w:r>
      <w:r w:rsidR="00ED1A96" w:rsidRPr="00C87962">
        <w:rPr>
          <w:iCs/>
        </w:rPr>
        <w:t>(Приложение №</w:t>
      </w:r>
      <w:r w:rsidR="00ED1A96">
        <w:rPr>
          <w:iCs/>
        </w:rPr>
        <w:t>1)</w:t>
      </w:r>
      <w:r w:rsidR="00ED1A96" w:rsidRPr="00C87962">
        <w:rPr>
          <w:iCs/>
        </w:rPr>
        <w:t>;</w:t>
      </w:r>
    </w:p>
    <w:p w14:paraId="3D68BC57" w14:textId="44826168" w:rsidR="003D1C41" w:rsidRPr="008C0012" w:rsidRDefault="003D1C41">
      <w:pPr>
        <w:pStyle w:val="a4"/>
      </w:pPr>
      <w:r w:rsidRPr="008C0012">
        <w:t>3.1.3.</w:t>
      </w:r>
      <w:r w:rsidR="00924BE4">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8C0012" w:rsidRDefault="00A8621D" w:rsidP="00510F50">
      <w:pPr>
        <w:pStyle w:val="a4"/>
        <w:rPr>
          <w:b/>
          <w:bCs/>
          <w:u w:val="single"/>
        </w:rPr>
      </w:pPr>
      <w:r w:rsidRPr="008C0012">
        <w:t>3.1.4.</w:t>
      </w:r>
      <w:r w:rsidR="00924BE4">
        <w:t xml:space="preserve"> </w:t>
      </w:r>
      <w:r w:rsidR="003D1C41" w:rsidRPr="008C0012">
        <w:t>Приостановить выполнение работ:</w:t>
      </w:r>
    </w:p>
    <w:p w14:paraId="3D68BC59" w14:textId="4DC596E4"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4AB66689" w14:textId="77777777" w:rsidR="007C14CB" w:rsidRPr="004A06D8" w:rsidRDefault="007C14CB" w:rsidP="007C14CB">
      <w:pPr>
        <w:pStyle w:val="ad"/>
        <w:numPr>
          <w:ilvl w:val="0"/>
          <w:numId w:val="21"/>
        </w:numPr>
        <w:jc w:val="both"/>
        <w:rPr>
          <w:i/>
        </w:rPr>
      </w:pPr>
      <w:r w:rsidRPr="007C14CB">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r w:rsidRPr="004A06D8">
        <w:rPr>
          <w:i/>
        </w:rPr>
        <w:t>.</w:t>
      </w:r>
    </w:p>
    <w:p w14:paraId="3D68BC5B" w14:textId="73CEA7BD" w:rsidR="003D1C41" w:rsidRPr="008C0012" w:rsidRDefault="003D1C41">
      <w:pPr>
        <w:pStyle w:val="a4"/>
      </w:pPr>
      <w:r w:rsidRPr="008C0012">
        <w:t>3.1.5.</w:t>
      </w:r>
      <w:r w:rsidR="00924BE4">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8C0012" w:rsidRDefault="003D1C41">
      <w:pPr>
        <w:pStyle w:val="a4"/>
      </w:pPr>
      <w:r w:rsidRPr="008C0012">
        <w:t>3.1.6.</w:t>
      </w:r>
      <w:r w:rsidR="00924BE4">
        <w:t xml:space="preserve"> </w:t>
      </w:r>
      <w:r w:rsidRPr="008C0012">
        <w:t>Передать Заказчику результат выполненных работ в сроки и в порядке, предусмотренные настоящим договором;</w:t>
      </w:r>
    </w:p>
    <w:p w14:paraId="3D68BC5D" w14:textId="7A9BAD03" w:rsidR="003D1C41" w:rsidRPr="008C0012" w:rsidRDefault="003D1C41" w:rsidP="00A26BE8">
      <w:pPr>
        <w:pStyle w:val="a4"/>
      </w:pPr>
      <w:r w:rsidRPr="008C0012">
        <w:t>3.1.7.</w:t>
      </w:r>
      <w:r w:rsidR="00924BE4">
        <w:t xml:space="preserve"> </w:t>
      </w:r>
      <w:r w:rsidRPr="008C0012">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t>,</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8C0012" w:rsidRDefault="003D1C41">
      <w:pPr>
        <w:pStyle w:val="a4"/>
      </w:pPr>
      <w:r w:rsidRPr="008C0012">
        <w:t>3.1.8.</w:t>
      </w:r>
      <w:r w:rsidR="00924BE4">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591792C9" w:rsidR="003D1C41" w:rsidRDefault="003D1C41">
      <w:pPr>
        <w:pStyle w:val="a4"/>
      </w:pPr>
      <w:r w:rsidRPr="008C0012">
        <w:t>3.1.</w:t>
      </w:r>
      <w:r w:rsidR="00F14D18">
        <w:t>9</w:t>
      </w:r>
      <w:r w:rsidRPr="008C0012">
        <w:t>.</w:t>
      </w:r>
      <w:r w:rsidR="00924BE4">
        <w:t xml:space="preserve"> </w:t>
      </w:r>
      <w:r w:rsidRPr="008C0012">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8670AF3" w14:textId="7493CC67" w:rsidR="0010732A" w:rsidRPr="008C0012" w:rsidRDefault="0010732A">
      <w:pPr>
        <w:pStyle w:val="a4"/>
        <w:rPr>
          <w:strike/>
        </w:rPr>
      </w:pPr>
      <w:r>
        <w:t xml:space="preserve">3.1.10. </w:t>
      </w:r>
      <w:r w:rsidRPr="00C87962">
        <w:t xml:space="preserve">Обеспечить ведение исполнительной документации при выполнении работ. </w:t>
      </w:r>
      <w:r w:rsidRPr="00C87962">
        <w:rPr>
          <w:b/>
          <w:bCs/>
        </w:rPr>
        <w:t xml:space="preserve">«Исполнительная документация» </w:t>
      </w:r>
      <w:r w:rsidRPr="00C8796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3D68BC60" w14:textId="4645953E" w:rsidR="003D1C41" w:rsidRPr="008C0012" w:rsidRDefault="00034D3D" w:rsidP="00C8646E">
      <w:pPr>
        <w:jc w:val="both"/>
      </w:pPr>
      <w:r>
        <w:t>3.1.1</w:t>
      </w:r>
      <w:r w:rsidR="0010732A">
        <w:t>1</w:t>
      </w:r>
      <w:r>
        <w:t>.</w:t>
      </w:r>
      <w:r w:rsidR="00924BE4">
        <w:t xml:space="preserve"> </w:t>
      </w:r>
      <w:r>
        <w:t>Согласовывать с</w:t>
      </w:r>
      <w:r w:rsidR="003D1C41"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w:t>
      </w:r>
      <w:r w:rsidR="00BB2777">
        <w:t>, свидетельство СРО</w:t>
      </w:r>
      <w:r w:rsidR="003D1C41" w:rsidRPr="008C0012">
        <w:t xml:space="preserve"> и т.п.). </w:t>
      </w:r>
    </w:p>
    <w:p w14:paraId="3D68BC61" w14:textId="528868CA" w:rsidR="00F6291F" w:rsidRDefault="004B1769" w:rsidP="00FA4EC4">
      <w:pPr>
        <w:pStyle w:val="Style7"/>
        <w:widowControl/>
        <w:tabs>
          <w:tab w:val="left" w:pos="1421"/>
        </w:tabs>
        <w:spacing w:line="240" w:lineRule="auto"/>
        <w:ind w:firstLine="0"/>
      </w:pPr>
      <w:r w:rsidRPr="008C0012">
        <w:t>3.1.1</w:t>
      </w:r>
      <w:r w:rsidR="0010732A">
        <w:t>2</w:t>
      </w:r>
      <w:r w:rsidRPr="008C0012">
        <w:t>.</w:t>
      </w:r>
      <w:r w:rsidR="00924BE4">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1836CE" w14:textId="523D3424" w:rsidR="00F07F01" w:rsidRDefault="003012CB" w:rsidP="00F07F01">
      <w:pPr>
        <w:jc w:val="both"/>
      </w:pPr>
      <w:r w:rsidRPr="00F07F01">
        <w:t>3.1.1</w:t>
      </w:r>
      <w:r w:rsidR="00B74F33">
        <w:t>3</w:t>
      </w:r>
      <w:r w:rsidR="00F07F01" w:rsidRPr="00C87962">
        <w:t xml:space="preserve">. </w:t>
      </w:r>
      <w:r w:rsidR="00F07F01" w:rsidRPr="00676D3C">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CC44691" w14:textId="3633C37D" w:rsidR="00F07F01" w:rsidRPr="00963DEC" w:rsidRDefault="00F07F01" w:rsidP="00F07F01">
      <w:pPr>
        <w:jc w:val="both"/>
      </w:pPr>
      <w:r>
        <w:t>3.1.1</w:t>
      </w:r>
      <w:r w:rsidR="00B74F33">
        <w:t>4</w:t>
      </w:r>
      <w:r>
        <w:t xml:space="preserve">. </w:t>
      </w:r>
      <w:r w:rsidRPr="00676D3C">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w:t>
      </w:r>
      <w:r w:rsidRPr="00963DEC">
        <w:t xml:space="preserve">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1AE798D" w14:textId="7E48633F" w:rsidR="00F07F01" w:rsidRDefault="00F07F01" w:rsidP="00F07F01">
      <w:pPr>
        <w:jc w:val="both"/>
      </w:pPr>
      <w:r w:rsidRPr="00963DEC">
        <w:t>3.1.1</w:t>
      </w:r>
      <w:r w:rsidR="00B74F33" w:rsidRPr="00963DEC">
        <w:t>5</w:t>
      </w:r>
      <w:r w:rsidRPr="00963DEC">
        <w:t xml:space="preserve">. .В случае, если у </w:t>
      </w:r>
      <w:r w:rsidR="00D30AFC" w:rsidRPr="00963DEC">
        <w:t>Заказчика</w:t>
      </w:r>
      <w:r w:rsidRPr="00963DEC">
        <w:t xml:space="preserve"> есть основания полагать, что Подрядчик нарушил обязательство, указанное в 3.1.1</w:t>
      </w:r>
      <w:r w:rsidR="00B74F33" w:rsidRPr="00963DEC">
        <w:t>3</w:t>
      </w:r>
      <w:r w:rsidRPr="00963DEC">
        <w:t>-3.1.1</w:t>
      </w:r>
      <w:r w:rsidR="00B74F33" w:rsidRPr="00963DEC">
        <w:t>4</w:t>
      </w:r>
      <w:r w:rsidRPr="00963DE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A147008" w14:textId="77777777" w:rsidR="001F7DB8" w:rsidRPr="00963DEC" w:rsidRDefault="001F7DB8" w:rsidP="00F07F01">
      <w:pPr>
        <w:jc w:val="both"/>
      </w:pPr>
    </w:p>
    <w:p w14:paraId="2B42B0DE" w14:textId="71037BBE" w:rsidR="00F07F01" w:rsidRPr="00963DEC" w:rsidRDefault="00F07F01" w:rsidP="00F07F01">
      <w:pPr>
        <w:jc w:val="both"/>
      </w:pPr>
      <w:r w:rsidRPr="00963DEC">
        <w:t>3.1.1</w:t>
      </w:r>
      <w:r w:rsidR="00C4390A" w:rsidRPr="00963DEC">
        <w:t>6</w:t>
      </w:r>
      <w:r w:rsidRPr="00963DE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887F7B6" w14:textId="77777777" w:rsidR="00F07F01" w:rsidRPr="00963DEC" w:rsidRDefault="00F07F01" w:rsidP="00F07F01">
      <w:pPr>
        <w:jc w:val="both"/>
      </w:pPr>
      <w:r w:rsidRPr="00963DE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3D68BC64" w14:textId="78E4A52F" w:rsidR="007A0A60" w:rsidRPr="00963DEC" w:rsidRDefault="00F14D18" w:rsidP="00F07F01">
      <w:pPr>
        <w:pStyle w:val="Style7"/>
        <w:widowControl/>
        <w:tabs>
          <w:tab w:val="left" w:pos="1421"/>
        </w:tabs>
        <w:spacing w:line="240" w:lineRule="auto"/>
        <w:ind w:firstLine="0"/>
      </w:pPr>
      <w:r w:rsidRPr="00963DEC">
        <w:t>3.1.1</w:t>
      </w:r>
      <w:r w:rsidR="00C4390A" w:rsidRPr="00963DEC">
        <w:t>7</w:t>
      </w:r>
      <w:r w:rsidRPr="00963DEC">
        <w:t>.</w:t>
      </w:r>
      <w:r w:rsidR="00924BE4" w:rsidRPr="00963DEC">
        <w:t xml:space="preserve"> </w:t>
      </w:r>
      <w:r w:rsidR="00B46D7E" w:rsidRPr="00963DEC">
        <w:t>Обеспечить выполнение</w:t>
      </w:r>
      <w:r w:rsidRPr="00963DEC">
        <w:t xml:space="preserve"> установленных в Соглашении </w:t>
      </w:r>
      <w:r w:rsidR="00C85245" w:rsidRPr="00963DEC">
        <w:t>о соблюдении Подрядчиком требований в области охраны труда, охраны окружающей среды, промышленной и пожарной безопасности</w:t>
      </w:r>
      <w:r w:rsidRPr="00963DEC">
        <w:t>, являющемся неотъемлемой частью нас</w:t>
      </w:r>
      <w:r w:rsidR="00B46D7E" w:rsidRPr="00963DEC">
        <w:t xml:space="preserve">тоящего договора (Приложение № </w:t>
      </w:r>
      <w:r w:rsidR="006F2ADE" w:rsidRPr="00963DEC">
        <w:t>6</w:t>
      </w:r>
      <w:r w:rsidR="00525512" w:rsidRPr="00963DEC">
        <w:t>)</w:t>
      </w:r>
      <w:r w:rsidRPr="00963DEC">
        <w:t xml:space="preserve">. За нарушение указанных требований Подрядчик обязан уплатить Заказчику </w:t>
      </w:r>
      <w:r w:rsidR="004552ED" w:rsidRPr="00963DEC">
        <w:t>штраф</w:t>
      </w:r>
      <w:r w:rsidRPr="00963DEC">
        <w:t xml:space="preserve"> в соответствии с условиями данного </w:t>
      </w:r>
      <w:r w:rsidR="00587818" w:rsidRPr="00963DEC">
        <w:t>Перечня</w:t>
      </w:r>
      <w:r w:rsidRPr="00963DEC">
        <w:t xml:space="preserve"> (Приложение №</w:t>
      </w:r>
      <w:r w:rsidR="00E123D6" w:rsidRPr="00963DEC">
        <w:t xml:space="preserve"> </w:t>
      </w:r>
      <w:r w:rsidR="00587818" w:rsidRPr="00963DEC">
        <w:t>8</w:t>
      </w:r>
      <w:r w:rsidR="000E4551">
        <w:t>).</w:t>
      </w:r>
    </w:p>
    <w:p w14:paraId="342CF645" w14:textId="0804E3ED" w:rsidR="00766035" w:rsidRDefault="00D859C5" w:rsidP="00766035">
      <w:pPr>
        <w:jc w:val="both"/>
      </w:pPr>
      <w:r w:rsidRPr="00963DEC">
        <w:t>3.1.</w:t>
      </w:r>
      <w:r w:rsidR="00C4390A" w:rsidRPr="00963DEC">
        <w:t>18</w:t>
      </w:r>
      <w:r w:rsidRPr="00963DEC">
        <w:t xml:space="preserve">. </w:t>
      </w:r>
      <w:r w:rsidR="00766035" w:rsidRPr="00963DEC">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w:t>
      </w:r>
      <w:r w:rsidR="008E4C10">
        <w:t>стоящего договора (Приложение №</w:t>
      </w:r>
      <w:r w:rsidR="00766035" w:rsidRPr="00963DEC">
        <w:t>7_).  За несоблюдение положений Соглашения (Приложение</w:t>
      </w:r>
      <w:r w:rsidR="000E4551">
        <w:t xml:space="preserve">7). </w:t>
      </w:r>
      <w:r w:rsidR="00766035" w:rsidRPr="00963DEC">
        <w:t>Подрядчик несет ответственность, предусмотренную Приложением</w:t>
      </w:r>
      <w:r w:rsidR="000E4551">
        <w:t>8</w:t>
      </w:r>
      <w:r w:rsidR="00766035" w:rsidRPr="00963DEC">
        <w:t xml:space="preserve"> ).</w:t>
      </w:r>
    </w:p>
    <w:p w14:paraId="4606FA37" w14:textId="77777777" w:rsidR="001F7DB8" w:rsidRPr="00963DEC" w:rsidRDefault="001F7DB8" w:rsidP="00766035">
      <w:pPr>
        <w:jc w:val="both"/>
      </w:pPr>
    </w:p>
    <w:p w14:paraId="62241973" w14:textId="6DF70516" w:rsidR="002C7F4D" w:rsidRPr="00963DEC" w:rsidRDefault="00C4390A" w:rsidP="002C7F4D">
      <w:pPr>
        <w:pStyle w:val="Style7"/>
        <w:tabs>
          <w:tab w:val="left" w:pos="1421"/>
        </w:tabs>
        <w:ind w:firstLine="0"/>
      </w:pPr>
      <w:r w:rsidRPr="00963DEC">
        <w:t xml:space="preserve">3.1.19. </w:t>
      </w:r>
      <w:r w:rsidR="002C7F4D" w:rsidRPr="00963DEC">
        <w:t>Обеспечить выполнение требований, установленных в Соглашении соблюдении м</w:t>
      </w:r>
      <w:r w:rsidR="002C7F4D" w:rsidRPr="00963DEC">
        <w:rPr>
          <w:bCs/>
        </w:rPr>
        <w:t xml:space="preserve">ер санитарно-эпидемиологической защиты, связанной с профилактикой распространения коронавирусной инфекции </w:t>
      </w:r>
      <w:r w:rsidR="002C7F4D" w:rsidRPr="00963DEC">
        <w:rPr>
          <w:bCs/>
          <w:lang w:val="en-US"/>
        </w:rPr>
        <w:t>COVID</w:t>
      </w:r>
      <w:r w:rsidR="002C7F4D" w:rsidRPr="00963DEC">
        <w:rPr>
          <w:bCs/>
        </w:rPr>
        <w:t>-19</w:t>
      </w:r>
      <w:r w:rsidR="002C7F4D" w:rsidRPr="00963DEC">
        <w:t xml:space="preserve">, являющемся неотъемлемой частью настоящего договора (Приложение №9).  </w:t>
      </w:r>
    </w:p>
    <w:p w14:paraId="1984FDF0" w14:textId="77777777" w:rsidR="00DB776F" w:rsidRPr="00963DEC" w:rsidRDefault="00D859C5" w:rsidP="00DB776F">
      <w:pPr>
        <w:spacing w:after="120"/>
        <w:jc w:val="both"/>
        <w:rPr>
          <w:sz w:val="22"/>
          <w:szCs w:val="22"/>
        </w:rPr>
      </w:pPr>
      <w:r w:rsidRPr="00963DEC">
        <w:rPr>
          <w:sz w:val="22"/>
          <w:szCs w:val="22"/>
        </w:rPr>
        <w:t>3.1.</w:t>
      </w:r>
      <w:r w:rsidR="002B5FEB" w:rsidRPr="00963DEC">
        <w:rPr>
          <w:sz w:val="22"/>
          <w:szCs w:val="22"/>
        </w:rPr>
        <w:t>2</w:t>
      </w:r>
      <w:r w:rsidR="00C4390A" w:rsidRPr="00963DEC">
        <w:rPr>
          <w:sz w:val="22"/>
          <w:szCs w:val="22"/>
        </w:rPr>
        <w:t>0</w:t>
      </w:r>
      <w:r w:rsidRPr="00963DEC">
        <w:rPr>
          <w:sz w:val="22"/>
          <w:szCs w:val="22"/>
        </w:rPr>
        <w:t xml:space="preserve">. </w:t>
      </w:r>
      <w:r w:rsidR="00CA396B" w:rsidRPr="00963DEC">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CA396B" w:rsidRPr="00963DEC">
        <w:rPr>
          <w:b/>
          <w:bCs/>
          <w:sz w:val="22"/>
          <w:szCs w:val="22"/>
        </w:rPr>
        <w:t>«Происшествие»</w:t>
      </w:r>
      <w:r w:rsidR="00CA396B" w:rsidRPr="00963DEC">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06682E9" w14:textId="6151C87B" w:rsidR="00CA396B" w:rsidRPr="00963DEC" w:rsidRDefault="00D859C5" w:rsidP="00DB776F">
      <w:pPr>
        <w:spacing w:after="120"/>
        <w:jc w:val="both"/>
        <w:rPr>
          <w:sz w:val="22"/>
          <w:szCs w:val="22"/>
        </w:rPr>
      </w:pPr>
      <w:r w:rsidRPr="00963DEC">
        <w:rPr>
          <w:sz w:val="22"/>
          <w:szCs w:val="22"/>
        </w:rPr>
        <w:t>3.1.</w:t>
      </w:r>
      <w:r w:rsidR="00910498" w:rsidRPr="00963DEC">
        <w:rPr>
          <w:sz w:val="22"/>
          <w:szCs w:val="22"/>
        </w:rPr>
        <w:t>2</w:t>
      </w:r>
      <w:r w:rsidR="00C4390A" w:rsidRPr="00963DEC">
        <w:rPr>
          <w:sz w:val="22"/>
          <w:szCs w:val="22"/>
        </w:rPr>
        <w:t>1</w:t>
      </w:r>
      <w:r w:rsidR="00CA396B" w:rsidRPr="00963DEC">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97A3642" w14:textId="77777777" w:rsidR="007C1D7B" w:rsidRPr="00963DEC" w:rsidRDefault="00D859C5" w:rsidP="007C1D7B">
      <w:pPr>
        <w:spacing w:after="120"/>
        <w:jc w:val="both"/>
        <w:rPr>
          <w:bCs/>
          <w:sz w:val="22"/>
          <w:szCs w:val="22"/>
        </w:rPr>
      </w:pPr>
      <w:r w:rsidRPr="00963DEC">
        <w:rPr>
          <w:sz w:val="22"/>
          <w:szCs w:val="22"/>
        </w:rPr>
        <w:t>3.1.</w:t>
      </w:r>
      <w:r w:rsidR="00910498" w:rsidRPr="00963DEC">
        <w:rPr>
          <w:sz w:val="22"/>
          <w:szCs w:val="22"/>
        </w:rPr>
        <w:t>22</w:t>
      </w:r>
      <w:r w:rsidRPr="00963DEC">
        <w:rPr>
          <w:sz w:val="22"/>
          <w:szCs w:val="22"/>
        </w:rPr>
        <w:t xml:space="preserve">. </w:t>
      </w:r>
      <w:r w:rsidR="007C1D7B" w:rsidRPr="00963DEC">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D68BC66" w14:textId="56F2EEA2" w:rsidR="003D1C41" w:rsidRDefault="003D1C41">
      <w:pPr>
        <w:pStyle w:val="a4"/>
        <w:numPr>
          <w:ilvl w:val="1"/>
          <w:numId w:val="10"/>
        </w:numPr>
        <w:rPr>
          <w:b/>
          <w:bCs/>
          <w:u w:val="single"/>
        </w:rPr>
      </w:pPr>
      <w:r w:rsidRPr="00842455">
        <w:rPr>
          <w:b/>
          <w:bCs/>
          <w:u w:val="single"/>
        </w:rPr>
        <w:t xml:space="preserve">Заказчик обязуется: </w:t>
      </w:r>
    </w:p>
    <w:p w14:paraId="40B99BF0" w14:textId="2BA00CEC" w:rsidR="001F7DB8" w:rsidRDefault="001F7DB8" w:rsidP="001F7DB8">
      <w:pPr>
        <w:pStyle w:val="a4"/>
        <w:rPr>
          <w:b/>
          <w:bCs/>
          <w:u w:val="single"/>
        </w:rPr>
      </w:pPr>
    </w:p>
    <w:p w14:paraId="361C7F32" w14:textId="77777777" w:rsidR="001F7DB8" w:rsidRPr="00842455" w:rsidRDefault="001F7DB8" w:rsidP="001F7DB8">
      <w:pPr>
        <w:pStyle w:val="a4"/>
        <w:rPr>
          <w:b/>
          <w:bCs/>
          <w:u w:val="single"/>
        </w:rPr>
      </w:pPr>
    </w:p>
    <w:p w14:paraId="3D68BC68" w14:textId="6E26F36F" w:rsidR="003D1C41" w:rsidRPr="00842455" w:rsidRDefault="003D1C41">
      <w:pPr>
        <w:pStyle w:val="a4"/>
        <w:rPr>
          <w:iCs/>
        </w:rPr>
      </w:pPr>
      <w:r w:rsidRPr="00842455">
        <w:rPr>
          <w:iCs/>
        </w:rPr>
        <w:t>3.2.</w:t>
      </w:r>
      <w:r w:rsidR="006F2ADE" w:rsidRPr="00842455">
        <w:rPr>
          <w:iCs/>
        </w:rPr>
        <w:t>1</w:t>
      </w:r>
      <w:r w:rsidRPr="00842455">
        <w:rPr>
          <w:iCs/>
        </w:rPr>
        <w:t>.</w:t>
      </w:r>
      <w:r w:rsidR="00924BE4" w:rsidRPr="00842455">
        <w:rPr>
          <w:iCs/>
        </w:rPr>
        <w:t xml:space="preserve"> </w:t>
      </w:r>
      <w:r w:rsidRPr="00842455">
        <w:rPr>
          <w:iCs/>
        </w:rPr>
        <w:t>Своевременно обеспечить готовность объекта к ремонту, предоставить его Подрядчику для выполнения работ;</w:t>
      </w:r>
    </w:p>
    <w:p w14:paraId="3D68BC69" w14:textId="2FB6848B" w:rsidR="003D1C41" w:rsidRPr="007A4047" w:rsidRDefault="003D1C41">
      <w:pPr>
        <w:pStyle w:val="a4"/>
        <w:rPr>
          <w:iCs/>
        </w:rPr>
      </w:pPr>
      <w:r w:rsidRPr="007A4047">
        <w:rPr>
          <w:iCs/>
        </w:rPr>
        <w:t>3.2.</w:t>
      </w:r>
      <w:r w:rsidR="00B4558A" w:rsidRPr="007A4047">
        <w:rPr>
          <w:iCs/>
        </w:rPr>
        <w:t>2</w:t>
      </w:r>
      <w:r w:rsidRPr="007A4047">
        <w:rPr>
          <w:iCs/>
        </w:rPr>
        <w:t>.</w:t>
      </w:r>
      <w:r w:rsidR="00924BE4" w:rsidRPr="007A4047">
        <w:rPr>
          <w:iCs/>
        </w:rPr>
        <w:t xml:space="preserve"> </w:t>
      </w:r>
      <w:r w:rsidRPr="007A4047">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53E21FCC" w14:textId="784D5560" w:rsidR="00B4558A" w:rsidRPr="00842455" w:rsidRDefault="003D1C41" w:rsidP="00B4558A">
      <w:pPr>
        <w:pStyle w:val="a4"/>
      </w:pPr>
      <w:r w:rsidRPr="00842455">
        <w:t>3.2.</w:t>
      </w:r>
      <w:r w:rsidR="007A4047">
        <w:t>3</w:t>
      </w:r>
      <w:r w:rsidRPr="00842455">
        <w:t>.</w:t>
      </w:r>
      <w:r w:rsidR="00924BE4" w:rsidRPr="00842455">
        <w:t xml:space="preserve"> </w:t>
      </w:r>
      <w:r w:rsidRPr="00842455">
        <w:t xml:space="preserve">Осуществлять контроль и надзор за ходом и качеством выполняемых работ, соблюдением сроков их выполнения, предусмотренных </w:t>
      </w:r>
      <w:r w:rsidR="00B4558A" w:rsidRPr="00842455">
        <w:rPr>
          <w:iCs/>
        </w:rPr>
        <w:t>графиком производства работ</w:t>
      </w:r>
      <w:r w:rsidR="00B4558A" w:rsidRPr="00842455">
        <w:t xml:space="preserve"> (Приложение №3), правильностью использования Подрядчиком материалов Заказчика;</w:t>
      </w:r>
    </w:p>
    <w:p w14:paraId="3D68BC6C" w14:textId="7AA97665" w:rsidR="003D1C41" w:rsidRPr="00842455" w:rsidRDefault="005A0EB8" w:rsidP="00510F50">
      <w:pPr>
        <w:pStyle w:val="a4"/>
        <w:rPr>
          <w:iCs/>
        </w:rPr>
      </w:pPr>
      <w:r w:rsidRPr="00842455">
        <w:t>3.2.</w:t>
      </w:r>
      <w:r w:rsidR="007A4047">
        <w:t>4</w:t>
      </w:r>
      <w:r w:rsidRPr="00842455">
        <w:t xml:space="preserve">. </w:t>
      </w:r>
      <w:bookmarkStart w:id="0" w:name="_Ref278358884"/>
      <w:r w:rsidR="003D1C41" w:rsidRPr="00842455">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842455">
        <w:rPr>
          <w:iCs/>
        </w:rPr>
        <w:t>руководителем Заказчика</w:t>
      </w:r>
      <w:r w:rsidR="003D1C41" w:rsidRPr="00842455">
        <w:rPr>
          <w:iCs/>
        </w:rPr>
        <w:t xml:space="preserve"> или </w:t>
      </w:r>
      <w:r w:rsidR="00866657" w:rsidRPr="00842455">
        <w:rPr>
          <w:iCs/>
        </w:rPr>
        <w:t>иным уполномоченным</w:t>
      </w:r>
      <w:r w:rsidR="00F12EAE" w:rsidRPr="00842455">
        <w:rPr>
          <w:iCs/>
        </w:rPr>
        <w:t xml:space="preserve"> лицом</w:t>
      </w:r>
      <w:r w:rsidR="003D1C41" w:rsidRPr="00842455">
        <w:rPr>
          <w:iCs/>
        </w:rPr>
        <w:t>. Указанный акт направляется Подрядчику для согласования сроков устранения недостатков;</w:t>
      </w:r>
      <w:bookmarkEnd w:id="0"/>
    </w:p>
    <w:p w14:paraId="3D68BC6D" w14:textId="3F32CDF3" w:rsidR="003D1C41" w:rsidRPr="00842455" w:rsidRDefault="003D1C41">
      <w:pPr>
        <w:pStyle w:val="a4"/>
      </w:pPr>
      <w:r w:rsidRPr="00842455">
        <w:t>3.2.</w:t>
      </w:r>
      <w:r w:rsidR="007A4047">
        <w:t>5</w:t>
      </w:r>
      <w:r w:rsidRPr="00842455">
        <w:t>.</w:t>
      </w:r>
      <w:r w:rsidR="00924BE4" w:rsidRPr="00842455">
        <w:t xml:space="preserve"> </w:t>
      </w:r>
      <w:r w:rsidRPr="00842455">
        <w:t>Своевременно принять выполненные Подрядчиком работы</w:t>
      </w:r>
      <w:r w:rsidR="00BB1189" w:rsidRPr="00842455">
        <w:t>,</w:t>
      </w:r>
      <w:r w:rsidRPr="00842455">
        <w:t xml:space="preserve"> в соответствии с условиями настоящего договора;</w:t>
      </w:r>
    </w:p>
    <w:p w14:paraId="3D68BC6E" w14:textId="4685EC0D" w:rsidR="003D1C41" w:rsidRDefault="003D1C41">
      <w:pPr>
        <w:pStyle w:val="a4"/>
      </w:pPr>
      <w:r w:rsidRPr="00842455">
        <w:t>3.2.</w:t>
      </w:r>
      <w:r w:rsidR="00E11886" w:rsidRPr="00842455">
        <w:t>7</w:t>
      </w:r>
      <w:r w:rsidRPr="00842455">
        <w:t>.</w:t>
      </w:r>
      <w:r w:rsidR="00924BE4" w:rsidRPr="00842455">
        <w:t xml:space="preserve"> </w:t>
      </w:r>
      <w:r w:rsidRPr="00842455">
        <w:t>Оплатить стоимость выполненных работ в порядке и на условиях настоящего договора.</w:t>
      </w:r>
    </w:p>
    <w:p w14:paraId="1ABD7C47" w14:textId="72556331" w:rsidR="00587818" w:rsidRDefault="00587818">
      <w:pPr>
        <w:pStyle w:val="a4"/>
      </w:pPr>
    </w:p>
    <w:p w14:paraId="50CB3FDE" w14:textId="77777777" w:rsidR="00587818" w:rsidRPr="00842455" w:rsidRDefault="00587818">
      <w:pPr>
        <w:pStyle w:val="a4"/>
      </w:pPr>
    </w:p>
    <w:p w14:paraId="3D68BC6F" w14:textId="77777777" w:rsidR="006518BB" w:rsidRPr="00842455"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842455" w:rsidRDefault="003D1C41">
      <w:pPr>
        <w:pStyle w:val="a4"/>
        <w:jc w:val="center"/>
      </w:pPr>
      <w:r w:rsidRPr="00842455">
        <w:rPr>
          <w:b/>
          <w:bCs/>
        </w:rPr>
        <w:t>4.</w:t>
      </w:r>
      <w:r w:rsidR="000148FB" w:rsidRPr="00842455">
        <w:rPr>
          <w:b/>
          <w:bCs/>
        </w:rPr>
        <w:t xml:space="preserve"> </w:t>
      </w:r>
      <w:r w:rsidRPr="00842455">
        <w:rPr>
          <w:b/>
          <w:bCs/>
        </w:rPr>
        <w:t>Сроки выполнения работ.</w:t>
      </w:r>
    </w:p>
    <w:p w14:paraId="24A09335" w14:textId="0F792698" w:rsidR="00577F76" w:rsidRDefault="003D1C41" w:rsidP="00577F76">
      <w:pPr>
        <w:pStyle w:val="a4"/>
        <w:ind w:left="90"/>
        <w:rPr>
          <w:b/>
        </w:rPr>
      </w:pPr>
      <w:r w:rsidRPr="00842455">
        <w:t>4.1.</w:t>
      </w:r>
      <w:r w:rsidR="00924BE4" w:rsidRPr="00842455">
        <w:t xml:space="preserve"> </w:t>
      </w:r>
      <w:r w:rsidR="00577F76" w:rsidRPr="00842455">
        <w:t xml:space="preserve">Работы, предусмотренные настоящим договором, должны быть выполнены Подрядчиком в срок, согласно </w:t>
      </w:r>
      <w:r w:rsidR="00577F76" w:rsidRPr="00842455">
        <w:rPr>
          <w:iCs/>
        </w:rPr>
        <w:t>графику производства работ</w:t>
      </w:r>
      <w:r w:rsidR="00577F76" w:rsidRPr="00842455">
        <w:t xml:space="preserve"> (Приложение №3), </w:t>
      </w:r>
      <w:r w:rsidR="00577F76" w:rsidRPr="00AA0C54">
        <w:rPr>
          <w:b/>
        </w:rPr>
        <w:t xml:space="preserve">с </w:t>
      </w:r>
      <w:r w:rsidR="00A25934">
        <w:rPr>
          <w:b/>
        </w:rPr>
        <w:t xml:space="preserve">«01» </w:t>
      </w:r>
      <w:r w:rsidR="004655FD">
        <w:rPr>
          <w:b/>
        </w:rPr>
        <w:t>августа</w:t>
      </w:r>
      <w:r w:rsidR="00A25934">
        <w:rPr>
          <w:b/>
        </w:rPr>
        <w:t xml:space="preserve"> 2021</w:t>
      </w:r>
      <w:r w:rsidR="00264492">
        <w:rPr>
          <w:b/>
        </w:rPr>
        <w:t xml:space="preserve"> </w:t>
      </w:r>
      <w:r w:rsidR="008E4C10">
        <w:rPr>
          <w:b/>
        </w:rPr>
        <w:t xml:space="preserve">  по </w:t>
      </w:r>
      <w:r w:rsidR="00577F76" w:rsidRPr="00AA0C54">
        <w:rPr>
          <w:b/>
        </w:rPr>
        <w:t>«3</w:t>
      </w:r>
      <w:r w:rsidR="004655FD">
        <w:rPr>
          <w:b/>
        </w:rPr>
        <w:t>1</w:t>
      </w:r>
      <w:r w:rsidR="00577F76" w:rsidRPr="00AA0C54">
        <w:rPr>
          <w:b/>
        </w:rPr>
        <w:t xml:space="preserve">» </w:t>
      </w:r>
      <w:r w:rsidR="004655FD">
        <w:rPr>
          <w:b/>
        </w:rPr>
        <w:t>дека</w:t>
      </w:r>
      <w:r w:rsidR="004B4AFB">
        <w:rPr>
          <w:b/>
        </w:rPr>
        <w:t>бр</w:t>
      </w:r>
      <w:r w:rsidR="00A25934">
        <w:rPr>
          <w:b/>
        </w:rPr>
        <w:t>я</w:t>
      </w:r>
      <w:r w:rsidR="00264492">
        <w:rPr>
          <w:b/>
        </w:rPr>
        <w:t xml:space="preserve"> </w:t>
      </w:r>
      <w:r w:rsidR="00577F76" w:rsidRPr="00AA0C54">
        <w:rPr>
          <w:b/>
        </w:rPr>
        <w:t>202</w:t>
      </w:r>
      <w:r w:rsidR="00A25934">
        <w:rPr>
          <w:b/>
        </w:rPr>
        <w:t>1</w:t>
      </w:r>
      <w:r w:rsidR="00577F76" w:rsidRPr="00AA0C54">
        <w:rPr>
          <w:b/>
        </w:rPr>
        <w:t xml:space="preserve"> года.</w:t>
      </w:r>
      <w:r w:rsidR="00577F76" w:rsidRPr="00842455">
        <w:rPr>
          <w:b/>
        </w:rPr>
        <w:t xml:space="preserve">  </w:t>
      </w:r>
    </w:p>
    <w:p w14:paraId="4A5B1553" w14:textId="3892CD7E" w:rsidR="007A4047" w:rsidRPr="005D62DF" w:rsidRDefault="007A4047" w:rsidP="007A4047">
      <w:pPr>
        <w:pStyle w:val="a4"/>
        <w:ind w:left="90"/>
        <w:rPr>
          <w:iCs/>
        </w:rPr>
      </w:pPr>
      <w:r w:rsidRPr="007A4047">
        <w:t>4.2.</w:t>
      </w:r>
      <w:r>
        <w:rPr>
          <w:b/>
        </w:rPr>
        <w:t xml:space="preserve"> </w:t>
      </w:r>
      <w:r w:rsidRPr="005D62DF">
        <w:rPr>
          <w:iCs/>
        </w:rPr>
        <w:t xml:space="preserve">Сроки выполнения отдельных этапов работ определяются </w:t>
      </w:r>
      <w:r>
        <w:rPr>
          <w:iCs/>
        </w:rPr>
        <w:t xml:space="preserve">графиком </w:t>
      </w:r>
      <w:r w:rsidR="00BF240C">
        <w:rPr>
          <w:iCs/>
        </w:rPr>
        <w:t>производства</w:t>
      </w:r>
      <w:r w:rsidRPr="005D62DF">
        <w:t xml:space="preserve"> работ</w:t>
      </w:r>
      <w:r w:rsidRPr="005D62DF">
        <w:rPr>
          <w:iCs/>
        </w:rPr>
        <w:t>, являющимся неотъемлемой частью настоящего договора (Приложение №</w:t>
      </w:r>
      <w:r>
        <w:rPr>
          <w:iCs/>
        </w:rPr>
        <w:t>3</w:t>
      </w:r>
      <w:r w:rsidRPr="005D62DF">
        <w:rPr>
          <w:iCs/>
        </w:rPr>
        <w:t xml:space="preserve">). </w:t>
      </w:r>
    </w:p>
    <w:p w14:paraId="3D68BC74" w14:textId="75158CE3" w:rsidR="003D1C41" w:rsidRPr="00842455" w:rsidRDefault="003D1C41">
      <w:pPr>
        <w:pStyle w:val="a4"/>
        <w:ind w:left="90"/>
      </w:pPr>
      <w:r w:rsidRPr="00842455">
        <w:t>4.</w:t>
      </w:r>
      <w:r w:rsidR="00754187">
        <w:t>3</w:t>
      </w:r>
      <w:r w:rsidRPr="00842455">
        <w:t>.</w:t>
      </w:r>
      <w:r w:rsidR="00924BE4" w:rsidRPr="00842455">
        <w:t xml:space="preserve"> </w:t>
      </w:r>
      <w:r w:rsidRPr="00842455">
        <w:t xml:space="preserve">Сроки выполнения работ могут быть изменены </w:t>
      </w:r>
      <w:r w:rsidR="00C819FF" w:rsidRPr="00842455">
        <w:t>путем заключения сторонами дополнительного соглашения к настоящему договору</w:t>
      </w:r>
      <w:r w:rsidRPr="00842455">
        <w:t>.</w:t>
      </w:r>
    </w:p>
    <w:p w14:paraId="3D68BC75" w14:textId="77777777" w:rsidR="003D1C41" w:rsidRPr="00842455" w:rsidRDefault="003D1C41">
      <w:pPr>
        <w:pStyle w:val="a4"/>
        <w:ind w:left="180"/>
      </w:pPr>
    </w:p>
    <w:p w14:paraId="3D68BC76" w14:textId="77777777" w:rsidR="003D1C41" w:rsidRPr="00842455" w:rsidRDefault="003D1C41">
      <w:pPr>
        <w:pStyle w:val="a4"/>
        <w:jc w:val="center"/>
        <w:rPr>
          <w:b/>
          <w:bCs/>
        </w:rPr>
      </w:pPr>
      <w:r w:rsidRPr="00842455">
        <w:rPr>
          <w:b/>
          <w:bCs/>
        </w:rPr>
        <w:t>5.</w:t>
      </w:r>
      <w:r w:rsidR="000148FB" w:rsidRPr="00842455">
        <w:rPr>
          <w:b/>
          <w:bCs/>
        </w:rPr>
        <w:t xml:space="preserve"> </w:t>
      </w:r>
      <w:r w:rsidRPr="00842455">
        <w:rPr>
          <w:b/>
          <w:bCs/>
        </w:rPr>
        <w:t>Гарантии качества работ.</w:t>
      </w:r>
    </w:p>
    <w:p w14:paraId="3D68BC77" w14:textId="77777777" w:rsidR="003D1C41" w:rsidRPr="00842455" w:rsidRDefault="00034D3D" w:rsidP="00563055">
      <w:pPr>
        <w:pStyle w:val="a4"/>
      </w:pPr>
      <w:r w:rsidRPr="00842455">
        <w:t xml:space="preserve">5.1. </w:t>
      </w:r>
      <w:r w:rsidR="003D1C41" w:rsidRPr="00842455">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ED737FD" w14:textId="5EC869CF" w:rsidR="00007703" w:rsidRPr="008C0012" w:rsidRDefault="00034D3D" w:rsidP="00007703">
      <w:pPr>
        <w:pStyle w:val="a4"/>
      </w:pPr>
      <w:r w:rsidRPr="00842455">
        <w:t xml:space="preserve">5.2. </w:t>
      </w:r>
      <w:r w:rsidR="00007703" w:rsidRPr="008C0012">
        <w:t>Подрядчик гарантирует во</w:t>
      </w:r>
      <w:bookmarkStart w:id="1" w:name="_GoBack"/>
      <w:bookmarkEnd w:id="1"/>
      <w:r w:rsidR="00007703" w:rsidRPr="008C0012">
        <w:t>зможность эксплуатации результата выполненных работ в течение гарантийного срока</w:t>
      </w:r>
      <w:r w:rsidR="00007703" w:rsidRPr="00EF1380">
        <w:t xml:space="preserve">, составляющего </w:t>
      </w:r>
      <w:r w:rsidR="00006875" w:rsidRPr="00EF1380">
        <w:rPr>
          <w:b/>
        </w:rPr>
        <w:t>2</w:t>
      </w:r>
      <w:r w:rsidR="00007703" w:rsidRPr="00EF1380">
        <w:rPr>
          <w:b/>
        </w:rPr>
        <w:t xml:space="preserve"> года</w:t>
      </w:r>
      <w:r w:rsidR="00007703" w:rsidRPr="008C0012">
        <w:t xml:space="preserve"> с даты подписания сторонами А</w:t>
      </w:r>
      <w:r w:rsidR="00007703">
        <w:t>кта</w:t>
      </w:r>
      <w:r w:rsidR="00007703" w:rsidRPr="008C0012">
        <w:t xml:space="preserve">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007703" w:rsidRPr="00007703">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007703">
        <w:t xml:space="preserve"> </w:t>
      </w:r>
      <w:r w:rsidR="00007703" w:rsidRPr="008C0012">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371E5662" w:rsidR="003D1C41" w:rsidRPr="00842455" w:rsidRDefault="00003A58" w:rsidP="00007703">
      <w:pPr>
        <w:pStyle w:val="a4"/>
      </w:pPr>
      <w:r>
        <w:t>5.3.</w:t>
      </w:r>
      <w:r w:rsidR="0099083B" w:rsidRPr="0099083B">
        <w:t xml:space="preserve"> </w:t>
      </w:r>
      <w:r w:rsidR="003D1C41" w:rsidRPr="0084245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21E4CAAA" w:rsidR="009C1652" w:rsidRPr="00842455" w:rsidRDefault="00003A58" w:rsidP="00003A58">
      <w:pPr>
        <w:pStyle w:val="a4"/>
        <w:tabs>
          <w:tab w:val="left" w:pos="0"/>
          <w:tab w:val="left" w:pos="284"/>
          <w:tab w:val="left" w:pos="426"/>
        </w:tabs>
        <w:rPr>
          <w:i/>
        </w:rPr>
      </w:pPr>
      <w:r>
        <w:t>5.4.</w:t>
      </w:r>
      <w:r w:rsidR="0099083B" w:rsidRPr="0099083B">
        <w:t xml:space="preserve"> </w:t>
      </w:r>
      <w:r w:rsidR="003D1C41" w:rsidRPr="00842455">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842455">
        <w:t xml:space="preserve">письменно </w:t>
      </w:r>
      <w:r w:rsidR="003D1C41" w:rsidRPr="00842455">
        <w:t>известить</w:t>
      </w:r>
      <w:r w:rsidR="009C1652" w:rsidRPr="00842455">
        <w:t xml:space="preserve"> об этом</w:t>
      </w:r>
      <w:r w:rsidR="003D1C41" w:rsidRPr="00842455">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842455">
        <w:t xml:space="preserve"> рабочих</w:t>
      </w:r>
      <w:r w:rsidR="003D1C41" w:rsidRPr="00842455">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842455">
        <w:t xml:space="preserve"> </w:t>
      </w:r>
    </w:p>
    <w:p w14:paraId="3D68BC7C" w14:textId="5AE36066" w:rsidR="006E580D" w:rsidRDefault="006E580D" w:rsidP="00C17822">
      <w:pPr>
        <w:pStyle w:val="a4"/>
        <w:numPr>
          <w:ilvl w:val="1"/>
          <w:numId w:val="22"/>
        </w:numPr>
        <w:tabs>
          <w:tab w:val="left" w:pos="0"/>
          <w:tab w:val="left" w:pos="284"/>
          <w:tab w:val="left" w:pos="426"/>
        </w:tabs>
        <w:ind w:left="0" w:firstLine="0"/>
      </w:pPr>
      <w:r w:rsidRPr="00842455">
        <w:t xml:space="preserve">В случае невозможности устранения недостатков </w:t>
      </w:r>
      <w:r w:rsidR="009C1652" w:rsidRPr="00842455">
        <w:t>в</w:t>
      </w:r>
      <w:r w:rsidRPr="00842455">
        <w:t xml:space="preserve"> месте нахождения оборудования, </w:t>
      </w:r>
      <w:r w:rsidRPr="00842455">
        <w:rPr>
          <w:i/>
        </w:rPr>
        <w:t xml:space="preserve">Подрядчик </w:t>
      </w:r>
      <w:r w:rsidRPr="00842455">
        <w:t xml:space="preserve">осуществляет доставку оборудования за свой счет до места проведения необходимого ремонта. </w:t>
      </w:r>
    </w:p>
    <w:p w14:paraId="11EFA524" w14:textId="77777777" w:rsidR="00B751CE" w:rsidRPr="00C87962" w:rsidRDefault="00B751CE" w:rsidP="00B751CE">
      <w:pPr>
        <w:pStyle w:val="a4"/>
        <w:numPr>
          <w:ilvl w:val="1"/>
          <w:numId w:val="22"/>
        </w:numPr>
        <w:tabs>
          <w:tab w:val="left" w:pos="0"/>
          <w:tab w:val="left" w:pos="426"/>
        </w:tabs>
        <w:ind w:left="0" w:firstLine="0"/>
      </w:pPr>
      <w:r w:rsidRPr="00C87962">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p>
    <w:p w14:paraId="3D68BC7E" w14:textId="65D63E7C" w:rsidR="003D1C41" w:rsidRPr="00842455" w:rsidRDefault="003D1C41" w:rsidP="005B078D">
      <w:pPr>
        <w:pStyle w:val="a4"/>
        <w:numPr>
          <w:ilvl w:val="1"/>
          <w:numId w:val="22"/>
        </w:numPr>
        <w:tabs>
          <w:tab w:val="left" w:pos="0"/>
          <w:tab w:val="num" w:pos="426"/>
        </w:tabs>
        <w:ind w:left="0" w:firstLine="0"/>
      </w:pPr>
      <w:r w:rsidRPr="00842455">
        <w:rPr>
          <w:spacing w:val="-5"/>
        </w:rPr>
        <w:t xml:space="preserve">Если </w:t>
      </w:r>
      <w:r w:rsidRPr="00842455">
        <w:t>П</w:t>
      </w:r>
      <w:r w:rsidRPr="00842455">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w:t>
      </w:r>
      <w:r w:rsidR="005B35A6" w:rsidRPr="00842455">
        <w:rPr>
          <w:spacing w:val="-5"/>
        </w:rPr>
        <w:t xml:space="preserve"> </w:t>
      </w:r>
      <w:r w:rsidRPr="00842455">
        <w:rPr>
          <w:spacing w:val="-5"/>
        </w:rPr>
        <w:t xml:space="preserve">третьих </w:t>
      </w:r>
      <w:r w:rsidR="007A6C09" w:rsidRPr="007A6C09">
        <w:rPr>
          <w:spacing w:val="-5"/>
        </w:rPr>
        <w:t xml:space="preserve"> </w:t>
      </w:r>
      <w:r w:rsidRPr="00842455">
        <w:rPr>
          <w:spacing w:val="-5"/>
        </w:rPr>
        <w:t xml:space="preserve">лиц. В этом случае </w:t>
      </w:r>
      <w:r w:rsidRPr="00842455">
        <w:t>П</w:t>
      </w:r>
      <w:r w:rsidRPr="00842455">
        <w:rPr>
          <w:spacing w:val="-5"/>
        </w:rPr>
        <w:t xml:space="preserve">одрядчик обязан оплатить Заказчику все </w:t>
      </w:r>
      <w:r w:rsidR="00897944" w:rsidRPr="00842455">
        <w:rPr>
          <w:spacing w:val="-5"/>
        </w:rPr>
        <w:t xml:space="preserve">понесенные </w:t>
      </w:r>
      <w:r w:rsidRPr="00842455">
        <w:rPr>
          <w:spacing w:val="-5"/>
        </w:rPr>
        <w:t>затраты</w:t>
      </w:r>
      <w:r w:rsidR="005A0EB8" w:rsidRPr="00842455">
        <w:rPr>
          <w:spacing w:val="-5"/>
        </w:rPr>
        <w:t>.</w:t>
      </w:r>
      <w:r w:rsidRPr="00842455">
        <w:rPr>
          <w:spacing w:val="-5"/>
        </w:rPr>
        <w:t xml:space="preserve"> </w:t>
      </w:r>
    </w:p>
    <w:p w14:paraId="3D68BC7F" w14:textId="77777777" w:rsidR="003D1C41" w:rsidRPr="00842455" w:rsidRDefault="003D1C41">
      <w:pPr>
        <w:pStyle w:val="a4"/>
        <w:rPr>
          <w:b/>
          <w:bCs/>
        </w:rPr>
      </w:pPr>
    </w:p>
    <w:p w14:paraId="3D68BC80" w14:textId="77777777" w:rsidR="003D1C41" w:rsidRPr="00842455" w:rsidRDefault="003D1C41" w:rsidP="005A0EB8">
      <w:pPr>
        <w:pStyle w:val="a4"/>
        <w:numPr>
          <w:ilvl w:val="0"/>
          <w:numId w:val="22"/>
        </w:numPr>
        <w:jc w:val="center"/>
        <w:rPr>
          <w:b/>
          <w:bCs/>
        </w:rPr>
      </w:pPr>
      <w:r w:rsidRPr="00842455">
        <w:rPr>
          <w:b/>
          <w:bCs/>
        </w:rPr>
        <w:t>Приемка результата выполненных работ.</w:t>
      </w:r>
    </w:p>
    <w:p w14:paraId="3D68BC81" w14:textId="473CCA6C" w:rsidR="003D1C41" w:rsidRPr="00842455" w:rsidRDefault="008C1A39" w:rsidP="005B078D">
      <w:pPr>
        <w:pStyle w:val="a4"/>
        <w:numPr>
          <w:ilvl w:val="1"/>
          <w:numId w:val="23"/>
        </w:numPr>
        <w:tabs>
          <w:tab w:val="left" w:pos="567"/>
        </w:tabs>
        <w:ind w:left="0" w:firstLine="0"/>
        <w:rPr>
          <w:i/>
        </w:rPr>
      </w:pPr>
      <w:r w:rsidRPr="00842455">
        <w:t xml:space="preserve">Заказчик приступает к приемке </w:t>
      </w:r>
      <w:r w:rsidR="003D1C41" w:rsidRPr="00842455">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42455">
        <w:rPr>
          <w:i/>
        </w:rPr>
        <w:t>.</w:t>
      </w:r>
    </w:p>
    <w:p w14:paraId="0AA3A57B" w14:textId="77777777" w:rsidR="00B751CE" w:rsidRPr="008C0012" w:rsidRDefault="00B751CE" w:rsidP="00B751CE">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Подрядчиком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C0012">
        <w:rPr>
          <w:i/>
        </w:rPr>
        <w:t xml:space="preserve"> </w:t>
      </w:r>
      <w:r w:rsidRPr="008C0012">
        <w:t xml:space="preserve">подписываются директором филиала </w:t>
      </w:r>
      <w:r>
        <w:t xml:space="preserve">ООО </w:t>
      </w:r>
      <w:r w:rsidRPr="00131251">
        <w:t>«ЕвроСибЭнерго-Гидро</w:t>
      </w:r>
      <w:r>
        <w:t>г</w:t>
      </w:r>
      <w:r w:rsidRPr="00131251">
        <w:t>енерация»</w:t>
      </w:r>
      <w:r w:rsidRPr="008C0012">
        <w:t xml:space="preserve"> </w:t>
      </w:r>
      <w:r>
        <w:t>Усть-Илимская ГЭС</w:t>
      </w:r>
      <w:r w:rsidRPr="008C0012">
        <w:t xml:space="preserve"> либо лицом, его замещающим. </w:t>
      </w:r>
    </w:p>
    <w:p w14:paraId="2CA4A598" w14:textId="1F8E974B" w:rsidR="00B751CE" w:rsidRDefault="00B751CE" w:rsidP="00B751CE">
      <w:pPr>
        <w:pStyle w:val="ad"/>
        <w:shd w:val="clear" w:color="auto" w:fill="FFFFFF"/>
        <w:tabs>
          <w:tab w:val="left" w:pos="567"/>
        </w:tabs>
        <w:autoSpaceDE w:val="0"/>
        <w:autoSpaceDN w:val="0"/>
        <w:adjustRightInd w:val="0"/>
        <w:ind w:left="0"/>
        <w:jc w:val="both"/>
      </w:pPr>
      <w:r>
        <w:t xml:space="preserve">По окончании работ составляется Акт о приеме-сдаче отремонтированных объектов основных средств (форма </w:t>
      </w:r>
      <w:r w:rsidR="00CD293A">
        <w:t>О</w:t>
      </w:r>
      <w:r>
        <w:t>С-3).</w:t>
      </w:r>
    </w:p>
    <w:p w14:paraId="3D68BC83" w14:textId="39EF5B95" w:rsidR="003D1C41" w:rsidRPr="008C0012" w:rsidRDefault="00B751CE" w:rsidP="00B751CE">
      <w:pPr>
        <w:pStyle w:val="ad"/>
        <w:shd w:val="clear" w:color="auto" w:fill="FFFFFF"/>
        <w:tabs>
          <w:tab w:val="left" w:pos="567"/>
        </w:tabs>
        <w:autoSpaceDE w:val="0"/>
        <w:autoSpaceDN w:val="0"/>
        <w:adjustRightInd w:val="0"/>
        <w:ind w:left="0"/>
        <w:jc w:val="both"/>
      </w:pPr>
      <w:r>
        <w:t>6.</w:t>
      </w:r>
      <w:r w:rsidR="00811F3D">
        <w:t>3</w:t>
      </w:r>
      <w:r>
        <w:t xml:space="preserve">. </w:t>
      </w:r>
      <w:r w:rsidR="003D1C41"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A086261" w:rsidR="003D1C41" w:rsidRPr="008C0012" w:rsidRDefault="00B751CE" w:rsidP="00B751CE">
      <w:pPr>
        <w:pStyle w:val="a4"/>
        <w:tabs>
          <w:tab w:val="left" w:pos="426"/>
        </w:tabs>
      </w:pPr>
      <w:r>
        <w:t>6.</w:t>
      </w:r>
      <w:r w:rsidR="00B31795">
        <w:t>4</w:t>
      </w:r>
      <w:r>
        <w:t xml:space="preserve">. </w:t>
      </w:r>
      <w:r w:rsidR="003D1C41"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2969378A" w:rsidR="003D1C41" w:rsidRPr="008C0012" w:rsidRDefault="00B751CE" w:rsidP="00B751CE">
      <w:pPr>
        <w:pStyle w:val="a4"/>
        <w:tabs>
          <w:tab w:val="left" w:pos="426"/>
        </w:tabs>
      </w:pPr>
      <w:r>
        <w:t>6.</w:t>
      </w:r>
      <w:r w:rsidR="00B31795">
        <w:t>5</w:t>
      </w:r>
      <w:r>
        <w:t xml:space="preserve">. </w:t>
      </w:r>
      <w:r w:rsidR="003D1C41"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33D74A62" w:rsidR="003D1C41" w:rsidRPr="00C0484D" w:rsidRDefault="00DE0936" w:rsidP="00FA4EC4">
      <w:pPr>
        <w:pStyle w:val="a4"/>
        <w:tabs>
          <w:tab w:val="left" w:pos="567"/>
        </w:tabs>
      </w:pPr>
      <w:r w:rsidRPr="00C0484D">
        <w:t>6.</w:t>
      </w:r>
      <w:r w:rsidR="00B92916" w:rsidRPr="009A55D3">
        <w:t>6</w:t>
      </w:r>
      <w:r w:rsidRPr="00C0484D">
        <w:t xml:space="preserve">. </w:t>
      </w:r>
      <w:r w:rsidRPr="00C0484D">
        <w:rPr>
          <w:iCs/>
        </w:rPr>
        <w:t xml:space="preserve">Заказчик, </w:t>
      </w:r>
      <w:r w:rsidRPr="00C0484D">
        <w:t>принявший работу без проверки, не лишается права ссылаться на</w:t>
      </w:r>
      <w:r w:rsidRPr="00C0484D">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925EE" w:rsidRDefault="003D1C41" w:rsidP="00FA4EC4">
      <w:pPr>
        <w:pStyle w:val="a4"/>
        <w:tabs>
          <w:tab w:val="left" w:pos="567"/>
        </w:tabs>
        <w:rPr>
          <w:color w:val="FF0000"/>
        </w:rPr>
      </w:pPr>
    </w:p>
    <w:p w14:paraId="3D68BC8D" w14:textId="45D95AFB" w:rsidR="003D1C41" w:rsidRPr="008C0012" w:rsidRDefault="00080A9F" w:rsidP="00FA4EC4">
      <w:pPr>
        <w:pStyle w:val="a4"/>
        <w:tabs>
          <w:tab w:val="left" w:pos="567"/>
        </w:tabs>
        <w:ind w:left="180"/>
        <w:jc w:val="center"/>
      </w:pPr>
      <w:r>
        <w:rPr>
          <w:b/>
          <w:bCs/>
        </w:rPr>
        <w:t>7</w:t>
      </w:r>
      <w:r w:rsidR="003D1C41" w:rsidRPr="008C0012">
        <w:rPr>
          <w:b/>
          <w:bCs/>
        </w:rPr>
        <w:t>. Оплата выполненных работ.</w:t>
      </w:r>
    </w:p>
    <w:p w14:paraId="0E7D41A2" w14:textId="77777777" w:rsidR="00CE3278" w:rsidRPr="008C0012" w:rsidRDefault="00CE3278" w:rsidP="00CE3278">
      <w:pPr>
        <w:pStyle w:val="a4"/>
        <w:numPr>
          <w:ilvl w:val="1"/>
          <w:numId w:val="9"/>
        </w:numPr>
        <w:tabs>
          <w:tab w:val="clear" w:pos="7597"/>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w:t>
      </w:r>
      <w:r w:rsidRPr="00EF1380">
        <w:t xml:space="preserve">течение </w:t>
      </w:r>
      <w:r w:rsidRPr="00EF1380">
        <w:rPr>
          <w:b/>
          <w:u w:val="single"/>
        </w:rPr>
        <w:t>30</w:t>
      </w:r>
      <w:r w:rsidRPr="00EF1380">
        <w:rPr>
          <w:b/>
        </w:rPr>
        <w:t xml:space="preserve"> (тридцати) календарных дней</w:t>
      </w:r>
      <w:r w:rsidRPr="008F2947">
        <w:t xml:space="preserve"> с</w:t>
      </w:r>
      <w:r w:rsidRPr="008C0012">
        <w:t xml:space="preserve">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0FA52B3A" w14:textId="77777777" w:rsidR="00B751CE" w:rsidRDefault="00B751CE" w:rsidP="00B751CE">
      <w:pPr>
        <w:pStyle w:val="a4"/>
        <w:numPr>
          <w:ilvl w:val="1"/>
          <w:numId w:val="9"/>
        </w:numPr>
        <w:tabs>
          <w:tab w:val="left" w:pos="426"/>
        </w:tabs>
        <w:ind w:left="0" w:firstLine="0"/>
        <w:rPr>
          <w:spacing w:val="-4"/>
        </w:rPr>
      </w:pPr>
      <w:r w:rsidRPr="00F354F2">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034D3D">
        <w:rPr>
          <w:spacing w:val="-4"/>
        </w:rPr>
        <w:t>.</w:t>
      </w:r>
    </w:p>
    <w:p w14:paraId="5756C28E" w14:textId="77777777" w:rsidR="00B751CE" w:rsidRPr="00F354F2" w:rsidRDefault="00B751CE" w:rsidP="00B751CE">
      <w:pPr>
        <w:numPr>
          <w:ilvl w:val="1"/>
          <w:numId w:val="9"/>
        </w:numPr>
        <w:tabs>
          <w:tab w:val="clear" w:pos="7597"/>
          <w:tab w:val="left" w:pos="142"/>
          <w:tab w:val="num" w:pos="426"/>
        </w:tabs>
        <w:ind w:left="0" w:firstLine="0"/>
        <w:jc w:val="both"/>
      </w:pPr>
      <w:r w:rsidRPr="00F354F2">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3672AD55" w14:textId="77777777" w:rsidR="00B751CE" w:rsidRPr="00F354F2" w:rsidRDefault="00B751CE" w:rsidP="00B751CE">
      <w:pPr>
        <w:numPr>
          <w:ilvl w:val="1"/>
          <w:numId w:val="9"/>
        </w:numPr>
        <w:tabs>
          <w:tab w:val="clear" w:pos="7597"/>
          <w:tab w:val="left" w:pos="142"/>
          <w:tab w:val="num" w:pos="426"/>
        </w:tabs>
        <w:ind w:left="0" w:firstLine="0"/>
        <w:jc w:val="both"/>
      </w:pPr>
      <w:r w:rsidRPr="00F354F2">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6870775C" w14:textId="735780ED" w:rsidR="00B751CE" w:rsidRPr="00F354F2" w:rsidRDefault="00B751CE" w:rsidP="00B751CE">
      <w:pPr>
        <w:numPr>
          <w:ilvl w:val="1"/>
          <w:numId w:val="9"/>
        </w:numPr>
        <w:tabs>
          <w:tab w:val="clear" w:pos="7597"/>
          <w:tab w:val="left" w:pos="142"/>
          <w:tab w:val="num" w:pos="426"/>
        </w:tabs>
        <w:ind w:left="0" w:firstLine="0"/>
        <w:jc w:val="both"/>
      </w:pPr>
      <w:r w:rsidRPr="00F354F2">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D68BC91" w14:textId="7B02485A" w:rsidR="003D1C41" w:rsidRPr="00C56B89" w:rsidRDefault="00CF60BB" w:rsidP="00CF60BB">
      <w:pPr>
        <w:pStyle w:val="a4"/>
        <w:tabs>
          <w:tab w:val="left" w:pos="426"/>
        </w:tabs>
        <w:rPr>
          <w:i/>
        </w:rPr>
      </w:pPr>
      <w:r w:rsidRPr="00C56B89">
        <w:rPr>
          <w:rStyle w:val="af4"/>
          <w:i/>
        </w:rPr>
        <w:commentReference w:id="2"/>
      </w:r>
      <w:r w:rsidR="00E66722">
        <w:rPr>
          <w:rStyle w:val="af4"/>
        </w:rPr>
        <w:commentReference w:id="3"/>
      </w:r>
      <w:r w:rsidR="00E66722">
        <w:rPr>
          <w:rStyle w:val="af4"/>
        </w:rPr>
        <w:commentReference w:id="4"/>
      </w:r>
      <w:r w:rsidR="0093221F">
        <w:rPr>
          <w:rStyle w:val="af4"/>
        </w:rPr>
        <w:commentReference w:id="5"/>
      </w:r>
    </w:p>
    <w:p w14:paraId="46EA61E1" w14:textId="77777777" w:rsidR="00CF60BB" w:rsidRPr="00C56B89" w:rsidRDefault="00CF60BB" w:rsidP="00267541">
      <w:pPr>
        <w:pStyle w:val="a4"/>
        <w:tabs>
          <w:tab w:val="left" w:pos="426"/>
        </w:tabs>
        <w:rPr>
          <w:i/>
        </w:rPr>
      </w:pPr>
    </w:p>
    <w:p w14:paraId="3D68BC92" w14:textId="6A44B787" w:rsidR="003D1C41" w:rsidRPr="008C0012" w:rsidRDefault="00080A9F" w:rsidP="00267541">
      <w:pPr>
        <w:pStyle w:val="a4"/>
        <w:tabs>
          <w:tab w:val="left" w:pos="426"/>
        </w:tabs>
        <w:ind w:left="360"/>
        <w:jc w:val="center"/>
        <w:rPr>
          <w:b/>
          <w:bCs/>
        </w:rPr>
      </w:pPr>
      <w:r>
        <w:rPr>
          <w:b/>
          <w:bCs/>
        </w:rPr>
        <w:t>8</w:t>
      </w:r>
      <w:r w:rsidR="003D1C41" w:rsidRPr="008C0012">
        <w:rPr>
          <w:b/>
          <w:bCs/>
        </w:rPr>
        <w:t>. Ответственность сторон.</w:t>
      </w:r>
    </w:p>
    <w:p w14:paraId="3D68BC93" w14:textId="77777777" w:rsidR="003D1C41" w:rsidRPr="008C0012" w:rsidRDefault="003D1C41" w:rsidP="00267541">
      <w:pPr>
        <w:pStyle w:val="a4"/>
        <w:numPr>
          <w:ilvl w:val="1"/>
          <w:numId w:val="6"/>
        </w:numPr>
        <w:tabs>
          <w:tab w:val="clear" w:pos="360"/>
          <w:tab w:val="left" w:pos="426"/>
        </w:tabs>
        <w:ind w:left="0" w:firstLine="0"/>
      </w:pPr>
      <w:r w:rsidRPr="008C0012">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8C0012" w:rsidRDefault="003D1C41" w:rsidP="00267541">
      <w:pPr>
        <w:pStyle w:val="a4"/>
        <w:numPr>
          <w:ilvl w:val="1"/>
          <w:numId w:val="6"/>
        </w:numPr>
        <w:tabs>
          <w:tab w:val="clear" w:pos="360"/>
          <w:tab w:val="num" w:pos="0"/>
          <w:tab w:val="left" w:pos="426"/>
        </w:tabs>
        <w:ind w:left="0" w:firstLine="0"/>
      </w:pPr>
      <w:r w:rsidRPr="008C0012">
        <w:t xml:space="preserve">За нарушение сроков выполнения работ </w:t>
      </w:r>
      <w:r w:rsidRPr="008C0012">
        <w:rPr>
          <w:i/>
        </w:rPr>
        <w:t>(отдельного этапа работ, работ, выполненных за определенный период времени)</w:t>
      </w:r>
      <w:r w:rsidRPr="008C0012">
        <w:t xml:space="preserve"> </w:t>
      </w:r>
      <w:r w:rsidR="007B43F5">
        <w:t>Заказчик вправе взыскать</w:t>
      </w:r>
      <w:r w:rsidRPr="008C0012">
        <w:t xml:space="preserve"> неустойку в размере </w:t>
      </w:r>
      <w:r w:rsidR="000E0F3D" w:rsidRPr="008C0012">
        <w:t>0,</w:t>
      </w:r>
      <w:r w:rsidRPr="008C0012">
        <w:t>1 % от общей стоимости работ</w:t>
      </w:r>
      <w:r w:rsidR="000E0F3D" w:rsidRPr="008C0012">
        <w:t>, выполняемых</w:t>
      </w:r>
      <w:r w:rsidRPr="008C0012">
        <w:t xml:space="preserve"> по договору</w:t>
      </w:r>
      <w:r w:rsidR="000E0F3D" w:rsidRPr="008C0012">
        <w:t>,</w:t>
      </w:r>
      <w:r w:rsidRPr="008C0012">
        <w:t xml:space="preserve"> за каждый день просрочки до фактического исполнения обязательств.</w:t>
      </w:r>
    </w:p>
    <w:p w14:paraId="3D68BC95" w14:textId="77777777" w:rsidR="003D1C41" w:rsidRPr="008C0012" w:rsidRDefault="008C1A39" w:rsidP="00267541">
      <w:pPr>
        <w:pStyle w:val="a4"/>
        <w:numPr>
          <w:ilvl w:val="1"/>
          <w:numId w:val="6"/>
        </w:numPr>
        <w:tabs>
          <w:tab w:val="clear" w:pos="360"/>
          <w:tab w:val="left" w:pos="426"/>
          <w:tab w:val="num" w:pos="720"/>
          <w:tab w:val="num" w:pos="1800"/>
        </w:tabs>
        <w:ind w:left="0" w:firstLine="0"/>
      </w:pPr>
      <w:r>
        <w:t xml:space="preserve">При превышении конечного срока </w:t>
      </w:r>
      <w:r w:rsidR="003D1C41" w:rsidRPr="008C0012">
        <w:t xml:space="preserve">выполнения работ более чем на </w:t>
      </w:r>
      <w:r w:rsidR="000E0F3D" w:rsidRPr="008C0012">
        <w:t>3</w:t>
      </w:r>
      <w:r w:rsidR="003D1C41" w:rsidRPr="008C0012">
        <w:t>0 (</w:t>
      </w:r>
      <w:r w:rsidR="000E0F3D" w:rsidRPr="008C0012">
        <w:t>тридца</w:t>
      </w:r>
      <w:r w:rsidR="00034D3D">
        <w:t xml:space="preserve">ть) дней </w:t>
      </w:r>
      <w:r w:rsidR="003D1C41" w:rsidRPr="008C0012">
        <w:t>Заказчик вправе потребовать, а Подрядчик в этом слу</w:t>
      </w:r>
      <w:r w:rsidR="00034D3D">
        <w:t>чае обязан уплатить неустойку</w:t>
      </w:r>
      <w:r w:rsidR="003D1C41" w:rsidRPr="008C0012">
        <w:t xml:space="preserve"> в размере 20% от общей стоимости работ по настоящему договору.</w:t>
      </w:r>
    </w:p>
    <w:p w14:paraId="3D68BC96" w14:textId="77777777" w:rsidR="003D1C41" w:rsidRPr="008C0012" w:rsidRDefault="003D1C41" w:rsidP="00267541">
      <w:pPr>
        <w:numPr>
          <w:ilvl w:val="1"/>
          <w:numId w:val="6"/>
        </w:numPr>
        <w:tabs>
          <w:tab w:val="clear" w:pos="360"/>
          <w:tab w:val="num" w:pos="0"/>
          <w:tab w:val="left" w:pos="426"/>
        </w:tabs>
        <w:ind w:left="0" w:right="-6" w:firstLine="0"/>
        <w:jc w:val="both"/>
      </w:pPr>
      <w:r w:rsidRPr="008C0012">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8C0012">
        <w:rPr>
          <w:i/>
        </w:rPr>
        <w:t xml:space="preserve">суммы штрафных санкций в рынке мощности на оптовом рынке электрической энергии </w:t>
      </w:r>
      <w:r w:rsidRPr="008C0012">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8C0012" w:rsidRDefault="003D1C41" w:rsidP="00B0052E">
      <w:pPr>
        <w:pStyle w:val="a4"/>
        <w:numPr>
          <w:ilvl w:val="1"/>
          <w:numId w:val="6"/>
        </w:numPr>
        <w:tabs>
          <w:tab w:val="clear" w:pos="360"/>
          <w:tab w:val="left" w:pos="426"/>
          <w:tab w:val="num" w:pos="720"/>
          <w:tab w:val="num" w:pos="1800"/>
        </w:tabs>
        <w:ind w:left="0" w:firstLine="0"/>
      </w:pPr>
      <w:r w:rsidRPr="008C0012">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8C0012" w:rsidRDefault="00C85245" w:rsidP="00B0052E">
      <w:pPr>
        <w:pStyle w:val="a4"/>
        <w:numPr>
          <w:ilvl w:val="1"/>
          <w:numId w:val="6"/>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8C0012"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8C0012">
        <w:rPr>
          <w:iCs/>
        </w:rPr>
        <w:t>Подрядчик</w:t>
      </w:r>
      <w:r w:rsidRPr="008C0012">
        <w:rPr>
          <w:i/>
          <w:iCs/>
        </w:rPr>
        <w:t xml:space="preserve"> </w:t>
      </w:r>
      <w:r w:rsidRPr="008C0012">
        <w:rPr>
          <w:iCs/>
        </w:rPr>
        <w:t>обязан</w:t>
      </w:r>
      <w:r w:rsidRPr="008C0012">
        <w:rPr>
          <w:i/>
          <w:iCs/>
        </w:rPr>
        <w:t xml:space="preserve"> </w:t>
      </w:r>
      <w:r w:rsidRPr="008C0012">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C0012">
        <w:rPr>
          <w:iCs/>
        </w:rPr>
        <w:t>Подрядчика</w:t>
      </w:r>
      <w:r w:rsidRPr="008C0012">
        <w:rPr>
          <w:i/>
          <w:iCs/>
        </w:rPr>
        <w:t xml:space="preserve">, </w:t>
      </w:r>
      <w:r w:rsidRPr="008C0012">
        <w:t xml:space="preserve">его субподрядчиков, должностных лиц и служащих, вытекающих или связанных с работами по </w:t>
      </w:r>
      <w:r w:rsidR="009A61C5" w:rsidRPr="008C0012">
        <w:t>д</w:t>
      </w:r>
      <w:r w:rsidRPr="008C0012">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8C0012" w:rsidRDefault="003D1C41" w:rsidP="009A61C5">
      <w:pPr>
        <w:jc w:val="both"/>
      </w:pPr>
      <w:r w:rsidRPr="008C0012">
        <w:t xml:space="preserve">8.8. За нарушение сроков выполнения работ </w:t>
      </w:r>
      <w:r w:rsidRPr="008C0012">
        <w:rPr>
          <w:iCs/>
          <w:sz w:val="22"/>
          <w:szCs w:val="22"/>
        </w:rPr>
        <w:t>(</w:t>
      </w:r>
      <w:r w:rsidRPr="008C0012">
        <w:rPr>
          <w:iCs/>
        </w:rPr>
        <w:t>отдельного этапа работ, работ, выполненных за определенный период времени)</w:t>
      </w:r>
      <w:r w:rsidRPr="008C0012">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8C0012">
        <w:t xml:space="preserve">качественно </w:t>
      </w:r>
      <w:r w:rsidRPr="008C0012">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Default="003D1C41" w:rsidP="009A61C5">
      <w:pPr>
        <w:tabs>
          <w:tab w:val="num" w:pos="0"/>
        </w:tabs>
      </w:pPr>
      <w:r w:rsidRPr="008C0012">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8C0012">
        <w:t xml:space="preserve">календарных </w:t>
      </w:r>
      <w:r w:rsidRPr="008C0012">
        <w:t>дней с момента предъявления.</w:t>
      </w:r>
    </w:p>
    <w:p w14:paraId="3D68BC9C" w14:textId="5A4AFA79" w:rsidR="008B0B1C" w:rsidRDefault="008B0B1C" w:rsidP="008B0B1C">
      <w:pPr>
        <w:pStyle w:val="a4"/>
      </w:pPr>
      <w:r>
        <w:t>8.10</w:t>
      </w:r>
      <w:r w:rsidRPr="009A55D3">
        <w:t xml:space="preserve">. </w:t>
      </w:r>
      <w:r w:rsidR="00D859C5" w:rsidRPr="009A55D3">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0B193B" w:rsidRPr="009A55D3">
        <w:t>8</w:t>
      </w:r>
      <w:r w:rsidR="00D859C5" w:rsidRPr="009A55D3">
        <w:t>) к настоящему договору.</w:t>
      </w:r>
    </w:p>
    <w:p w14:paraId="37A4EC6F" w14:textId="1875AFE0" w:rsidR="00134EAD" w:rsidRPr="00B64207" w:rsidRDefault="00134EAD" w:rsidP="00134EAD">
      <w:pPr>
        <w:pStyle w:val="a4"/>
        <w:tabs>
          <w:tab w:val="num" w:pos="540"/>
        </w:tabs>
      </w:pPr>
      <w:r w:rsidRPr="00E40D3C">
        <w:t xml:space="preserve">За нарушение требований </w:t>
      </w:r>
      <w:r w:rsidRPr="00E40D3C">
        <w:rPr>
          <w:bCs/>
        </w:rPr>
        <w:t xml:space="preserve">мер санитарно-эпидемиологической защиты, связанной с профилактикой распространения коронавирусной инфекции </w:t>
      </w:r>
      <w:r w:rsidRPr="00E40D3C">
        <w:rPr>
          <w:bCs/>
          <w:lang w:val="en-US"/>
        </w:rPr>
        <w:t>COVID</w:t>
      </w:r>
      <w:r w:rsidRPr="00E40D3C">
        <w:rPr>
          <w:bCs/>
        </w:rPr>
        <w:t>-19</w:t>
      </w:r>
      <w:r w:rsidRPr="00E40D3C">
        <w:t xml:space="preserve"> Заказчик вправе взыскать с Подрядчика штраф в размере, </w:t>
      </w:r>
      <w:r w:rsidRPr="000B193B">
        <w:t>установленном Приложением №9 к</w:t>
      </w:r>
      <w:r w:rsidRPr="00E40D3C">
        <w:t xml:space="preserve"> настоящему договору.</w:t>
      </w:r>
    </w:p>
    <w:p w14:paraId="3D68BC9D" w14:textId="44BB35AC" w:rsidR="008B0B1C" w:rsidRPr="00842455" w:rsidRDefault="008B0B1C" w:rsidP="008B0B1C">
      <w:pPr>
        <w:pStyle w:val="a4"/>
        <w:ind w:firstLine="360"/>
      </w:pPr>
      <w:r w:rsidRPr="00842455">
        <w:t xml:space="preserve">При повторных нарушениях требований Приложения № </w:t>
      </w:r>
      <w:r w:rsidR="00627143" w:rsidRPr="00842455">
        <w:t>6  № 7</w:t>
      </w:r>
      <w:r w:rsidR="0099757E" w:rsidRPr="0099757E">
        <w:t xml:space="preserve"> </w:t>
      </w:r>
      <w:r w:rsidR="0099757E">
        <w:t>и № 9</w:t>
      </w:r>
      <w:r w:rsidR="00D859C5" w:rsidRPr="00842455">
        <w:t>_</w:t>
      </w:r>
      <w:r w:rsidR="00F6291F" w:rsidRPr="00842455">
        <w:t xml:space="preserve"> </w:t>
      </w:r>
      <w:r w:rsidRPr="00842455">
        <w:t>к настоящему договору Подрядчик выплачивает штраф, в двойном размере.</w:t>
      </w:r>
    </w:p>
    <w:p w14:paraId="3D68BC9E" w14:textId="47B5663C" w:rsidR="008B0B1C" w:rsidRDefault="008B0B1C" w:rsidP="00B11827">
      <w:pPr>
        <w:pStyle w:val="a4"/>
        <w:tabs>
          <w:tab w:val="num" w:pos="540"/>
        </w:tabs>
      </w:pPr>
      <w:r w:rsidRPr="00842455">
        <w:t>Оплата Подрядчиком штрафных санкций производится в течении 10 рабочих</w:t>
      </w:r>
      <w:r>
        <w:t xml:space="preserve">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r w:rsidRPr="00B11827">
        <w:t>.</w:t>
      </w:r>
      <w:r w:rsidR="00B11827" w:rsidRPr="00B11827">
        <w:t xml:space="preserve"> </w:t>
      </w:r>
    </w:p>
    <w:p w14:paraId="3D68BC9F" w14:textId="018539AC" w:rsidR="003D1C41" w:rsidRPr="008C0012" w:rsidRDefault="003D1C41" w:rsidP="009A61C5">
      <w:pPr>
        <w:tabs>
          <w:tab w:val="num" w:pos="0"/>
        </w:tabs>
        <w:ind w:right="-6"/>
        <w:jc w:val="both"/>
      </w:pPr>
      <w:r w:rsidRPr="008C0012">
        <w:t>8.1</w:t>
      </w:r>
      <w:r w:rsidR="00F32D48">
        <w:t>1</w:t>
      </w:r>
      <w:r w:rsidRPr="008C0012">
        <w:t>. Возмещение убытков и неустойки</w:t>
      </w:r>
      <w:r w:rsidR="00497D4A" w:rsidRPr="008C0012">
        <w:t xml:space="preserve">, штрафов </w:t>
      </w:r>
      <w:r w:rsidRPr="008C0012">
        <w:t xml:space="preserve">не освобождает стороны от исполнения обязательств по настоящему договору. </w:t>
      </w:r>
    </w:p>
    <w:p w14:paraId="3D68BCA0" w14:textId="43A21017" w:rsidR="003D1C41" w:rsidRDefault="003D1C41" w:rsidP="00027C59">
      <w:pPr>
        <w:pStyle w:val="a4"/>
        <w:tabs>
          <w:tab w:val="num" w:pos="540"/>
        </w:tabs>
      </w:pPr>
      <w:r w:rsidRPr="008C0012">
        <w:t>8.1</w:t>
      </w:r>
      <w:r w:rsidR="00F32D48">
        <w:t>2</w:t>
      </w:r>
      <w:r w:rsidRPr="008C0012">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25B06B30" w:rsidR="00DA081D" w:rsidRPr="00DA081D" w:rsidRDefault="00077578" w:rsidP="00DA081D">
      <w:pPr>
        <w:tabs>
          <w:tab w:val="left" w:pos="426"/>
        </w:tabs>
        <w:jc w:val="both"/>
      </w:pPr>
      <w:r w:rsidRPr="00077578">
        <w:t>8.1</w:t>
      </w:r>
      <w:r w:rsidR="00134EAD">
        <w:t>4</w:t>
      </w:r>
      <w:r w:rsidR="00DA081D" w:rsidRPr="00C56B89">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1244A6F9" w:rsidR="00DA081D" w:rsidRDefault="00077578" w:rsidP="00DA081D">
      <w:pPr>
        <w:tabs>
          <w:tab w:val="left" w:pos="426"/>
        </w:tabs>
        <w:jc w:val="both"/>
      </w:pPr>
      <w:r w:rsidRPr="00077578">
        <w:t>8.1</w:t>
      </w:r>
      <w:r w:rsidR="00134EAD">
        <w:t>5</w:t>
      </w:r>
      <w:r w:rsidR="00DA081D" w:rsidRPr="00C56B8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DA081D" w:rsidRPr="00DA081D">
        <w:t>.</w:t>
      </w:r>
    </w:p>
    <w:p w14:paraId="74D1FD36" w14:textId="77777777" w:rsidR="00925400" w:rsidRDefault="00693292" w:rsidP="00925400">
      <w:pPr>
        <w:pStyle w:val="a4"/>
        <w:tabs>
          <w:tab w:val="num" w:pos="540"/>
        </w:tabs>
      </w:pPr>
      <w:r>
        <w:t>8.1</w:t>
      </w:r>
      <w:r w:rsidR="00134EAD">
        <w:t>6</w:t>
      </w:r>
      <w:r>
        <w:t xml:space="preserve">. </w:t>
      </w:r>
      <w:r w:rsidR="00925400">
        <w:t>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36EBF26F" w14:textId="77777777" w:rsidR="00925400" w:rsidRDefault="00925400" w:rsidP="00925400">
      <w:pPr>
        <w:pStyle w:val="a4"/>
        <w:tabs>
          <w:tab w:val="num" w:pos="540"/>
        </w:tabs>
      </w:pPr>
      <w: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4C062DF" w14:textId="6FE04F1F" w:rsidR="00925400" w:rsidRDefault="00925400" w:rsidP="00925400">
      <w:pPr>
        <w:pStyle w:val="a4"/>
        <w:tabs>
          <w:tab w:val="num" w:pos="540"/>
        </w:tabs>
      </w:pPr>
      <w: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7A39CE2" w14:textId="0AAFC357" w:rsidR="00925400" w:rsidRPr="00BF3DCF" w:rsidRDefault="00925400" w:rsidP="00925400">
      <w:pPr>
        <w:tabs>
          <w:tab w:val="left" w:pos="426"/>
        </w:tabs>
        <w:jc w:val="both"/>
      </w:pPr>
      <w:r w:rsidRPr="00BF3DCF">
        <w:t>8.1</w:t>
      </w:r>
      <w:r w:rsidR="00F32D48">
        <w:t>7</w:t>
      </w:r>
      <w:r w:rsidRPr="00BF3DCF">
        <w:t>.</w:t>
      </w:r>
      <w:r w:rsidRPr="00BF3DCF">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240D425B" w14:textId="16E2A61F" w:rsidR="001A61EE" w:rsidRPr="00885F45" w:rsidRDefault="001A61EE" w:rsidP="001A61EE">
      <w:pPr>
        <w:tabs>
          <w:tab w:val="left" w:pos="426"/>
        </w:tabs>
        <w:jc w:val="both"/>
      </w:pPr>
      <w:r w:rsidRPr="00BF3DCF">
        <w:t>8.1</w:t>
      </w:r>
      <w:r w:rsidR="00F32D48">
        <w:t>8</w:t>
      </w:r>
      <w:r w:rsidRPr="00BF3DCF">
        <w:t>.</w:t>
      </w:r>
      <w:r w:rsidRPr="00BF3DCF">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0AA81E51" w:rsidR="00925788" w:rsidRDefault="00925788" w:rsidP="00027C59">
      <w:pPr>
        <w:pStyle w:val="a4"/>
        <w:tabs>
          <w:tab w:val="num" w:pos="540"/>
        </w:tabs>
      </w:pPr>
    </w:p>
    <w:p w14:paraId="6E9FD0FB" w14:textId="77777777" w:rsidR="00BF3DCF" w:rsidRPr="00585582" w:rsidRDefault="00BF3DCF" w:rsidP="00027C59">
      <w:pPr>
        <w:pStyle w:val="a4"/>
        <w:tabs>
          <w:tab w:val="num" w:pos="540"/>
        </w:tabs>
      </w:pPr>
    </w:p>
    <w:p w14:paraId="3D68BCA3" w14:textId="14815409" w:rsidR="003D1C41" w:rsidRPr="00585582" w:rsidRDefault="00080A9F" w:rsidP="008B0B1C">
      <w:pPr>
        <w:pStyle w:val="a4"/>
        <w:jc w:val="center"/>
        <w:rPr>
          <w:b/>
          <w:bCs/>
        </w:rPr>
      </w:pPr>
      <w:r>
        <w:rPr>
          <w:b/>
          <w:bCs/>
        </w:rPr>
        <w:t>9</w:t>
      </w:r>
      <w:r w:rsidR="008B0B1C" w:rsidRPr="00585582">
        <w:rPr>
          <w:b/>
          <w:bCs/>
        </w:rPr>
        <w:t xml:space="preserve">. </w:t>
      </w:r>
      <w:r w:rsidR="003D1C41" w:rsidRPr="00585582">
        <w:rPr>
          <w:b/>
          <w:bCs/>
        </w:rPr>
        <w:t>Обстоятельства непреодолимой силы.</w:t>
      </w:r>
    </w:p>
    <w:p w14:paraId="259F816E" w14:textId="1BC82F4D" w:rsidR="000A45FA" w:rsidRPr="00585582" w:rsidRDefault="008B0B1C" w:rsidP="00C56B89">
      <w:pPr>
        <w:pStyle w:val="ConsPlusNormal"/>
        <w:ind w:firstLine="0"/>
        <w:jc w:val="both"/>
        <w:outlineLvl w:val="0"/>
      </w:pPr>
      <w:r w:rsidRPr="00585582">
        <w:rPr>
          <w:rFonts w:ascii="Times New Roman" w:hAnsi="Times New Roman" w:cs="Times New Roman"/>
          <w:sz w:val="24"/>
          <w:szCs w:val="24"/>
        </w:rPr>
        <w:t>9</w:t>
      </w:r>
      <w:r w:rsidRPr="00585582">
        <w:t>.</w:t>
      </w:r>
      <w:r w:rsidRPr="00585582">
        <w:rPr>
          <w:rFonts w:ascii="Times New Roman" w:hAnsi="Times New Roman" w:cs="Times New Roman"/>
          <w:sz w:val="24"/>
          <w:szCs w:val="24"/>
        </w:rPr>
        <w:t>1.</w:t>
      </w:r>
      <w:r w:rsidR="000A45FA" w:rsidRPr="00585582">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585582" w:rsidRDefault="000A45FA" w:rsidP="00C56B89">
      <w:pPr>
        <w:autoSpaceDE w:val="0"/>
        <w:autoSpaceDN w:val="0"/>
        <w:adjustRightInd w:val="0"/>
        <w:jc w:val="both"/>
        <w:outlineLvl w:val="0"/>
        <w:rPr>
          <w:rFonts w:eastAsia="Calibri"/>
          <w:lang w:eastAsia="en-US"/>
        </w:rPr>
      </w:pPr>
      <w:r w:rsidRPr="00585582">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585582" w:rsidRDefault="000A45FA" w:rsidP="00C56B89">
      <w:pPr>
        <w:autoSpaceDE w:val="0"/>
        <w:autoSpaceDN w:val="0"/>
        <w:adjustRightInd w:val="0"/>
        <w:jc w:val="both"/>
        <w:outlineLvl w:val="0"/>
        <w:rPr>
          <w:rFonts w:eastAsia="Calibri"/>
          <w:lang w:eastAsia="en-US"/>
        </w:rPr>
      </w:pPr>
      <w:r w:rsidRPr="00585582">
        <w:rPr>
          <w:rFonts w:eastAsia="Calibri"/>
          <w:lang w:eastAsia="en-US"/>
        </w:rPr>
        <w:t xml:space="preserve">9.3. При наступлении обстоятельств, указанных в пункте </w:t>
      </w:r>
      <w:r w:rsidRPr="00962305">
        <w:rPr>
          <w:rFonts w:eastAsia="Calibri"/>
          <w:lang w:eastAsia="en-US"/>
        </w:rPr>
        <w:t xml:space="preserve">9.2 </w:t>
      </w:r>
      <w:r w:rsidRPr="00585582">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08F2B0EE" w:rsidR="000A45FA" w:rsidRPr="00585582" w:rsidRDefault="00962305" w:rsidP="00962305">
      <w:pPr>
        <w:widowControl w:val="0"/>
        <w:jc w:val="both"/>
        <w:rPr>
          <w:rFonts w:eastAsia="Calibri"/>
        </w:rPr>
      </w:pPr>
      <w:r>
        <w:rPr>
          <w:rFonts w:eastAsia="Calibri"/>
        </w:rPr>
        <w:t xml:space="preserve">9.4. </w:t>
      </w:r>
      <w:r w:rsidR="000A45FA" w:rsidRPr="00585582">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2E17EA53" w:rsidR="000A45FA" w:rsidRPr="00585582" w:rsidRDefault="00B606C0" w:rsidP="00C56B89">
      <w:pPr>
        <w:autoSpaceDE w:val="0"/>
        <w:autoSpaceDN w:val="0"/>
        <w:adjustRightInd w:val="0"/>
        <w:jc w:val="both"/>
        <w:outlineLvl w:val="0"/>
        <w:rPr>
          <w:rFonts w:eastAsia="Calibri"/>
          <w:lang w:eastAsia="en-US"/>
        </w:rPr>
      </w:pPr>
      <w:r w:rsidRPr="00585582">
        <w:rPr>
          <w:rFonts w:eastAsia="Calibri"/>
          <w:lang w:eastAsia="en-US"/>
        </w:rPr>
        <w:t>9</w:t>
      </w:r>
      <w:r w:rsidR="000A45FA" w:rsidRPr="00585582">
        <w:rPr>
          <w:rFonts w:eastAsia="Calibri"/>
          <w:lang w:eastAsia="en-US"/>
        </w:rPr>
        <w:t>.</w:t>
      </w:r>
      <w:r w:rsidR="00962305">
        <w:rPr>
          <w:rFonts w:eastAsia="Calibri"/>
          <w:lang w:eastAsia="en-US"/>
        </w:rPr>
        <w:t>5</w:t>
      </w:r>
      <w:r w:rsidR="000A45FA" w:rsidRPr="00585582">
        <w:rPr>
          <w:rFonts w:eastAsia="Calibri"/>
          <w:lang w:eastAsia="en-US"/>
        </w:rPr>
        <w:t>.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1F854632" w:rsidR="000A45FA" w:rsidRPr="00585582" w:rsidRDefault="00B606C0" w:rsidP="00C56B89">
      <w:pPr>
        <w:autoSpaceDE w:val="0"/>
        <w:autoSpaceDN w:val="0"/>
        <w:adjustRightInd w:val="0"/>
        <w:jc w:val="both"/>
        <w:outlineLvl w:val="0"/>
        <w:rPr>
          <w:rFonts w:eastAsia="Calibri"/>
          <w:lang w:eastAsia="en-US"/>
        </w:rPr>
      </w:pPr>
      <w:r w:rsidRPr="00585582">
        <w:rPr>
          <w:rFonts w:eastAsia="Calibri"/>
          <w:lang w:eastAsia="en-US"/>
        </w:rPr>
        <w:t>9</w:t>
      </w:r>
      <w:r w:rsidR="000A45FA" w:rsidRPr="00585582">
        <w:rPr>
          <w:rFonts w:eastAsia="Calibri"/>
          <w:lang w:eastAsia="en-US"/>
        </w:rPr>
        <w:t>.</w:t>
      </w:r>
      <w:r w:rsidR="00962305">
        <w:rPr>
          <w:rFonts w:eastAsia="Calibri"/>
          <w:lang w:eastAsia="en-US"/>
        </w:rPr>
        <w:t>6</w:t>
      </w:r>
      <w:r w:rsidR="000A45FA" w:rsidRPr="00585582">
        <w:rPr>
          <w:rFonts w:eastAsia="Calibri"/>
          <w:lang w:eastAsia="en-US"/>
        </w:rPr>
        <w:t xml:space="preserve">. После получения сообщения, указанного в </w:t>
      </w:r>
      <w:r w:rsidR="000A45FA" w:rsidRPr="00962305">
        <w:rPr>
          <w:rFonts w:eastAsia="Calibri"/>
          <w:lang w:eastAsia="en-US"/>
        </w:rPr>
        <w:t xml:space="preserve">пункте </w:t>
      </w:r>
      <w:r w:rsidRPr="00962305">
        <w:rPr>
          <w:rFonts w:eastAsia="Calibri"/>
          <w:lang w:eastAsia="en-US"/>
        </w:rPr>
        <w:t>9</w:t>
      </w:r>
      <w:r w:rsidR="000A45FA" w:rsidRPr="00962305">
        <w:rPr>
          <w:rFonts w:eastAsia="Calibri"/>
          <w:lang w:eastAsia="en-US"/>
        </w:rPr>
        <w:t>.3 Договора</w:t>
      </w:r>
      <w:r w:rsidR="000A45FA" w:rsidRPr="00585582">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5B7736C8" w:rsidR="000A45FA" w:rsidRPr="00585582" w:rsidRDefault="00B606C0" w:rsidP="00C56B89">
      <w:pPr>
        <w:autoSpaceDE w:val="0"/>
        <w:autoSpaceDN w:val="0"/>
        <w:adjustRightInd w:val="0"/>
        <w:jc w:val="both"/>
        <w:outlineLvl w:val="0"/>
        <w:rPr>
          <w:rFonts w:eastAsia="Calibri"/>
          <w:lang w:eastAsia="en-US"/>
        </w:rPr>
      </w:pPr>
      <w:r w:rsidRPr="00585582">
        <w:rPr>
          <w:rFonts w:eastAsia="Calibri"/>
          <w:lang w:eastAsia="en-US"/>
        </w:rPr>
        <w:t>9</w:t>
      </w:r>
      <w:r w:rsidR="000A45FA" w:rsidRPr="00585582">
        <w:rPr>
          <w:rFonts w:eastAsia="Calibri"/>
          <w:lang w:eastAsia="en-US"/>
        </w:rPr>
        <w:t>.</w:t>
      </w:r>
      <w:r w:rsidR="00962305">
        <w:rPr>
          <w:rFonts w:eastAsia="Calibri"/>
          <w:lang w:eastAsia="en-US"/>
        </w:rPr>
        <w:t>7</w:t>
      </w:r>
      <w:r w:rsidR="000A45FA" w:rsidRPr="00585582">
        <w:rPr>
          <w:rFonts w:eastAsia="Calibri"/>
          <w:lang w:eastAsia="en-US"/>
        </w:rPr>
        <w:t xml:space="preserve">. При отсутствии своевременного извещения, предусмотренного в пункте </w:t>
      </w:r>
      <w:r w:rsidRPr="00C35199">
        <w:rPr>
          <w:rFonts w:eastAsia="Calibri"/>
          <w:lang w:eastAsia="en-US"/>
        </w:rPr>
        <w:t>9</w:t>
      </w:r>
      <w:r w:rsidR="000A45FA" w:rsidRPr="00C35199">
        <w:rPr>
          <w:rFonts w:eastAsia="Calibri"/>
          <w:lang w:eastAsia="en-US"/>
        </w:rPr>
        <w:t xml:space="preserve">.3 </w:t>
      </w:r>
      <w:r w:rsidR="000A45FA" w:rsidRPr="00585582">
        <w:rPr>
          <w:rFonts w:eastAsia="Calibri"/>
          <w:lang w:eastAsia="en-US"/>
        </w:rPr>
        <w:t>Договора, виновная Сторона обязана возместить другой Стороне убытки, причинённые неизвещением или несвоевременным извещением.</w:t>
      </w:r>
    </w:p>
    <w:p w14:paraId="418B3280" w14:textId="71FB4DB0" w:rsidR="000A45FA" w:rsidRPr="00B01636" w:rsidRDefault="00B606C0" w:rsidP="00C56B89">
      <w:pPr>
        <w:autoSpaceDE w:val="0"/>
        <w:autoSpaceDN w:val="0"/>
        <w:adjustRightInd w:val="0"/>
        <w:jc w:val="both"/>
        <w:outlineLvl w:val="0"/>
        <w:rPr>
          <w:rFonts w:eastAsia="Calibri"/>
          <w:lang w:eastAsia="en-US"/>
        </w:rPr>
      </w:pPr>
      <w:r w:rsidRPr="00585582">
        <w:rPr>
          <w:rFonts w:eastAsia="Calibri"/>
          <w:lang w:eastAsia="en-US"/>
        </w:rPr>
        <w:t>9</w:t>
      </w:r>
      <w:r w:rsidR="000A45FA" w:rsidRPr="00585582">
        <w:rPr>
          <w:rFonts w:eastAsia="Calibri"/>
          <w:lang w:eastAsia="en-US"/>
        </w:rPr>
        <w:t>.</w:t>
      </w:r>
      <w:r w:rsidR="00962305">
        <w:rPr>
          <w:rFonts w:eastAsia="Calibri"/>
          <w:lang w:eastAsia="en-US"/>
        </w:rPr>
        <w:t>8</w:t>
      </w:r>
      <w:r w:rsidR="000A45FA" w:rsidRPr="00585582">
        <w:rPr>
          <w:rFonts w:eastAsia="Calibri"/>
          <w:lang w:eastAsia="en-US"/>
        </w:rPr>
        <w:t>.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w:t>
      </w:r>
      <w:r w:rsidR="000A45FA" w:rsidRPr="00B01636">
        <w:rPr>
          <w:rFonts w:eastAsia="Calibri"/>
          <w:lang w:eastAsia="en-US"/>
        </w:rPr>
        <w:t xml:space="preserve">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0FA4AC27" w:rsidR="000A45FA" w:rsidRPr="00B01636" w:rsidRDefault="00B606C0" w:rsidP="00C56B89">
      <w:pPr>
        <w:autoSpaceDE w:val="0"/>
        <w:autoSpaceDN w:val="0"/>
        <w:adjustRightInd w:val="0"/>
        <w:jc w:val="both"/>
        <w:outlineLvl w:val="0"/>
        <w:rPr>
          <w:rFonts w:eastAsia="Calibri"/>
          <w:lang w:eastAsia="en-US"/>
        </w:rPr>
      </w:pPr>
      <w:r w:rsidRPr="00B01636">
        <w:rPr>
          <w:rFonts w:eastAsia="Calibri"/>
          <w:lang w:eastAsia="en-US"/>
        </w:rPr>
        <w:t>9</w:t>
      </w:r>
      <w:r w:rsidR="000A45FA" w:rsidRPr="00B01636">
        <w:rPr>
          <w:rFonts w:eastAsia="Calibri"/>
          <w:lang w:eastAsia="en-US"/>
        </w:rPr>
        <w:t>.</w:t>
      </w:r>
      <w:r w:rsidR="00962305">
        <w:rPr>
          <w:rFonts w:eastAsia="Calibri"/>
          <w:lang w:eastAsia="en-US"/>
        </w:rPr>
        <w:t>9</w:t>
      </w:r>
      <w:r w:rsidR="000A45FA" w:rsidRPr="00B01636">
        <w:rPr>
          <w:rFonts w:eastAsia="Calibri"/>
          <w:lang w:eastAsia="en-US"/>
        </w:rPr>
        <w:t xml:space="preserve">.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w:t>
      </w:r>
      <w:r w:rsidR="00047A0B" w:rsidRPr="00B01636">
        <w:rPr>
          <w:rFonts w:eastAsia="Calibri"/>
          <w:lang w:eastAsia="en-US"/>
        </w:rPr>
        <w:t>данном случае не начисляются;</w:t>
      </w:r>
    </w:p>
    <w:p w14:paraId="3CF7B4A0" w14:textId="3FEED8B8" w:rsidR="00962305" w:rsidRPr="001C18B8" w:rsidRDefault="00047A0B" w:rsidP="00962305">
      <w:pPr>
        <w:pStyle w:val="ad"/>
        <w:tabs>
          <w:tab w:val="left" w:pos="709"/>
        </w:tabs>
        <w:ind w:left="0"/>
        <w:jc w:val="both"/>
      </w:pPr>
      <w:r w:rsidRPr="00B01636">
        <w:rPr>
          <w:rFonts w:eastAsia="Calibri"/>
          <w:lang w:eastAsia="en-US"/>
        </w:rPr>
        <w:t>9.</w:t>
      </w:r>
      <w:r w:rsidR="00962305">
        <w:rPr>
          <w:rFonts w:eastAsia="Calibri"/>
          <w:lang w:eastAsia="en-US"/>
        </w:rPr>
        <w:t>10</w:t>
      </w:r>
      <w:r w:rsidRPr="00B01636">
        <w:rPr>
          <w:rFonts w:eastAsia="Calibri"/>
          <w:lang w:eastAsia="en-US"/>
        </w:rPr>
        <w:t xml:space="preserve">. </w:t>
      </w:r>
      <w:r w:rsidR="00962305" w:rsidRPr="001C18B8">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FCDDB7" w14:textId="27D28B46" w:rsidR="006E0D1A" w:rsidRDefault="006E0D1A" w:rsidP="00962305">
      <w:pPr>
        <w:pStyle w:val="ad"/>
        <w:tabs>
          <w:tab w:val="left" w:pos="709"/>
        </w:tabs>
        <w:ind w:left="0"/>
        <w:jc w:val="both"/>
        <w:rPr>
          <w:sz w:val="23"/>
          <w:szCs w:val="23"/>
        </w:rPr>
      </w:pPr>
    </w:p>
    <w:p w14:paraId="5335D572" w14:textId="534A4829" w:rsidR="006E0D1A" w:rsidRDefault="006E0D1A" w:rsidP="00962305">
      <w:pPr>
        <w:pStyle w:val="ad"/>
        <w:tabs>
          <w:tab w:val="left" w:pos="709"/>
        </w:tabs>
        <w:ind w:left="0"/>
        <w:jc w:val="both"/>
        <w:rPr>
          <w:sz w:val="23"/>
          <w:szCs w:val="23"/>
        </w:rPr>
      </w:pPr>
    </w:p>
    <w:p w14:paraId="3837E0B8" w14:textId="49A32D9D" w:rsidR="006E0D1A" w:rsidRPr="00B01636" w:rsidRDefault="006E0D1A" w:rsidP="006E0D1A">
      <w:pPr>
        <w:ind w:left="709"/>
        <w:jc w:val="center"/>
        <w:rPr>
          <w:b/>
          <w:bCs/>
        </w:rPr>
      </w:pPr>
      <w:r w:rsidRPr="00B01636">
        <w:rPr>
          <w:b/>
          <w:bCs/>
        </w:rPr>
        <w:t>1</w:t>
      </w:r>
      <w:r>
        <w:rPr>
          <w:b/>
          <w:bCs/>
        </w:rPr>
        <w:t>0</w:t>
      </w:r>
      <w:r w:rsidRPr="00B01636">
        <w:rPr>
          <w:b/>
          <w:bCs/>
        </w:rPr>
        <w:t>.  Расторжение договора. Односторонний отказ от исполнения обязательств.</w:t>
      </w:r>
    </w:p>
    <w:p w14:paraId="4E139AF1" w14:textId="65610FE7" w:rsidR="00E02041" w:rsidRDefault="006E0D1A" w:rsidP="00E02041">
      <w:pPr>
        <w:jc w:val="both"/>
      </w:pPr>
      <w:r w:rsidRPr="00B01636">
        <w:t>1</w:t>
      </w:r>
      <w:r w:rsidR="00E02041">
        <w:t>0</w:t>
      </w:r>
      <w:r w:rsidRPr="00B01636">
        <w:t>.1.</w:t>
      </w:r>
      <w:r w:rsidR="00E02041">
        <w:t xml:space="preserve"> Договор может быть расторгнут досрочно по основаниям, предусмотренным действующим законодательством Российской Федерации, </w:t>
      </w:r>
    </w:p>
    <w:p w14:paraId="612BE0FF" w14:textId="77777777" w:rsidR="00E02041" w:rsidRDefault="00E02041" w:rsidP="00E02041">
      <w:pPr>
        <w:jc w:val="both"/>
      </w:pPr>
      <w:r>
        <w:t xml:space="preserve">- по соглашению Сторон </w:t>
      </w:r>
    </w:p>
    <w:p w14:paraId="6B63817B" w14:textId="77777777" w:rsidR="00E02041" w:rsidRDefault="00E02041" w:rsidP="00E02041">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636B4CA2" w14:textId="77777777" w:rsidR="00E02041" w:rsidRPr="008C0012" w:rsidRDefault="00E02041" w:rsidP="00E02041">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2667D3EC" w14:textId="77777777" w:rsidR="00E02041" w:rsidRPr="008C0012" w:rsidRDefault="00E02041" w:rsidP="00E02041">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7839BBE1" w14:textId="77777777" w:rsidR="00E02041" w:rsidRPr="008115B6" w:rsidRDefault="00E02041" w:rsidP="00E02041">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5E72F6EB" w14:textId="3FC5D0AF" w:rsidR="006E0D1A" w:rsidRPr="00B01636" w:rsidRDefault="006E0D1A" w:rsidP="00E02041">
      <w:pPr>
        <w:jc w:val="both"/>
      </w:pPr>
      <w:r w:rsidRPr="00B01636">
        <w:t>1</w:t>
      </w:r>
      <w:r w:rsidR="00E02041">
        <w:t>0</w:t>
      </w:r>
      <w:r w:rsidRPr="00B01636">
        <w:t>.2.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E02041">
        <w:t xml:space="preserve"> </w:t>
      </w:r>
      <w:r w:rsidR="004B4AFB">
        <w:t xml:space="preserve">пропорционально </w:t>
      </w:r>
      <w:r w:rsidRPr="00B01636">
        <w:t>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77798C" w14:textId="2880BEE0" w:rsidR="006E0D1A" w:rsidRPr="00B01636" w:rsidRDefault="006E0D1A" w:rsidP="006E0D1A">
      <w:pPr>
        <w:jc w:val="both"/>
      </w:pPr>
      <w:r w:rsidRPr="00B01636">
        <w:t>1</w:t>
      </w:r>
      <w:r w:rsidR="00E02041">
        <w:t>0</w:t>
      </w:r>
      <w:r w:rsidRPr="00B01636">
        <w:t>.3. Подрядчик вправе отказаться от исполнения настоящего договора в случаях, предусмотренных действующим законодательством.</w:t>
      </w:r>
    </w:p>
    <w:p w14:paraId="317EEA71" w14:textId="01FE6ECF" w:rsidR="006E0D1A" w:rsidRPr="00B01636" w:rsidRDefault="006E0D1A" w:rsidP="006E0D1A">
      <w:pPr>
        <w:jc w:val="both"/>
      </w:pPr>
      <w:r w:rsidRPr="00B01636">
        <w:t>1</w:t>
      </w:r>
      <w:r w:rsidR="00E02041">
        <w:t>0</w:t>
      </w:r>
      <w:r w:rsidRPr="00B01636">
        <w:t>.4. В случае неисполнения Подрядчиком обязанности, предусмотренной п. 3.1.1</w:t>
      </w:r>
      <w:r w:rsidR="000A0F5B">
        <w:t>2</w:t>
      </w:r>
      <w:r w:rsidRPr="00B01636">
        <w:t>. настоящего договора, Заказчик</w:t>
      </w:r>
      <w:r w:rsidRPr="00B01636">
        <w:rPr>
          <w:i/>
        </w:rPr>
        <w:t xml:space="preserve"> </w:t>
      </w:r>
      <w:r w:rsidRPr="00B01636">
        <w:t>вправе расторгнуть настоящий договор в одностороннем порядке путем уведомления Подрядчика.</w:t>
      </w:r>
    </w:p>
    <w:p w14:paraId="6CF4D12E" w14:textId="031BE78A" w:rsidR="006E0D1A" w:rsidRPr="00B01636" w:rsidRDefault="006E0D1A" w:rsidP="006E0D1A">
      <w:pPr>
        <w:pStyle w:val="a4"/>
        <w:ind w:left="90"/>
        <w:rPr>
          <w:rFonts w:eastAsia="Calibri"/>
          <w:lang w:eastAsia="en-US"/>
        </w:rPr>
      </w:pPr>
      <w:r w:rsidRPr="00B01636">
        <w:t>1</w:t>
      </w:r>
      <w:r w:rsidR="00E02041">
        <w:t>0</w:t>
      </w:r>
      <w:r w:rsidRPr="00B01636">
        <w:t>.5</w:t>
      </w:r>
      <w:r w:rsidRPr="00B01636">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709D3A4" w14:textId="77777777" w:rsidR="006E0D1A" w:rsidRPr="00B01636" w:rsidRDefault="006E0D1A" w:rsidP="00E02041">
      <w:pPr>
        <w:jc w:val="both"/>
        <w:rPr>
          <w:rFonts w:eastAsia="Calibri"/>
          <w:lang w:eastAsia="en-US"/>
        </w:rPr>
      </w:pPr>
      <w:r w:rsidRPr="00B01636">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BF2D40" w14:textId="02EC94FD" w:rsidR="006E0D1A" w:rsidRDefault="006E0D1A" w:rsidP="006E0D1A">
      <w:pPr>
        <w:pStyle w:val="ad"/>
        <w:tabs>
          <w:tab w:val="left" w:pos="709"/>
        </w:tabs>
        <w:ind w:left="0"/>
        <w:jc w:val="both"/>
        <w:rPr>
          <w:rFonts w:eastAsia="Calibri"/>
          <w:lang w:eastAsia="en-US"/>
        </w:rPr>
      </w:pPr>
      <w:r w:rsidRPr="00B01636">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1C58FE" w14:textId="5F8EF31F" w:rsidR="00E02041" w:rsidRDefault="00E02041" w:rsidP="006E0D1A">
      <w:pPr>
        <w:pStyle w:val="ad"/>
        <w:tabs>
          <w:tab w:val="left" w:pos="709"/>
        </w:tabs>
        <w:ind w:left="0"/>
        <w:jc w:val="both"/>
        <w:rPr>
          <w:rFonts w:eastAsia="Calibri"/>
          <w:lang w:eastAsia="en-US"/>
        </w:rPr>
      </w:pPr>
    </w:p>
    <w:p w14:paraId="6AFBA2AD" w14:textId="77777777" w:rsidR="00F73F19" w:rsidRPr="00E02041" w:rsidRDefault="00F73F19" w:rsidP="00F73F19">
      <w:pPr>
        <w:jc w:val="center"/>
        <w:rPr>
          <w:b/>
          <w:bCs/>
        </w:rPr>
      </w:pPr>
      <w:r w:rsidRPr="00E02041">
        <w:rPr>
          <w:b/>
          <w:bCs/>
        </w:rPr>
        <w:t>11. Порядок разрешения споров.</w:t>
      </w:r>
    </w:p>
    <w:p w14:paraId="529CB7B0" w14:textId="77777777" w:rsidR="00F73F19" w:rsidRPr="00E02041" w:rsidRDefault="00F73F19" w:rsidP="00F73F19">
      <w:pPr>
        <w:widowControl w:val="0"/>
        <w:tabs>
          <w:tab w:val="left" w:pos="518"/>
        </w:tabs>
        <w:ind w:left="1"/>
        <w:jc w:val="both"/>
        <w:rPr>
          <w:rFonts w:eastAsia="Calibri"/>
        </w:rPr>
      </w:pPr>
      <w:r w:rsidRPr="00E02041">
        <w:rPr>
          <w:rFonts w:asciiTheme="minorHAnsi" w:eastAsia="Calibri" w:hAnsiTheme="minorHAnsi" w:cstheme="minorBidi"/>
          <w:sz w:val="22"/>
          <w:szCs w:val="22"/>
        </w:rPr>
        <w:t xml:space="preserve">11.1. </w:t>
      </w:r>
      <w:r w:rsidRPr="00E02041">
        <w:rPr>
          <w:rFonts w:eastAsia="Calibri"/>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3FCA0E" w14:textId="5A8082E5" w:rsidR="00F73F19" w:rsidRPr="00E02041" w:rsidRDefault="00F73F19" w:rsidP="00F73F19">
      <w:pPr>
        <w:tabs>
          <w:tab w:val="left" w:pos="534"/>
        </w:tabs>
        <w:jc w:val="both"/>
      </w:pPr>
      <w:r w:rsidRPr="00E02041">
        <w:t xml:space="preserve">11.2. </w:t>
      </w:r>
      <w:r w:rsidRPr="00E02041">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r w:rsidR="00184D97">
        <w:t>.</w:t>
      </w:r>
    </w:p>
    <w:p w14:paraId="6737633C" w14:textId="77777777" w:rsidR="00F73F19" w:rsidRPr="00B01636" w:rsidRDefault="00F73F19" w:rsidP="00F73F19">
      <w:pPr>
        <w:jc w:val="both"/>
        <w:rPr>
          <w:b/>
          <w:bCs/>
        </w:rPr>
      </w:pPr>
    </w:p>
    <w:p w14:paraId="556D1B01" w14:textId="2D247725" w:rsidR="00F601AC" w:rsidRPr="00B01636" w:rsidRDefault="00F601AC" w:rsidP="00F601AC">
      <w:pPr>
        <w:rPr>
          <w:sz w:val="22"/>
          <w:szCs w:val="22"/>
        </w:rPr>
      </w:pPr>
    </w:p>
    <w:p w14:paraId="08659279" w14:textId="273656DD" w:rsidR="00BF3DCF" w:rsidRPr="00BF3DCF" w:rsidRDefault="00BF3DCF" w:rsidP="00BF3DCF">
      <w:pPr>
        <w:pStyle w:val="ad"/>
        <w:numPr>
          <w:ilvl w:val="0"/>
          <w:numId w:val="39"/>
        </w:numPr>
        <w:jc w:val="center"/>
        <w:rPr>
          <w:b/>
        </w:rPr>
      </w:pPr>
      <w:r w:rsidRPr="00BF3DCF">
        <w:rPr>
          <w:b/>
        </w:rPr>
        <w:t>Заверения и гарантии.</w:t>
      </w:r>
    </w:p>
    <w:p w14:paraId="3BB0E9D9" w14:textId="77777777" w:rsidR="00BF3DCF" w:rsidRPr="00BF3DCF" w:rsidRDefault="00BF3DCF" w:rsidP="00BF3DCF">
      <w:pPr>
        <w:tabs>
          <w:tab w:val="left" w:pos="534"/>
        </w:tabs>
        <w:jc w:val="both"/>
      </w:pPr>
      <w:r w:rsidRPr="00BF3DCF">
        <w:t xml:space="preserve">12. </w:t>
      </w:r>
      <w:r w:rsidRPr="00BF3DCF">
        <w:tab/>
        <w:t>Каждая из Сторон заявляет и заверяет следующее.</w:t>
      </w:r>
    </w:p>
    <w:p w14:paraId="0D080506" w14:textId="77777777" w:rsidR="00BF3DCF" w:rsidRPr="00BF3DCF" w:rsidRDefault="00BF3DCF" w:rsidP="00BF3DCF">
      <w:pPr>
        <w:tabs>
          <w:tab w:val="left" w:pos="534"/>
        </w:tabs>
        <w:jc w:val="both"/>
      </w:pPr>
      <w:r w:rsidRPr="00BF3DCF">
        <w:t xml:space="preserve">12.1. </w:t>
      </w:r>
      <w:r w:rsidRPr="00BF3DCF">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B56CD5" w14:textId="77777777" w:rsidR="00BF3DCF" w:rsidRPr="00BF3DCF" w:rsidRDefault="00BF3DCF" w:rsidP="00BF3DCF">
      <w:pPr>
        <w:tabs>
          <w:tab w:val="left" w:pos="518"/>
        </w:tabs>
        <w:jc w:val="both"/>
      </w:pPr>
      <w:r w:rsidRPr="00BF3DCF">
        <w:t xml:space="preserve">12.2. </w:t>
      </w:r>
      <w:r w:rsidRPr="00BF3DCF">
        <w:tab/>
        <w:t>Сторона имеет право заключить Договор, а также исполнять иные обязательства, предусмотренные Договором.</w:t>
      </w:r>
    </w:p>
    <w:p w14:paraId="561CDCF4" w14:textId="77777777" w:rsidR="00BF3DCF" w:rsidRPr="00BF3DCF" w:rsidRDefault="00BF3DCF" w:rsidP="00BF3DCF">
      <w:pPr>
        <w:tabs>
          <w:tab w:val="left" w:pos="518"/>
        </w:tabs>
        <w:jc w:val="both"/>
      </w:pPr>
      <w:r w:rsidRPr="00BF3DCF">
        <w:t xml:space="preserve">12.3. </w:t>
      </w:r>
      <w:r w:rsidRPr="00BF3DCF">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C55519C" w14:textId="77777777" w:rsidR="00BF3DCF" w:rsidRPr="00BF3DCF" w:rsidRDefault="00BF3DCF" w:rsidP="00BF3DCF">
      <w:pPr>
        <w:tabs>
          <w:tab w:val="left" w:pos="534"/>
        </w:tabs>
        <w:jc w:val="both"/>
      </w:pPr>
      <w:r w:rsidRPr="00BF3DCF">
        <w:t xml:space="preserve">12.4. </w:t>
      </w:r>
      <w:r w:rsidRPr="00BF3DCF">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028A6C3" w14:textId="77777777" w:rsidR="00BF3DCF" w:rsidRPr="00BF3DCF" w:rsidRDefault="00BF3DCF" w:rsidP="00BF3DCF">
      <w:pPr>
        <w:tabs>
          <w:tab w:val="left" w:pos="518"/>
        </w:tabs>
        <w:jc w:val="both"/>
      </w:pPr>
      <w:r w:rsidRPr="00BF3DCF">
        <w:t xml:space="preserve">12.5. </w:t>
      </w:r>
      <w:r w:rsidRPr="00BF3DCF">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2925F8F" w14:textId="77777777" w:rsidR="00BF3DCF" w:rsidRPr="00BF3DCF" w:rsidRDefault="00BF3DCF" w:rsidP="00BF3DCF">
      <w:pPr>
        <w:tabs>
          <w:tab w:val="left" w:pos="529"/>
        </w:tabs>
        <w:jc w:val="both"/>
      </w:pPr>
      <w:r w:rsidRPr="00BF3DCF">
        <w:t xml:space="preserve">12.6. </w:t>
      </w:r>
      <w:r w:rsidRPr="00BF3DCF">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468A6D3" w14:textId="77777777" w:rsidR="00BF3DCF" w:rsidRPr="00BF3DCF" w:rsidRDefault="00BF3DCF" w:rsidP="00BF3DCF">
      <w:pPr>
        <w:tabs>
          <w:tab w:val="left" w:pos="534"/>
        </w:tabs>
        <w:jc w:val="both"/>
      </w:pPr>
      <w:r w:rsidRPr="00BF3DCF">
        <w:t xml:space="preserve">12.7. </w:t>
      </w:r>
      <w:r w:rsidRPr="00BF3DCF">
        <w:tab/>
        <w:t>Исполнение Договора не противоречит и не приведет к нарушению какого-либо договора, стороной которого является Сторона.</w:t>
      </w:r>
    </w:p>
    <w:p w14:paraId="0DD4B722" w14:textId="77777777" w:rsidR="00BF3DCF" w:rsidRPr="00BF3DCF" w:rsidRDefault="00BF3DCF" w:rsidP="00BF3DCF">
      <w:pPr>
        <w:tabs>
          <w:tab w:val="left" w:pos="529"/>
        </w:tabs>
        <w:jc w:val="both"/>
      </w:pPr>
      <w:r w:rsidRPr="00BF3DCF">
        <w:t xml:space="preserve">12.8. </w:t>
      </w:r>
      <w:r w:rsidRPr="00BF3DCF">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4825BF5" w14:textId="77777777" w:rsidR="00BF3DCF" w:rsidRPr="00BF3DCF" w:rsidRDefault="00BF3DCF" w:rsidP="00BF3DCF">
      <w:pPr>
        <w:tabs>
          <w:tab w:val="left" w:pos="541"/>
        </w:tabs>
        <w:jc w:val="both"/>
      </w:pPr>
      <w:r w:rsidRPr="00BF3DCF">
        <w:t xml:space="preserve">12.9. </w:t>
      </w:r>
      <w:r w:rsidRPr="00BF3DCF">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80EA039" w14:textId="77777777" w:rsidR="00BF3DCF" w:rsidRPr="00711B59" w:rsidRDefault="00BF3DCF" w:rsidP="00BF3DCF">
      <w:pPr>
        <w:tabs>
          <w:tab w:val="left" w:pos="534"/>
        </w:tabs>
        <w:jc w:val="both"/>
      </w:pPr>
      <w:r w:rsidRPr="00BF3DCF">
        <w:t xml:space="preserve">12.10. </w:t>
      </w:r>
      <w:r w:rsidRPr="00BF3DCF">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Pr="00711B59">
        <w:t xml:space="preserve"> </w:t>
      </w:r>
    </w:p>
    <w:p w14:paraId="3D68BCB3" w14:textId="1D6D407F" w:rsidR="003D1C41" w:rsidRDefault="003D1C41">
      <w:pPr>
        <w:jc w:val="both"/>
        <w:rPr>
          <w:bCs/>
        </w:rPr>
      </w:pPr>
    </w:p>
    <w:p w14:paraId="753FF0E3" w14:textId="77777777" w:rsidR="00F73F19" w:rsidRPr="00B01636" w:rsidRDefault="00F73F19" w:rsidP="00F73F19">
      <w:pPr>
        <w:autoSpaceDE w:val="0"/>
        <w:autoSpaceDN w:val="0"/>
        <w:adjustRightInd w:val="0"/>
        <w:jc w:val="center"/>
        <w:outlineLvl w:val="0"/>
        <w:rPr>
          <w:rFonts w:eastAsia="Calibri"/>
          <w:b/>
          <w:lang w:eastAsia="en-US"/>
        </w:rPr>
      </w:pPr>
      <w:r w:rsidRPr="00B01636">
        <w:rPr>
          <w:rFonts w:eastAsia="Calibri"/>
          <w:b/>
          <w:lang w:eastAsia="en-US"/>
        </w:rPr>
        <w:t>1</w:t>
      </w:r>
      <w:r>
        <w:rPr>
          <w:rFonts w:eastAsia="Calibri"/>
          <w:b/>
          <w:lang w:eastAsia="en-US"/>
        </w:rPr>
        <w:t>3</w:t>
      </w:r>
      <w:r w:rsidRPr="00B01636">
        <w:rPr>
          <w:rFonts w:eastAsia="Calibri"/>
          <w:b/>
          <w:lang w:eastAsia="en-US"/>
        </w:rPr>
        <w:t>. Уведомления и обмен документами</w:t>
      </w:r>
    </w:p>
    <w:p w14:paraId="310939C3" w14:textId="77777777" w:rsidR="00F73F19" w:rsidRPr="00B01636" w:rsidRDefault="00F73F19" w:rsidP="00F73F19">
      <w:pPr>
        <w:tabs>
          <w:tab w:val="left" w:pos="1695"/>
        </w:tabs>
        <w:autoSpaceDE w:val="0"/>
        <w:autoSpaceDN w:val="0"/>
        <w:adjustRightInd w:val="0"/>
        <w:jc w:val="both"/>
        <w:outlineLvl w:val="0"/>
        <w:rPr>
          <w:rFonts w:eastAsia="Calibri"/>
          <w:lang w:eastAsia="en-US"/>
        </w:rPr>
      </w:pPr>
      <w:r w:rsidRPr="00B01636">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B01636">
        <w:rPr>
          <w:rFonts w:eastAsia="Calibri" w:cs="Arial"/>
          <w:lang w:eastAsia="en-US"/>
        </w:rPr>
        <w:t>скреплены печатью Стороны (при наличии)</w:t>
      </w:r>
      <w:r w:rsidRPr="00B01636">
        <w:rPr>
          <w:rFonts w:eastAsia="Calibri"/>
          <w:lang w:eastAsia="en-US"/>
        </w:rPr>
        <w:t xml:space="preserve"> и доставлены одним из следующих способов:</w:t>
      </w:r>
    </w:p>
    <w:p w14:paraId="49F9CD13" w14:textId="77777777" w:rsidR="00F73F19" w:rsidRPr="00B01636" w:rsidRDefault="00F73F19" w:rsidP="00F73F19">
      <w:pPr>
        <w:widowControl w:val="0"/>
        <w:numPr>
          <w:ilvl w:val="0"/>
          <w:numId w:val="33"/>
        </w:numPr>
        <w:autoSpaceDE w:val="0"/>
        <w:autoSpaceDN w:val="0"/>
        <w:adjustRightInd w:val="0"/>
        <w:jc w:val="both"/>
        <w:rPr>
          <w:iCs/>
        </w:rPr>
      </w:pPr>
      <w:r w:rsidRPr="00B01636">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F3D2693" w14:textId="77777777" w:rsidR="00F73F19" w:rsidRPr="00B01636" w:rsidRDefault="00F73F19" w:rsidP="00F73F19">
      <w:pPr>
        <w:widowControl w:val="0"/>
        <w:numPr>
          <w:ilvl w:val="0"/>
          <w:numId w:val="33"/>
        </w:numPr>
        <w:autoSpaceDE w:val="0"/>
        <w:autoSpaceDN w:val="0"/>
        <w:adjustRightInd w:val="0"/>
        <w:jc w:val="both"/>
        <w:rPr>
          <w:iCs/>
        </w:rPr>
      </w:pPr>
      <w:r w:rsidRPr="00B01636">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7FD929F" w14:textId="77777777" w:rsidR="00F73F19" w:rsidRPr="00B01636" w:rsidRDefault="00F73F19" w:rsidP="00F73F19">
      <w:pPr>
        <w:tabs>
          <w:tab w:val="left" w:pos="1695"/>
        </w:tabs>
        <w:autoSpaceDE w:val="0"/>
        <w:autoSpaceDN w:val="0"/>
        <w:adjustRightInd w:val="0"/>
        <w:jc w:val="both"/>
        <w:outlineLvl w:val="0"/>
        <w:rPr>
          <w:rFonts w:eastAsia="Calibri"/>
          <w:lang w:eastAsia="en-US"/>
        </w:rPr>
      </w:pPr>
      <w:r w:rsidRPr="00B01636">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5EEA09A" w14:textId="77777777" w:rsidR="00F73F19" w:rsidRPr="00B01636" w:rsidRDefault="00F73F19" w:rsidP="00F73F19">
      <w:pPr>
        <w:tabs>
          <w:tab w:val="left" w:pos="1695"/>
        </w:tabs>
        <w:autoSpaceDE w:val="0"/>
        <w:autoSpaceDN w:val="0"/>
        <w:adjustRightInd w:val="0"/>
        <w:jc w:val="both"/>
        <w:outlineLvl w:val="0"/>
        <w:rPr>
          <w:rFonts w:eastAsia="Calibri"/>
          <w:lang w:eastAsia="en-US"/>
        </w:rPr>
      </w:pPr>
      <w:r w:rsidRPr="00B01636">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E93E851"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B01636">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w:t>
      </w:r>
      <w:r w:rsidRPr="0032618B">
        <w:rPr>
          <w:rFonts w:eastAsia="Calibri"/>
          <w:lang w:eastAsia="en-US"/>
        </w:rPr>
        <w:t xml:space="preserve"> «для отметки».</w:t>
      </w:r>
    </w:p>
    <w:p w14:paraId="0B446A5C"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B0F382"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17AA2E2"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C79E14"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D084745"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1A31262"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 xml:space="preserve">13.10. </w:t>
      </w:r>
      <w:r w:rsidRPr="0032618B">
        <w:rPr>
          <w:rFonts w:eastAsia="Calibri" w:cs="Arial"/>
          <w:lang w:eastAsia="en-US"/>
        </w:rPr>
        <w:t xml:space="preserve">Подрядчик </w:t>
      </w:r>
      <w:r w:rsidRPr="0032618B">
        <w:rPr>
          <w:rFonts w:eastAsia="Calibri"/>
          <w:lang w:eastAsia="en-US"/>
        </w:rPr>
        <w:t xml:space="preserve">в течение всего срока действия Договора направляет </w:t>
      </w:r>
      <w:r w:rsidRPr="0032618B">
        <w:rPr>
          <w:rFonts w:eastAsia="Calibri" w:cs="Arial"/>
          <w:lang w:eastAsia="en-US"/>
        </w:rPr>
        <w:t>Заказчику</w:t>
      </w:r>
      <w:r w:rsidRPr="0032618B">
        <w:rPr>
          <w:rFonts w:eastAsia="Calibri"/>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8051E27" w14:textId="77777777" w:rsidR="00F73F19" w:rsidRPr="0032618B" w:rsidRDefault="00F73F19" w:rsidP="00F73F19">
      <w:pPr>
        <w:widowControl w:val="0"/>
        <w:numPr>
          <w:ilvl w:val="0"/>
          <w:numId w:val="32"/>
        </w:numPr>
        <w:ind w:left="816" w:hanging="357"/>
        <w:jc w:val="both"/>
      </w:pPr>
      <w:r w:rsidRPr="0032618B">
        <w:t>изменение адреса государственной регистрации и (или) почтового адреса;</w:t>
      </w:r>
    </w:p>
    <w:p w14:paraId="7762B53A" w14:textId="77777777" w:rsidR="00F73F19" w:rsidRPr="0032618B" w:rsidRDefault="00F73F19" w:rsidP="00F73F19">
      <w:pPr>
        <w:widowControl w:val="0"/>
        <w:numPr>
          <w:ilvl w:val="0"/>
          <w:numId w:val="32"/>
        </w:numPr>
        <w:ind w:left="816" w:hanging="357"/>
        <w:jc w:val="both"/>
      </w:pPr>
      <w:r w:rsidRPr="0032618B">
        <w:t>изменение банковских реквизитов;</w:t>
      </w:r>
    </w:p>
    <w:p w14:paraId="20CF640A" w14:textId="77777777" w:rsidR="00F73F19" w:rsidRPr="0032618B" w:rsidRDefault="00F73F19" w:rsidP="00F73F19">
      <w:pPr>
        <w:widowControl w:val="0"/>
        <w:numPr>
          <w:ilvl w:val="0"/>
          <w:numId w:val="32"/>
        </w:numPr>
        <w:ind w:left="816" w:hanging="357"/>
        <w:jc w:val="both"/>
      </w:pPr>
      <w:r w:rsidRPr="0032618B">
        <w:t>изменение учредительных документов;</w:t>
      </w:r>
    </w:p>
    <w:p w14:paraId="4F3D91BF" w14:textId="77777777" w:rsidR="00F73F19" w:rsidRPr="0032618B" w:rsidRDefault="00F73F19" w:rsidP="00F73F19">
      <w:pPr>
        <w:widowControl w:val="0"/>
        <w:numPr>
          <w:ilvl w:val="0"/>
          <w:numId w:val="32"/>
        </w:numPr>
        <w:ind w:left="816" w:hanging="357"/>
        <w:jc w:val="both"/>
      </w:pPr>
      <w:r w:rsidRPr="0032618B">
        <w:t>изменение ИНН и (или) КПП;</w:t>
      </w:r>
    </w:p>
    <w:p w14:paraId="080D3C7C" w14:textId="77777777" w:rsidR="00F73F19" w:rsidRPr="0032618B" w:rsidRDefault="00F73F19" w:rsidP="00F73F19">
      <w:pPr>
        <w:widowControl w:val="0"/>
        <w:numPr>
          <w:ilvl w:val="0"/>
          <w:numId w:val="32"/>
        </w:numPr>
        <w:ind w:left="816" w:hanging="357"/>
        <w:jc w:val="both"/>
      </w:pPr>
      <w:r w:rsidRPr="0032618B">
        <w:t>принятие решения о смене наименования;</w:t>
      </w:r>
    </w:p>
    <w:p w14:paraId="7ED60A54" w14:textId="77777777" w:rsidR="00F73F19" w:rsidRPr="0032618B" w:rsidRDefault="00F73F19" w:rsidP="00F73F19">
      <w:pPr>
        <w:widowControl w:val="0"/>
        <w:numPr>
          <w:ilvl w:val="0"/>
          <w:numId w:val="32"/>
        </w:numPr>
        <w:ind w:left="816" w:hanging="357"/>
        <w:jc w:val="both"/>
      </w:pPr>
      <w:r w:rsidRPr="0032618B">
        <w:t>принятие решения о реорганизации;</w:t>
      </w:r>
    </w:p>
    <w:p w14:paraId="74573BF0" w14:textId="77777777" w:rsidR="00F73F19" w:rsidRPr="0032618B" w:rsidRDefault="00F73F19" w:rsidP="00F73F19">
      <w:pPr>
        <w:widowControl w:val="0"/>
        <w:numPr>
          <w:ilvl w:val="0"/>
          <w:numId w:val="32"/>
        </w:numPr>
        <w:ind w:left="816" w:hanging="357"/>
        <w:jc w:val="both"/>
      </w:pPr>
      <w:r w:rsidRPr="0032618B">
        <w:t>введение процедуры банкротства;</w:t>
      </w:r>
    </w:p>
    <w:p w14:paraId="51A3571B" w14:textId="77777777" w:rsidR="00F73F19" w:rsidRPr="0032618B" w:rsidRDefault="00F73F19" w:rsidP="00F73F19">
      <w:pPr>
        <w:widowControl w:val="0"/>
        <w:numPr>
          <w:ilvl w:val="0"/>
          <w:numId w:val="32"/>
        </w:numPr>
        <w:ind w:left="816" w:hanging="357"/>
        <w:jc w:val="both"/>
      </w:pPr>
      <w:r w:rsidRPr="0032618B">
        <w:t>принятие решения о добровольной ликвидации;</w:t>
      </w:r>
    </w:p>
    <w:p w14:paraId="02517676" w14:textId="77777777" w:rsidR="00F73F19" w:rsidRPr="0032618B" w:rsidRDefault="00F73F19" w:rsidP="00F73F19">
      <w:pPr>
        <w:widowControl w:val="0"/>
        <w:numPr>
          <w:ilvl w:val="0"/>
          <w:numId w:val="32"/>
        </w:numPr>
        <w:ind w:left="816" w:hanging="357"/>
        <w:jc w:val="both"/>
      </w:pPr>
      <w:r w:rsidRPr="0032618B">
        <w:t>принятие решения об уменьшении уставного капитала.</w:t>
      </w:r>
    </w:p>
    <w:p w14:paraId="0A3A4392"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 xml:space="preserve">13.11. За каждый случай нарушения срока направления или ненаправления </w:t>
      </w:r>
      <w:r w:rsidRPr="0032618B">
        <w:rPr>
          <w:rFonts w:eastAsia="Calibri" w:cs="Arial"/>
          <w:lang w:eastAsia="en-US"/>
        </w:rPr>
        <w:t>Подрядчиком</w:t>
      </w:r>
      <w:r w:rsidRPr="0032618B">
        <w:rPr>
          <w:rFonts w:eastAsia="Calibri" w:cs="Arial"/>
          <w:color w:val="C00000"/>
          <w:lang w:eastAsia="en-US"/>
        </w:rPr>
        <w:t xml:space="preserve"> </w:t>
      </w:r>
      <w:r w:rsidRPr="0032618B">
        <w:rPr>
          <w:rFonts w:eastAsia="Calibri"/>
          <w:lang w:eastAsia="en-US"/>
        </w:rPr>
        <w:t xml:space="preserve"> уведомления о наступившем событии из числа указанных в пункте </w:t>
      </w:r>
      <w:r w:rsidRPr="00587818">
        <w:rPr>
          <w:rFonts w:eastAsia="Calibri"/>
          <w:lang w:eastAsia="en-US"/>
        </w:rPr>
        <w:t xml:space="preserve">13.10 </w:t>
      </w:r>
      <w:r w:rsidRPr="0032618B">
        <w:rPr>
          <w:rFonts w:eastAsia="Calibri"/>
          <w:lang w:eastAsia="en-US"/>
        </w:rPr>
        <w:t xml:space="preserve">Договора </w:t>
      </w:r>
      <w:r w:rsidRPr="0032618B">
        <w:rPr>
          <w:rFonts w:eastAsia="Calibri" w:cs="Arial"/>
          <w:lang w:eastAsia="en-US"/>
        </w:rPr>
        <w:t xml:space="preserve">Подрядчик </w:t>
      </w:r>
      <w:r w:rsidRPr="0032618B">
        <w:rPr>
          <w:rFonts w:eastAsia="Calibri"/>
          <w:lang w:eastAsia="en-US"/>
        </w:rPr>
        <w:t xml:space="preserve"> обязуется уплатить </w:t>
      </w:r>
      <w:r w:rsidRPr="0032618B">
        <w:rPr>
          <w:rFonts w:eastAsia="Calibri" w:cs="Arial"/>
          <w:lang w:eastAsia="en-US"/>
        </w:rPr>
        <w:t>Заказчику</w:t>
      </w:r>
      <w:r w:rsidRPr="0032618B">
        <w:rPr>
          <w:rFonts w:eastAsia="Calibri"/>
          <w:color w:val="C00000"/>
          <w:lang w:eastAsia="en-US"/>
        </w:rPr>
        <w:t xml:space="preserve"> </w:t>
      </w:r>
      <w:r w:rsidRPr="0032618B">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32618B">
        <w:rPr>
          <w:rFonts w:eastAsia="Calibri" w:cs="Arial"/>
          <w:lang w:eastAsia="en-US"/>
        </w:rPr>
        <w:t>Заказчика</w:t>
      </w:r>
      <w:r w:rsidRPr="0032618B">
        <w:rPr>
          <w:rFonts w:eastAsia="Calibri"/>
          <w:lang w:eastAsia="en-US"/>
        </w:rPr>
        <w:t xml:space="preserve">, связанной с непринятием налоговым органом у </w:t>
      </w:r>
      <w:r w:rsidRPr="0032618B">
        <w:rPr>
          <w:rFonts w:eastAsia="Calibri" w:cs="Arial"/>
          <w:lang w:eastAsia="en-US"/>
        </w:rPr>
        <w:t>Заказчика</w:t>
      </w:r>
      <w:r w:rsidRPr="0032618B">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32618B">
        <w:rPr>
          <w:rFonts w:eastAsia="Calibri" w:cs="Arial"/>
          <w:lang w:eastAsia="en-US"/>
        </w:rPr>
        <w:t>Подрядчика</w:t>
      </w:r>
      <w:r w:rsidRPr="0032618B">
        <w:rPr>
          <w:rFonts w:eastAsia="Calibri"/>
          <w:lang w:eastAsia="en-US"/>
        </w:rPr>
        <w:t xml:space="preserve">, допущенного из-за ненадлежащего исполнения </w:t>
      </w:r>
      <w:r w:rsidRPr="0032618B">
        <w:rPr>
          <w:rFonts w:eastAsia="Calibri" w:cs="Arial"/>
          <w:lang w:eastAsia="en-US"/>
        </w:rPr>
        <w:t xml:space="preserve">Подрядчиком </w:t>
      </w:r>
      <w:r w:rsidRPr="0032618B">
        <w:rPr>
          <w:rFonts w:eastAsia="Calibri"/>
          <w:lang w:eastAsia="en-US"/>
        </w:rPr>
        <w:t xml:space="preserve"> обязанности по пункту 13.10 Договора.</w:t>
      </w:r>
    </w:p>
    <w:p w14:paraId="783EDC14" w14:textId="77777777" w:rsidR="00F73F19" w:rsidRPr="0032618B" w:rsidRDefault="00F73F19" w:rsidP="00F73F19">
      <w:pPr>
        <w:tabs>
          <w:tab w:val="left" w:pos="1695"/>
        </w:tabs>
        <w:autoSpaceDE w:val="0"/>
        <w:autoSpaceDN w:val="0"/>
        <w:adjustRightInd w:val="0"/>
        <w:jc w:val="both"/>
        <w:outlineLvl w:val="0"/>
        <w:rPr>
          <w:rFonts w:eastAsia="Calibri"/>
          <w:lang w:eastAsia="en-US"/>
        </w:rPr>
      </w:pPr>
      <w:r w:rsidRPr="0032618B">
        <w:rPr>
          <w:rFonts w:eastAsia="Calibri"/>
          <w:lang w:eastAsia="en-US"/>
        </w:rPr>
        <w:t xml:space="preserve">13.12. Кроме того, </w:t>
      </w:r>
      <w:r w:rsidRPr="0032618B">
        <w:rPr>
          <w:rFonts w:eastAsia="Calibri" w:cs="Arial"/>
          <w:lang w:eastAsia="en-US"/>
        </w:rPr>
        <w:t>Подрядчик</w:t>
      </w:r>
      <w:r w:rsidRPr="0032618B">
        <w:rPr>
          <w:rFonts w:eastAsia="Calibri"/>
          <w:lang w:eastAsia="en-US"/>
        </w:rPr>
        <w:t>,</w:t>
      </w:r>
      <w:r w:rsidRPr="0032618B">
        <w:rPr>
          <w:rFonts w:eastAsia="Calibri"/>
          <w:color w:val="C00000"/>
          <w:lang w:eastAsia="en-US"/>
        </w:rPr>
        <w:t xml:space="preserve"> </w:t>
      </w:r>
      <w:r w:rsidRPr="0032618B">
        <w:rPr>
          <w:rFonts w:eastAsia="Calibri"/>
          <w:lang w:eastAsia="en-US"/>
        </w:rPr>
        <w:t xml:space="preserve">письменно уведомляет </w:t>
      </w:r>
      <w:r w:rsidRPr="0032618B">
        <w:rPr>
          <w:rFonts w:eastAsia="Calibri" w:cs="Arial"/>
          <w:lang w:eastAsia="en-US"/>
        </w:rPr>
        <w:t>Заказчика</w:t>
      </w:r>
      <w:r w:rsidRPr="0032618B">
        <w:rPr>
          <w:rFonts w:eastAsia="Calibri"/>
          <w:lang w:eastAsia="en-US"/>
        </w:rPr>
        <w:t xml:space="preserve"> обо всех собственниках </w:t>
      </w:r>
      <w:r w:rsidRPr="0032618B">
        <w:rPr>
          <w:rFonts w:eastAsia="Calibri" w:cs="Arial"/>
          <w:lang w:eastAsia="en-US"/>
        </w:rPr>
        <w:t>Подрядчика</w:t>
      </w:r>
      <w:r w:rsidRPr="0032618B">
        <w:rPr>
          <w:rFonts w:eastAsia="Calibri"/>
          <w:color w:val="C00000"/>
          <w:lang w:eastAsia="en-US"/>
        </w:rPr>
        <w:t xml:space="preserve"> </w:t>
      </w:r>
      <w:r w:rsidRPr="0032618B">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32618B">
        <w:rPr>
          <w:rFonts w:eastAsia="Calibri" w:cs="Arial"/>
          <w:lang w:eastAsia="en-US"/>
        </w:rPr>
        <w:t>Подрядчика</w:t>
      </w:r>
      <w:r w:rsidRPr="0032618B">
        <w:rPr>
          <w:rFonts w:eastAsia="Calibri"/>
          <w:lang w:eastAsia="en-US"/>
        </w:rPr>
        <w:t xml:space="preserve"> с приложением подтверждающих документов в течение 5 (пяти) дней с момента таких изменений.</w:t>
      </w:r>
    </w:p>
    <w:p w14:paraId="1E8DEA43" w14:textId="77777777" w:rsidR="00F73F19" w:rsidRPr="00E66722" w:rsidRDefault="00F73F19" w:rsidP="00F73F19">
      <w:pPr>
        <w:jc w:val="both"/>
        <w:rPr>
          <w:bCs/>
        </w:rPr>
      </w:pPr>
    </w:p>
    <w:p w14:paraId="48919221" w14:textId="77777777" w:rsidR="00F73F19" w:rsidRPr="00B01636" w:rsidRDefault="00F73F19">
      <w:pPr>
        <w:jc w:val="both"/>
        <w:rPr>
          <w:bCs/>
        </w:rPr>
      </w:pPr>
    </w:p>
    <w:p w14:paraId="4A1C3CBF" w14:textId="77777777" w:rsidR="00E02041" w:rsidRPr="00B00208" w:rsidRDefault="00E02041" w:rsidP="00E02041">
      <w:pPr>
        <w:numPr>
          <w:ilvl w:val="12"/>
          <w:numId w:val="0"/>
        </w:numPr>
        <w:jc w:val="center"/>
        <w:rPr>
          <w:b/>
        </w:rPr>
      </w:pPr>
      <w:r w:rsidRPr="00B00208">
        <w:rPr>
          <w:b/>
        </w:rPr>
        <w:t>14.</w:t>
      </w:r>
      <w:r w:rsidRPr="00B00208">
        <w:rPr>
          <w:b/>
        </w:rPr>
        <w:tab/>
        <w:t>Конфиденциальная информация</w:t>
      </w:r>
    </w:p>
    <w:p w14:paraId="38533EEF" w14:textId="77777777" w:rsidR="00E02041" w:rsidRPr="00906BBB" w:rsidRDefault="00E02041" w:rsidP="00E02041">
      <w:pPr>
        <w:numPr>
          <w:ilvl w:val="12"/>
          <w:numId w:val="0"/>
        </w:numPr>
        <w:jc w:val="both"/>
      </w:pPr>
      <w:r w:rsidRPr="00906BBB">
        <w:t xml:space="preserve">14.1. </w:t>
      </w:r>
      <w:r w:rsidRPr="00906BBB">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CA21E9A" w14:textId="77777777" w:rsidR="00E02041" w:rsidRPr="00906BBB" w:rsidRDefault="00E02041" w:rsidP="00E02041">
      <w:pPr>
        <w:numPr>
          <w:ilvl w:val="12"/>
          <w:numId w:val="0"/>
        </w:numPr>
        <w:jc w:val="both"/>
      </w:pPr>
      <w:r w:rsidRPr="00906BBB">
        <w:t xml:space="preserve">14.2. </w:t>
      </w:r>
      <w:r w:rsidRPr="00906BBB">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27CFA99" w14:textId="77777777" w:rsidR="00E02041" w:rsidRPr="00906BBB" w:rsidRDefault="00E02041" w:rsidP="00E02041">
      <w:pPr>
        <w:numPr>
          <w:ilvl w:val="12"/>
          <w:numId w:val="0"/>
        </w:numPr>
        <w:jc w:val="both"/>
      </w:pPr>
      <w:r w:rsidRPr="00906BBB">
        <w:t>(1)</w:t>
      </w:r>
      <w:r w:rsidRPr="00906BBB">
        <w:tab/>
        <w:t>являются или стали общедоступными по причинам, не связанным с действиями Стороны;</w:t>
      </w:r>
    </w:p>
    <w:p w14:paraId="2FA694C7" w14:textId="77777777" w:rsidR="00E02041" w:rsidRPr="00906BBB" w:rsidRDefault="00E02041" w:rsidP="00E02041">
      <w:pPr>
        <w:numPr>
          <w:ilvl w:val="12"/>
          <w:numId w:val="0"/>
        </w:numPr>
        <w:jc w:val="both"/>
      </w:pPr>
      <w:r w:rsidRPr="00906BBB">
        <w:t>(2)</w:t>
      </w:r>
      <w:r w:rsidRPr="00906BBB">
        <w:tab/>
        <w:t>являются общедоступными и (или) были раскрыты Сторонами публично на дату заключения Договора;</w:t>
      </w:r>
    </w:p>
    <w:p w14:paraId="24A65DED" w14:textId="77777777" w:rsidR="00E02041" w:rsidRPr="00906BBB" w:rsidRDefault="00E02041" w:rsidP="00E02041">
      <w:pPr>
        <w:numPr>
          <w:ilvl w:val="12"/>
          <w:numId w:val="0"/>
        </w:numPr>
        <w:jc w:val="both"/>
      </w:pPr>
      <w:r w:rsidRPr="00906BBB">
        <w:t>(3)</w:t>
      </w:r>
      <w:r w:rsidRPr="00906BBB">
        <w:tab/>
        <w:t>стали общедоступными после заключения Договора иначе, чем в результате нарушения настоящего Договора получающей Стороной;</w:t>
      </w:r>
    </w:p>
    <w:p w14:paraId="1D6E1974" w14:textId="77777777" w:rsidR="00E02041" w:rsidRPr="00906BBB" w:rsidRDefault="00E02041" w:rsidP="00E02041">
      <w:pPr>
        <w:numPr>
          <w:ilvl w:val="12"/>
          <w:numId w:val="0"/>
        </w:numPr>
        <w:jc w:val="both"/>
      </w:pPr>
      <w:r w:rsidRPr="00906BBB">
        <w:t>(4)</w:t>
      </w:r>
      <w:r w:rsidRPr="00906BBB">
        <w:tab/>
        <w:t>получены Стороной независимо и на законных основаниях иначе, чем в результате нарушения Договора;</w:t>
      </w:r>
    </w:p>
    <w:p w14:paraId="23D32E24" w14:textId="77777777" w:rsidR="00E02041" w:rsidRPr="00906BBB" w:rsidRDefault="00E02041" w:rsidP="00E02041">
      <w:pPr>
        <w:numPr>
          <w:ilvl w:val="12"/>
          <w:numId w:val="0"/>
        </w:numPr>
        <w:jc w:val="both"/>
      </w:pPr>
      <w:r w:rsidRPr="00906BBB">
        <w:t>(5)</w:t>
      </w:r>
      <w:r w:rsidRPr="00906BBB">
        <w:tab/>
        <w:t>разрешены к раскрытию по письменному согласию другой Стороны на снятие режима конфиденциальности;</w:t>
      </w:r>
    </w:p>
    <w:p w14:paraId="779DDAFD" w14:textId="77777777" w:rsidR="00E02041" w:rsidRPr="00906BBB" w:rsidRDefault="00E02041" w:rsidP="00E02041">
      <w:pPr>
        <w:numPr>
          <w:ilvl w:val="12"/>
          <w:numId w:val="0"/>
        </w:numPr>
        <w:jc w:val="both"/>
      </w:pPr>
      <w:r w:rsidRPr="00906BBB">
        <w:t>(6)</w:t>
      </w:r>
      <w:r w:rsidRPr="00906BBB">
        <w:tab/>
        <w:t xml:space="preserve"> не могут являться конфиденциальными в силу прямого указания действующего законодательства.</w:t>
      </w:r>
    </w:p>
    <w:p w14:paraId="7DE719C9" w14:textId="77777777" w:rsidR="00E02041" w:rsidRPr="00906BBB" w:rsidRDefault="00E02041" w:rsidP="00E02041">
      <w:pPr>
        <w:numPr>
          <w:ilvl w:val="12"/>
          <w:numId w:val="0"/>
        </w:numPr>
        <w:jc w:val="both"/>
      </w:pPr>
      <w:r w:rsidRPr="00906BBB">
        <w:t xml:space="preserve">14.3. </w:t>
      </w:r>
      <w:r w:rsidRPr="00906BBB">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5D53A38" w14:textId="77777777" w:rsidR="00E02041" w:rsidRPr="00906BBB" w:rsidRDefault="00E02041" w:rsidP="00E02041">
      <w:pPr>
        <w:numPr>
          <w:ilvl w:val="12"/>
          <w:numId w:val="0"/>
        </w:numPr>
        <w:jc w:val="both"/>
      </w:pPr>
      <w:r w:rsidRPr="00906BBB">
        <w:t xml:space="preserve">14.4. </w:t>
      </w:r>
      <w:r w:rsidRPr="00906BBB">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027361D" w14:textId="77777777" w:rsidR="00E02041" w:rsidRPr="00906BBB" w:rsidRDefault="00E02041" w:rsidP="00E02041">
      <w:pPr>
        <w:numPr>
          <w:ilvl w:val="12"/>
          <w:numId w:val="0"/>
        </w:numPr>
        <w:jc w:val="both"/>
      </w:pPr>
      <w:r w:rsidRPr="00906BBB">
        <w:t xml:space="preserve">14.5. </w:t>
      </w:r>
      <w:r w:rsidRPr="00906BBB">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B5399C0" w14:textId="77777777" w:rsidR="00E02041" w:rsidRPr="00906BBB" w:rsidRDefault="00E02041" w:rsidP="00E02041">
      <w:pPr>
        <w:numPr>
          <w:ilvl w:val="12"/>
          <w:numId w:val="0"/>
        </w:numPr>
        <w:jc w:val="both"/>
      </w:pPr>
      <w:r w:rsidRPr="00906BBB">
        <w:t xml:space="preserve">14.6. </w:t>
      </w:r>
      <w:r w:rsidRPr="00906BBB">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3E42D3" w14:textId="77777777" w:rsidR="00E02041" w:rsidRPr="00906BBB" w:rsidRDefault="00E02041" w:rsidP="00E02041">
      <w:pPr>
        <w:numPr>
          <w:ilvl w:val="12"/>
          <w:numId w:val="0"/>
        </w:numPr>
        <w:jc w:val="both"/>
      </w:pPr>
      <w:r w:rsidRPr="00906BBB">
        <w:t>14.7.</w:t>
      </w:r>
      <w:r w:rsidRPr="00906BBB">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27065DA" w14:textId="77777777" w:rsidR="00E02041" w:rsidRDefault="00E02041" w:rsidP="00C56B89">
      <w:pPr>
        <w:tabs>
          <w:tab w:val="left" w:pos="1695"/>
        </w:tabs>
        <w:autoSpaceDE w:val="0"/>
        <w:autoSpaceDN w:val="0"/>
        <w:adjustRightInd w:val="0"/>
        <w:jc w:val="center"/>
        <w:outlineLvl w:val="0"/>
        <w:rPr>
          <w:rFonts w:eastAsia="Calibri"/>
          <w:b/>
          <w:lang w:eastAsia="en-US"/>
        </w:rPr>
      </w:pPr>
    </w:p>
    <w:p w14:paraId="4BFD8AC0" w14:textId="77777777" w:rsidR="00E02041" w:rsidRDefault="00E02041" w:rsidP="00C56B89">
      <w:pPr>
        <w:tabs>
          <w:tab w:val="left" w:pos="1695"/>
        </w:tabs>
        <w:autoSpaceDE w:val="0"/>
        <w:autoSpaceDN w:val="0"/>
        <w:adjustRightInd w:val="0"/>
        <w:jc w:val="center"/>
        <w:outlineLvl w:val="0"/>
        <w:rPr>
          <w:rFonts w:eastAsia="Calibri"/>
          <w:b/>
          <w:lang w:eastAsia="en-US"/>
        </w:rPr>
      </w:pPr>
    </w:p>
    <w:p w14:paraId="5980D637" w14:textId="71063C8F" w:rsidR="00263A44" w:rsidRDefault="00263A44" w:rsidP="00C56B89">
      <w:pPr>
        <w:tabs>
          <w:tab w:val="left" w:pos="1695"/>
        </w:tabs>
        <w:autoSpaceDE w:val="0"/>
        <w:autoSpaceDN w:val="0"/>
        <w:adjustRightInd w:val="0"/>
        <w:jc w:val="center"/>
        <w:outlineLvl w:val="0"/>
        <w:rPr>
          <w:rFonts w:eastAsia="Calibri"/>
          <w:b/>
          <w:lang w:eastAsia="en-US"/>
        </w:rPr>
      </w:pPr>
      <w:r w:rsidRPr="0032618B">
        <w:rPr>
          <w:rFonts w:eastAsia="Calibri"/>
          <w:b/>
          <w:lang w:eastAsia="en-US"/>
        </w:rPr>
        <w:t>1</w:t>
      </w:r>
      <w:r w:rsidR="0023774A">
        <w:rPr>
          <w:rFonts w:eastAsia="Calibri"/>
          <w:b/>
          <w:lang w:eastAsia="en-US"/>
        </w:rPr>
        <w:t>5</w:t>
      </w:r>
      <w:r w:rsidRPr="0032618B">
        <w:rPr>
          <w:rFonts w:eastAsia="Calibri"/>
          <w:b/>
          <w:lang w:eastAsia="en-US"/>
        </w:rPr>
        <w:t>. Толкование</w:t>
      </w:r>
    </w:p>
    <w:p w14:paraId="6D1B0622" w14:textId="77777777" w:rsidR="00643251" w:rsidRPr="0032618B" w:rsidRDefault="00643251" w:rsidP="00C56B89">
      <w:pPr>
        <w:tabs>
          <w:tab w:val="left" w:pos="1695"/>
        </w:tabs>
        <w:autoSpaceDE w:val="0"/>
        <w:autoSpaceDN w:val="0"/>
        <w:adjustRightInd w:val="0"/>
        <w:jc w:val="center"/>
        <w:outlineLvl w:val="0"/>
        <w:rPr>
          <w:rFonts w:eastAsia="Calibri"/>
          <w:b/>
          <w:lang w:eastAsia="en-US"/>
        </w:rPr>
      </w:pPr>
    </w:p>
    <w:p w14:paraId="3EA6DA64" w14:textId="77AD9268" w:rsidR="00263A44" w:rsidRPr="0032618B"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3A4914F3" w:rsidR="00263A44" w:rsidRPr="0032618B"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3D5AD6A8" w:rsidR="00263A44" w:rsidRPr="0032618B"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0075103E" w:rsidR="00263A44" w:rsidRPr="0032618B"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6F9CDA7B" w:rsidR="00263A44" w:rsidRDefault="00263A44" w:rsidP="00C56B89">
      <w:pPr>
        <w:tabs>
          <w:tab w:val="left" w:pos="1695"/>
        </w:tabs>
        <w:autoSpaceDE w:val="0"/>
        <w:autoSpaceDN w:val="0"/>
        <w:adjustRightInd w:val="0"/>
        <w:jc w:val="both"/>
        <w:outlineLvl w:val="0"/>
        <w:rPr>
          <w:rFonts w:eastAsia="Calibri"/>
          <w:lang w:eastAsia="en-US"/>
        </w:rPr>
      </w:pPr>
      <w:r w:rsidRPr="0032618B">
        <w:rPr>
          <w:rFonts w:eastAsia="Calibri"/>
          <w:lang w:eastAsia="en-US"/>
        </w:rPr>
        <w:t>1</w:t>
      </w:r>
      <w:r w:rsidR="001855EC">
        <w:rPr>
          <w:rFonts w:eastAsia="Calibri"/>
          <w:lang w:eastAsia="en-US"/>
        </w:rPr>
        <w:t>5</w:t>
      </w:r>
      <w:r w:rsidRPr="0032618B">
        <w:rPr>
          <w:rFonts w:eastAsia="Calibri"/>
          <w:lang w:eastAsia="en-US"/>
        </w:rPr>
        <w:t>.5.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A6DD82" w14:textId="731317F4" w:rsidR="0035353F" w:rsidRDefault="0035353F" w:rsidP="00643251">
      <w:pPr>
        <w:pStyle w:val="a8"/>
        <w:rPr>
          <w:b/>
        </w:rPr>
      </w:pPr>
      <w:r>
        <w:rPr>
          <w:rFonts w:eastAsia="Calibri"/>
          <w:lang w:eastAsia="en-US"/>
        </w:rPr>
        <w:tab/>
      </w:r>
      <w:r>
        <w:rPr>
          <w:rFonts w:eastAsia="Calibri"/>
          <w:lang w:eastAsia="en-US"/>
        </w:rPr>
        <w:tab/>
      </w:r>
      <w:r>
        <w:rPr>
          <w:rFonts w:eastAsia="Calibri"/>
          <w:lang w:eastAsia="en-US"/>
        </w:rPr>
        <w:tab/>
      </w:r>
      <w:r w:rsidR="00643251">
        <w:rPr>
          <w:rFonts w:eastAsia="Calibri"/>
          <w:lang w:eastAsia="en-US"/>
        </w:rPr>
        <w:t xml:space="preserve">      </w:t>
      </w:r>
      <w:r w:rsidRPr="005024F8">
        <w:rPr>
          <w:rFonts w:eastAsia="Calibri"/>
          <w:b/>
          <w:lang w:eastAsia="en-US"/>
        </w:rPr>
        <w:t>1</w:t>
      </w:r>
      <w:r w:rsidR="009B6077">
        <w:rPr>
          <w:rFonts w:eastAsia="Calibri"/>
          <w:b/>
          <w:lang w:eastAsia="en-US"/>
        </w:rPr>
        <w:t>6</w:t>
      </w:r>
      <w:r w:rsidRPr="0035353F">
        <w:rPr>
          <w:rFonts w:eastAsia="Calibri"/>
          <w:b/>
          <w:lang w:eastAsia="en-US"/>
        </w:rPr>
        <w:t xml:space="preserve">. </w:t>
      </w:r>
      <w:r w:rsidRPr="0035353F">
        <w:rPr>
          <w:b/>
        </w:rPr>
        <w:t xml:space="preserve">Антисанкционная </w:t>
      </w:r>
      <w:r>
        <w:rPr>
          <w:b/>
        </w:rPr>
        <w:t xml:space="preserve"> </w:t>
      </w:r>
      <w:r w:rsidRPr="0035353F">
        <w:rPr>
          <w:b/>
        </w:rPr>
        <w:t xml:space="preserve"> оговорка</w:t>
      </w:r>
    </w:p>
    <w:p w14:paraId="63BBD1DF" w14:textId="14870C51" w:rsidR="0035353F" w:rsidRDefault="0035353F" w:rsidP="0035353F">
      <w:pPr>
        <w:pStyle w:val="a8"/>
      </w:pPr>
      <w:r>
        <w:t>1</w:t>
      </w:r>
      <w:r w:rsidR="009B6077">
        <w:t>6.1</w:t>
      </w:r>
      <w:r>
        <w:t>.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C910F7" w14:textId="4B237915" w:rsidR="0035353F" w:rsidRDefault="009B6077" w:rsidP="0035353F">
      <w:pPr>
        <w:pStyle w:val="a8"/>
      </w:pPr>
      <w:r>
        <w:t>16.</w:t>
      </w:r>
      <w:r w:rsidR="0035353F">
        <w:t xml:space="preserve"> 2. Подрядчик обязуется уведомить Заказчика немедленно, если Контрагент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4235E13" w14:textId="3CF34EF7" w:rsidR="0035353F" w:rsidRDefault="009B6077" w:rsidP="0035353F">
      <w:pPr>
        <w:pStyle w:val="a8"/>
      </w:pPr>
      <w:r>
        <w:t>16.</w:t>
      </w:r>
      <w:r w:rsidR="0035353F">
        <w:t xml:space="preserve"> 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 </w:t>
      </w:r>
    </w:p>
    <w:p w14:paraId="32A619AE" w14:textId="17A8F012" w:rsidR="0035353F" w:rsidRDefault="009B6077" w:rsidP="0035353F">
      <w:pPr>
        <w:pStyle w:val="a8"/>
      </w:pPr>
      <w:r>
        <w:t>16.</w:t>
      </w:r>
      <w:r w:rsidR="0035353F">
        <w:t>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w:t>
      </w:r>
      <w:r w:rsidR="00E60B2E">
        <w:t>з</w:t>
      </w:r>
      <w:r w:rsidR="0035353F">
        <w:t xml:space="preserve">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23B37B9D" w14:textId="4FF01004" w:rsidR="00671844" w:rsidRDefault="009B6077" w:rsidP="00C56B89">
      <w:pPr>
        <w:pStyle w:val="a4"/>
        <w:jc w:val="center"/>
        <w:rPr>
          <w:b/>
          <w:bCs/>
        </w:rPr>
      </w:pPr>
      <w:r>
        <w:rPr>
          <w:b/>
          <w:bCs/>
        </w:rPr>
        <w:t>17</w:t>
      </w:r>
      <w:r w:rsidR="00671844" w:rsidRPr="0032618B">
        <w:rPr>
          <w:b/>
          <w:bCs/>
        </w:rPr>
        <w:t>. Заключительные положения</w:t>
      </w:r>
    </w:p>
    <w:p w14:paraId="334AC57D" w14:textId="77777777" w:rsidR="001D182E" w:rsidRPr="0032618B" w:rsidRDefault="001D182E" w:rsidP="00C56B89">
      <w:pPr>
        <w:pStyle w:val="a4"/>
        <w:jc w:val="center"/>
        <w:rPr>
          <w:b/>
          <w:bCs/>
        </w:rPr>
      </w:pPr>
    </w:p>
    <w:p w14:paraId="058D2666" w14:textId="77777777" w:rsidR="009B6077" w:rsidRPr="00193DA0" w:rsidRDefault="009B6077" w:rsidP="009B6077">
      <w:pPr>
        <w:pStyle w:val="a4"/>
        <w:tabs>
          <w:tab w:val="left" w:pos="567"/>
        </w:tabs>
        <w:rPr>
          <w:bCs/>
          <w:i/>
        </w:rPr>
      </w:pPr>
      <w:r w:rsidRPr="008C0012">
        <w:rPr>
          <w:bCs/>
        </w:rPr>
        <w:t>1</w:t>
      </w:r>
      <w:r>
        <w:rPr>
          <w:bCs/>
        </w:rPr>
        <w:t>7</w:t>
      </w:r>
      <w:r w:rsidRPr="008C0012">
        <w:rPr>
          <w:bCs/>
        </w:rPr>
        <w:t>.1.</w:t>
      </w:r>
      <w:r>
        <w:rPr>
          <w:bCs/>
        </w:rPr>
        <w:tab/>
      </w:r>
      <w:r w:rsidRPr="008C0012">
        <w:rPr>
          <w:bCs/>
        </w:rPr>
        <w:t xml:space="preserve">Настоящий договор вступает в силу с момента его подписания обеими сторонами </w:t>
      </w:r>
      <w:r>
        <w:rPr>
          <w:bCs/>
        </w:rPr>
        <w:t xml:space="preserve">с </w:t>
      </w:r>
      <w:r w:rsidRPr="00C87962">
        <w:rPr>
          <w:bCs/>
        </w:rPr>
        <w:t>даты заключения договора</w:t>
      </w:r>
      <w:r w:rsidRPr="008C0012">
        <w:t xml:space="preserve"> </w:t>
      </w:r>
      <w:r w:rsidRPr="008C0012">
        <w:rPr>
          <w:bCs/>
        </w:rPr>
        <w:t xml:space="preserve">и действует до полного </w:t>
      </w:r>
      <w:r w:rsidRPr="00C95897">
        <w:rPr>
          <w:bCs/>
        </w:rPr>
        <w:t>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306BE65" w14:textId="77777777" w:rsidR="009B6077" w:rsidRPr="00C95897" w:rsidRDefault="009B6077" w:rsidP="009B6077">
      <w:pPr>
        <w:tabs>
          <w:tab w:val="left" w:pos="567"/>
        </w:tabs>
        <w:jc w:val="both"/>
        <w:rPr>
          <w:bCs/>
        </w:rPr>
      </w:pPr>
      <w:r w:rsidRPr="00C95897">
        <w:rPr>
          <w:bCs/>
        </w:rPr>
        <w:t xml:space="preserve">17.2. </w:t>
      </w:r>
      <w:r w:rsidRPr="00C95897">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4C2EA08" w14:textId="77777777" w:rsidR="009B6077" w:rsidRPr="00C95897" w:rsidRDefault="009B6077" w:rsidP="009B6077">
      <w:pPr>
        <w:pStyle w:val="a4"/>
        <w:rPr>
          <w:bCs/>
        </w:rPr>
      </w:pPr>
      <w:r w:rsidRPr="00C95897">
        <w:rPr>
          <w:bCs/>
        </w:rPr>
        <w:t xml:space="preserve">17.3. </w:t>
      </w:r>
      <w:r w:rsidRPr="00C95897">
        <w:rPr>
          <w:bCs/>
        </w:rPr>
        <w:tab/>
        <w:t>Договор является обязательным для правопреемников Сторон</w:t>
      </w:r>
    </w:p>
    <w:p w14:paraId="4498F75E" w14:textId="77777777" w:rsidR="009B6077" w:rsidRDefault="009B6077" w:rsidP="009B6077">
      <w:pPr>
        <w:tabs>
          <w:tab w:val="left" w:pos="0"/>
        </w:tabs>
        <w:jc w:val="both"/>
        <w:rPr>
          <w:bCs/>
        </w:rPr>
      </w:pPr>
      <w:r w:rsidRPr="00C95897">
        <w:rPr>
          <w:bCs/>
        </w:rPr>
        <w:t>17.</w:t>
      </w:r>
      <w:r>
        <w:rPr>
          <w:bCs/>
        </w:rPr>
        <w:t>4</w:t>
      </w:r>
      <w:r w:rsidRPr="00C95897">
        <w:rPr>
          <w:bCs/>
        </w:rPr>
        <w:t>.</w:t>
      </w:r>
      <w:r w:rsidRPr="00C9589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B56AF69" w14:textId="77777777" w:rsidR="009B6077" w:rsidRDefault="009B6077" w:rsidP="009B6077">
      <w:pPr>
        <w:jc w:val="both"/>
        <w:rPr>
          <w:bCs/>
        </w:rPr>
      </w:pPr>
      <w:r w:rsidRPr="00C95897">
        <w:rPr>
          <w:bCs/>
        </w:rPr>
        <w:t>17.</w:t>
      </w:r>
      <w:r>
        <w:rPr>
          <w:bCs/>
        </w:rPr>
        <w:t xml:space="preserve">5. </w:t>
      </w:r>
      <w:r w:rsidRPr="00C95897">
        <w:rPr>
          <w:bCs/>
        </w:rPr>
        <w:t>Настоящий</w:t>
      </w:r>
      <w:r w:rsidRPr="008C0012">
        <w:rPr>
          <w:bCs/>
        </w:rPr>
        <w:t xml:space="preserve"> договор составлен в </w:t>
      </w:r>
      <w:r>
        <w:rPr>
          <w:bCs/>
        </w:rPr>
        <w:t>двух</w:t>
      </w:r>
      <w:r w:rsidRPr="008C0012">
        <w:rPr>
          <w:bCs/>
        </w:rPr>
        <w:t xml:space="preserve"> экземплярах, имеющих равную юридическую силу, по одному для каждой из сторон. </w:t>
      </w:r>
    </w:p>
    <w:p w14:paraId="079415F5" w14:textId="77777777" w:rsidR="009B6077" w:rsidRPr="00C95897" w:rsidRDefault="009B6077" w:rsidP="009B6077">
      <w:pPr>
        <w:jc w:val="both"/>
        <w:rPr>
          <w:bCs/>
        </w:rPr>
      </w:pPr>
      <w:r w:rsidRPr="00C95897">
        <w:rPr>
          <w:bCs/>
        </w:rPr>
        <w:t xml:space="preserve">17.6. </w:t>
      </w:r>
      <w:r>
        <w:rPr>
          <w:bCs/>
        </w:rPr>
        <w:t xml:space="preserve"> </w:t>
      </w:r>
      <w:r w:rsidRPr="00C95897">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71AFE11" w14:textId="77777777" w:rsidR="009B6077" w:rsidRPr="008C0012" w:rsidRDefault="009B6077" w:rsidP="009B6077">
      <w:pPr>
        <w:jc w:val="both"/>
        <w:rPr>
          <w:bCs/>
        </w:rPr>
      </w:pPr>
      <w:r w:rsidRPr="00C95897">
        <w:rPr>
          <w:bCs/>
        </w:rPr>
        <w:t>17.7.</w:t>
      </w:r>
      <w:r w:rsidRPr="00C9589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191B681" w14:textId="77777777" w:rsidR="009B6077" w:rsidRPr="00193863" w:rsidRDefault="009B6077" w:rsidP="009B6077">
      <w:pPr>
        <w:pStyle w:val="ad"/>
        <w:numPr>
          <w:ilvl w:val="1"/>
          <w:numId w:val="40"/>
        </w:numPr>
        <w:ind w:left="0" w:firstLine="0"/>
        <w:jc w:val="both"/>
        <w:rPr>
          <w:bCs/>
        </w:rPr>
      </w:pPr>
      <w:r w:rsidRPr="00193863">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E135506" w14:textId="77777777" w:rsidR="009B6077" w:rsidRPr="008C0012" w:rsidRDefault="009B6077" w:rsidP="009B6077">
      <w:pPr>
        <w:tabs>
          <w:tab w:val="num" w:pos="0"/>
        </w:tabs>
        <w:jc w:val="both"/>
        <w:rPr>
          <w:bCs/>
        </w:rPr>
      </w:pPr>
      <w:r>
        <w:rPr>
          <w:bCs/>
        </w:rPr>
        <w:t xml:space="preserve">17.9.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6B178B6" w14:textId="77777777" w:rsidR="009B6077" w:rsidRPr="008C0012" w:rsidRDefault="009B6077" w:rsidP="009B6077">
      <w:pPr>
        <w:tabs>
          <w:tab w:val="num" w:pos="0"/>
        </w:tabs>
        <w:jc w:val="both"/>
        <w:rPr>
          <w:bCs/>
        </w:rPr>
      </w:pPr>
      <w:r w:rsidRPr="008C0012">
        <w:rPr>
          <w:bCs/>
        </w:rPr>
        <w:t>1</w:t>
      </w:r>
      <w:r>
        <w:rPr>
          <w:bCs/>
        </w:rPr>
        <w:t>7.10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1709411" w14:textId="77777777" w:rsidR="009B6077" w:rsidRDefault="009B6077" w:rsidP="009B6077">
      <w:pPr>
        <w:tabs>
          <w:tab w:val="left" w:pos="0"/>
        </w:tabs>
        <w:jc w:val="both"/>
        <w:rPr>
          <w:bCs/>
        </w:rPr>
      </w:pPr>
      <w:r>
        <w:rPr>
          <w:bCs/>
        </w:rPr>
        <w:t xml:space="preserve">17.11. </w:t>
      </w:r>
      <w:r w:rsidRPr="008C0012">
        <w:rPr>
          <w:bCs/>
        </w:rPr>
        <w:t xml:space="preserve">В части, не урегулированной условиями настоящего договора, </w:t>
      </w:r>
      <w:r w:rsidRPr="00C95897">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6ED219F" w14:textId="77777777" w:rsidR="009B6077" w:rsidRPr="00C95897" w:rsidRDefault="009B6077" w:rsidP="009B6077">
      <w:pPr>
        <w:tabs>
          <w:tab w:val="left" w:pos="0"/>
        </w:tabs>
        <w:jc w:val="both"/>
        <w:rPr>
          <w:bCs/>
        </w:rPr>
      </w:pPr>
      <w:r w:rsidRPr="00C95897">
        <w:rPr>
          <w:rFonts w:eastAsia="Calibri"/>
          <w:lang w:eastAsia="en-US"/>
        </w:rPr>
        <w:t>17.12.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E8FE541" w14:textId="1DACF57A" w:rsidR="008977CB" w:rsidRDefault="009B6077" w:rsidP="008977CB">
      <w:pPr>
        <w:jc w:val="both"/>
        <w:rPr>
          <w:bCs/>
        </w:rPr>
      </w:pPr>
      <w:r>
        <w:rPr>
          <w:bCs/>
        </w:rPr>
        <w:t>17</w:t>
      </w:r>
      <w:r w:rsidR="009C3156">
        <w:rPr>
          <w:bCs/>
        </w:rPr>
        <w:t>.1</w:t>
      </w:r>
      <w:r>
        <w:rPr>
          <w:bCs/>
        </w:rPr>
        <w:t>3</w:t>
      </w:r>
      <w:r w:rsidR="009C3156">
        <w:rPr>
          <w:bCs/>
        </w:rPr>
        <w:t>.</w:t>
      </w:r>
      <w:r w:rsidR="00D859C5">
        <w:rPr>
          <w:bCs/>
        </w:rPr>
        <w:t xml:space="preserve"> </w:t>
      </w:r>
      <w:r w:rsidR="005B1E42" w:rsidRPr="005B1E42">
        <w:rPr>
          <w:bCs/>
        </w:rPr>
        <w:t>Стороны обязуются выполнять условия, предусмотренные П</w:t>
      </w:r>
      <w:r w:rsidR="00D859C5">
        <w:rPr>
          <w:bCs/>
        </w:rPr>
        <w:t>риложением №</w:t>
      </w:r>
      <w:r w:rsidR="008977CB">
        <w:rPr>
          <w:bCs/>
        </w:rPr>
        <w:t>5</w:t>
      </w:r>
      <w:r w:rsidR="005B1E42" w:rsidRPr="005B1E42">
        <w:rPr>
          <w:bCs/>
        </w:rPr>
        <w:t xml:space="preserve"> («Соглашение о соблюдении антикоррупц</w:t>
      </w:r>
      <w:r w:rsidR="00D859C5">
        <w:rPr>
          <w:bCs/>
        </w:rPr>
        <w:t>ионных условий»), Приложением №</w:t>
      </w:r>
      <w:r w:rsidR="008977CB">
        <w:rPr>
          <w:bCs/>
        </w:rPr>
        <w:t>6</w:t>
      </w:r>
      <w:r w:rsidR="005B1E42" w:rsidRPr="005B1E42">
        <w:rPr>
          <w:bCs/>
        </w:rPr>
        <w:t xml:space="preserve"> («Соглашение </w:t>
      </w:r>
      <w:r w:rsidR="00C85245">
        <w:t>о соблюдении Подрядчиком требований в области охраны труда, охраны окружающей среды, промышленной и пожарной безопасности</w:t>
      </w:r>
      <w:r w:rsidR="005B1E42">
        <w:rPr>
          <w:bCs/>
        </w:rPr>
        <w:t>»</w:t>
      </w:r>
      <w:r w:rsidR="00C85245">
        <w:rPr>
          <w:bCs/>
        </w:rPr>
        <w:t>)</w:t>
      </w:r>
      <w:r w:rsidR="005B1E42" w:rsidRPr="005B1E42">
        <w:rPr>
          <w:bCs/>
        </w:rPr>
        <w:t>,</w:t>
      </w:r>
      <w:r w:rsidR="008977CB" w:rsidRPr="008977CB">
        <w:rPr>
          <w:bCs/>
        </w:rPr>
        <w:t xml:space="preserve"> </w:t>
      </w:r>
      <w:r w:rsidR="008977CB" w:rsidRPr="00986800">
        <w:rPr>
          <w:bCs/>
        </w:rPr>
        <w:t>Приложением №7 («Соглашение о соблюдении требований в области анти</w:t>
      </w:r>
      <w:r w:rsidR="008977CB">
        <w:rPr>
          <w:bCs/>
        </w:rPr>
        <w:t>террористической безопасности»)</w:t>
      </w:r>
      <w:r w:rsidR="00E60B2E">
        <w:rPr>
          <w:bCs/>
        </w:rPr>
        <w:t>,</w:t>
      </w:r>
      <w:r w:rsidR="008977CB">
        <w:rPr>
          <w:bCs/>
        </w:rPr>
        <w:t xml:space="preserve"> </w:t>
      </w:r>
      <w:r w:rsidR="00E60B2E">
        <w:rPr>
          <w:bCs/>
          <w:iCs/>
        </w:rPr>
        <w:t>Приложение 8 – Перечень требований к Подрядчику по охране труда, промышленной, экологической, пожарной и иной безопасности и ответственность за их нарушение</w:t>
      </w:r>
      <w:r w:rsidR="00E60B2E">
        <w:rPr>
          <w:bCs/>
        </w:rPr>
        <w:t xml:space="preserve"> </w:t>
      </w:r>
      <w:r w:rsidR="008977CB">
        <w:rPr>
          <w:bCs/>
        </w:rPr>
        <w:t xml:space="preserve">и Приложением № </w:t>
      </w:r>
      <w:r w:rsidR="00E60B2E">
        <w:rPr>
          <w:bCs/>
        </w:rPr>
        <w:t>9</w:t>
      </w:r>
      <w:r w:rsidR="008977CB">
        <w:rPr>
          <w:bCs/>
        </w:rPr>
        <w:t xml:space="preserve">  </w:t>
      </w:r>
      <w:r w:rsidR="008977CB" w:rsidRPr="001A7247">
        <w:rPr>
          <w:bCs/>
        </w:rPr>
        <w:t xml:space="preserve">«О соблюдении мер санитарно-эпидемиологической защиты, связанной с профилактикой распространения коронавирусной инфекции </w:t>
      </w:r>
      <w:r w:rsidR="008977CB" w:rsidRPr="001A7247">
        <w:rPr>
          <w:bCs/>
          <w:lang w:val="en-US"/>
        </w:rPr>
        <w:t>COVID</w:t>
      </w:r>
      <w:r w:rsidR="008977CB" w:rsidRPr="001A7247">
        <w:rPr>
          <w:bCs/>
        </w:rPr>
        <w:t>-19»</w:t>
      </w:r>
      <w:r w:rsidR="008977CB">
        <w:rPr>
          <w:bCs/>
        </w:rPr>
        <w:t>,</w:t>
      </w:r>
      <w:r w:rsidR="001C18B8" w:rsidRPr="001C18B8">
        <w:rPr>
          <w:bCs/>
        </w:rPr>
        <w:t xml:space="preserve"> </w:t>
      </w:r>
      <w:r w:rsidR="001C18B8">
        <w:rPr>
          <w:bCs/>
        </w:rPr>
        <w:t>Приложение 10 («</w:t>
      </w:r>
      <w:r w:rsidR="001C18B8" w:rsidRPr="00D02C0F">
        <w:rPr>
          <w:color w:val="000000"/>
        </w:rPr>
        <w:t>Соглашение об обеспечении СИЗ</w:t>
      </w:r>
      <w:r w:rsidR="001C18B8">
        <w:rPr>
          <w:color w:val="000000"/>
        </w:rPr>
        <w:t>»),</w:t>
      </w:r>
      <w:r w:rsidR="008977CB" w:rsidRPr="00986800">
        <w:rPr>
          <w:bCs/>
        </w:rPr>
        <w:t xml:space="preserve"> являющиеся неотъемлемой частью настоящего договора.</w:t>
      </w:r>
    </w:p>
    <w:p w14:paraId="49D46419" w14:textId="21A2442C" w:rsidR="008977CB" w:rsidRPr="00034D3D" w:rsidRDefault="00A21970" w:rsidP="008977CB">
      <w:pPr>
        <w:jc w:val="both"/>
        <w:rPr>
          <w:bCs/>
        </w:rPr>
      </w:pPr>
      <w:r>
        <w:rPr>
          <w:bCs/>
        </w:rPr>
        <w:t>20</w:t>
      </w:r>
      <w:r w:rsidR="009C3156">
        <w:rPr>
          <w:bCs/>
        </w:rPr>
        <w:t>.1</w:t>
      </w:r>
      <w:r w:rsidR="008977CB">
        <w:rPr>
          <w:bCs/>
        </w:rPr>
        <w:t>1</w:t>
      </w:r>
      <w:r w:rsidR="009C3156">
        <w:rPr>
          <w:bCs/>
        </w:rPr>
        <w:t xml:space="preserve">. </w:t>
      </w:r>
      <w:r w:rsidR="008977CB" w:rsidRPr="00034D3D">
        <w:rPr>
          <w:bCs/>
        </w:rPr>
        <w:t>Приложениями к договору и его неотъемлемой частью являются:</w:t>
      </w:r>
    </w:p>
    <w:p w14:paraId="7410E979" w14:textId="5EFB59AB" w:rsidR="008977CB" w:rsidRDefault="008977CB" w:rsidP="008977CB">
      <w:pPr>
        <w:jc w:val="both"/>
        <w:rPr>
          <w:color w:val="000000"/>
          <w:spacing w:val="4"/>
        </w:rPr>
      </w:pPr>
      <w:r>
        <w:rPr>
          <w:bCs/>
        </w:rPr>
        <w:t xml:space="preserve">- </w:t>
      </w:r>
      <w:r w:rsidRPr="00ED6D01">
        <w:rPr>
          <w:bCs/>
        </w:rPr>
        <w:t xml:space="preserve">Приложение 1 – </w:t>
      </w:r>
      <w:r w:rsidRPr="00DA0FF7">
        <w:rPr>
          <w:bCs/>
        </w:rPr>
        <w:t>дефектн</w:t>
      </w:r>
      <w:r>
        <w:rPr>
          <w:bCs/>
        </w:rPr>
        <w:t>ая</w:t>
      </w:r>
      <w:r w:rsidRPr="00DA0FF7">
        <w:rPr>
          <w:bCs/>
        </w:rPr>
        <w:t xml:space="preserve"> ведомост</w:t>
      </w:r>
      <w:r w:rsidR="000B2F01">
        <w:rPr>
          <w:bCs/>
        </w:rPr>
        <w:t xml:space="preserve">ь </w:t>
      </w:r>
      <w:r>
        <w:rPr>
          <w:bCs/>
        </w:rPr>
        <w:t>(</w:t>
      </w:r>
      <w:r w:rsidRPr="00DA0FF7">
        <w:rPr>
          <w:bCs/>
        </w:rPr>
        <w:t>ведомост</w:t>
      </w:r>
      <w:r>
        <w:rPr>
          <w:bCs/>
        </w:rPr>
        <w:t>ь</w:t>
      </w:r>
      <w:r w:rsidRPr="00DA0FF7">
        <w:rPr>
          <w:bCs/>
        </w:rPr>
        <w:t xml:space="preserve"> объемов работ</w:t>
      </w:r>
      <w:r>
        <w:rPr>
          <w:bCs/>
        </w:rPr>
        <w:t>);</w:t>
      </w:r>
    </w:p>
    <w:p w14:paraId="47D9B15B" w14:textId="2E5B5E72" w:rsidR="008977CB" w:rsidRPr="002732FD" w:rsidRDefault="008977CB" w:rsidP="008977CB">
      <w:pPr>
        <w:jc w:val="both"/>
        <w:rPr>
          <w:bCs/>
        </w:rPr>
      </w:pPr>
      <w:r>
        <w:rPr>
          <w:bCs/>
        </w:rPr>
        <w:t xml:space="preserve">- </w:t>
      </w:r>
      <w:r w:rsidRPr="00ED6D01">
        <w:rPr>
          <w:bCs/>
        </w:rPr>
        <w:t xml:space="preserve">Приложение 2 – </w:t>
      </w:r>
      <w:r w:rsidRPr="002732FD">
        <w:rPr>
          <w:bCs/>
        </w:rPr>
        <w:t>локальн</w:t>
      </w:r>
      <w:r>
        <w:rPr>
          <w:bCs/>
        </w:rPr>
        <w:t>ые сметны</w:t>
      </w:r>
      <w:r w:rsidR="008E4C10">
        <w:rPr>
          <w:bCs/>
        </w:rPr>
        <w:t>й</w:t>
      </w:r>
      <w:r w:rsidRPr="002732FD">
        <w:rPr>
          <w:bCs/>
        </w:rPr>
        <w:t xml:space="preserve"> </w:t>
      </w:r>
      <w:r w:rsidR="008E4C10">
        <w:rPr>
          <w:bCs/>
        </w:rPr>
        <w:t>расчет</w:t>
      </w:r>
      <w:r w:rsidR="00F351EF">
        <w:rPr>
          <w:bCs/>
        </w:rPr>
        <w:t>;</w:t>
      </w:r>
    </w:p>
    <w:p w14:paraId="0575C734" w14:textId="77777777" w:rsidR="008977CB" w:rsidRPr="002732FD" w:rsidRDefault="008977CB" w:rsidP="008977CB">
      <w:pPr>
        <w:jc w:val="both"/>
        <w:rPr>
          <w:bCs/>
          <w:iCs/>
        </w:rPr>
      </w:pPr>
      <w:r>
        <w:rPr>
          <w:bCs/>
          <w:iCs/>
        </w:rPr>
        <w:t xml:space="preserve">- </w:t>
      </w:r>
      <w:r w:rsidRPr="002732FD">
        <w:rPr>
          <w:bCs/>
          <w:iCs/>
        </w:rPr>
        <w:t>Приложение 3 - график производства работ;</w:t>
      </w:r>
    </w:p>
    <w:p w14:paraId="1267D2E3" w14:textId="77777777" w:rsidR="008977CB" w:rsidRPr="002732FD" w:rsidRDefault="008977CB" w:rsidP="008977CB">
      <w:pPr>
        <w:jc w:val="both"/>
        <w:rPr>
          <w:bCs/>
          <w:iCs/>
        </w:rPr>
      </w:pPr>
      <w:r>
        <w:rPr>
          <w:bCs/>
          <w:iCs/>
        </w:rPr>
        <w:t xml:space="preserve">- </w:t>
      </w:r>
      <w:r w:rsidRPr="002732FD">
        <w:rPr>
          <w:bCs/>
          <w:iCs/>
        </w:rPr>
        <w:t>Приложение 4 - расчет стоимости работ;</w:t>
      </w:r>
    </w:p>
    <w:p w14:paraId="3411FC66" w14:textId="77777777" w:rsidR="008977CB" w:rsidRPr="002732FD" w:rsidRDefault="008977CB" w:rsidP="008977CB">
      <w:pPr>
        <w:jc w:val="both"/>
        <w:rPr>
          <w:bCs/>
          <w:iCs/>
        </w:rPr>
      </w:pPr>
      <w:r>
        <w:rPr>
          <w:bCs/>
        </w:rPr>
        <w:t xml:space="preserve">- </w:t>
      </w:r>
      <w:r w:rsidRPr="002732FD">
        <w:rPr>
          <w:bCs/>
        </w:rPr>
        <w:t>Приложение 5 - Соглашение о соблюдении антикоррупционных условий;</w:t>
      </w:r>
    </w:p>
    <w:p w14:paraId="310C95CB" w14:textId="77777777" w:rsidR="008977CB" w:rsidRDefault="008977CB" w:rsidP="008977CB">
      <w:pPr>
        <w:jc w:val="both"/>
        <w:rPr>
          <w:bCs/>
          <w:iCs/>
        </w:rPr>
      </w:pPr>
      <w:r>
        <w:rPr>
          <w:bCs/>
          <w:iCs/>
        </w:rPr>
        <w:t xml:space="preserve">- </w:t>
      </w:r>
      <w:r w:rsidRPr="00F35479">
        <w:rPr>
          <w:bCs/>
          <w:iCs/>
        </w:rPr>
        <w:t>Приложение</w:t>
      </w:r>
      <w:r>
        <w:rPr>
          <w:bCs/>
          <w:iCs/>
        </w:rPr>
        <w:t xml:space="preserve"> </w:t>
      </w:r>
      <w:r w:rsidRPr="00F35479">
        <w:rPr>
          <w:bCs/>
          <w:iCs/>
        </w:rPr>
        <w:t>6 - Соглашение о соблюдении подрядчиком требований в области охраны</w:t>
      </w:r>
      <w:r>
        <w:rPr>
          <w:bCs/>
          <w:iCs/>
        </w:rPr>
        <w:t xml:space="preserve"> </w:t>
      </w:r>
    </w:p>
    <w:p w14:paraId="4ADB6430" w14:textId="77777777" w:rsidR="008977CB" w:rsidRPr="00F35479" w:rsidRDefault="008977CB" w:rsidP="008977CB">
      <w:pPr>
        <w:jc w:val="both"/>
        <w:rPr>
          <w:bCs/>
          <w:iCs/>
        </w:rPr>
      </w:pPr>
      <w:r>
        <w:rPr>
          <w:bCs/>
          <w:iCs/>
        </w:rPr>
        <w:t xml:space="preserve">                      т</w:t>
      </w:r>
      <w:r w:rsidRPr="00F35479">
        <w:rPr>
          <w:bCs/>
          <w:iCs/>
        </w:rPr>
        <w:t>руда, охраны окружающей среды, промышленной и пожарной безопасности;</w:t>
      </w:r>
    </w:p>
    <w:p w14:paraId="5D9F5E4D" w14:textId="7FB09349" w:rsidR="008977CB" w:rsidRDefault="008977CB" w:rsidP="008977CB">
      <w:pPr>
        <w:jc w:val="both"/>
        <w:rPr>
          <w:bCs/>
          <w:iCs/>
        </w:rPr>
      </w:pPr>
      <w:r>
        <w:rPr>
          <w:bCs/>
          <w:iCs/>
        </w:rPr>
        <w:t>-</w:t>
      </w:r>
      <w:r w:rsidRPr="002732FD">
        <w:rPr>
          <w:bCs/>
          <w:iCs/>
        </w:rPr>
        <w:t>Приложение7</w:t>
      </w:r>
      <w:r>
        <w:rPr>
          <w:bCs/>
          <w:iCs/>
        </w:rPr>
        <w:t xml:space="preserve">- </w:t>
      </w:r>
      <w:r w:rsidRPr="002732FD">
        <w:rPr>
          <w:bCs/>
          <w:iCs/>
        </w:rPr>
        <w:t>Соглашение о соблюдении требований в области</w:t>
      </w:r>
      <w:r>
        <w:rPr>
          <w:bCs/>
          <w:iCs/>
        </w:rPr>
        <w:t xml:space="preserve">                                 </w:t>
      </w:r>
      <w:r w:rsidRPr="002732FD">
        <w:rPr>
          <w:bCs/>
          <w:iCs/>
        </w:rPr>
        <w:t xml:space="preserve"> ан</w:t>
      </w:r>
      <w:r>
        <w:rPr>
          <w:bCs/>
          <w:iCs/>
        </w:rPr>
        <w:t>титеррористической безопасности;</w:t>
      </w:r>
    </w:p>
    <w:p w14:paraId="340F46CA" w14:textId="13476EF0" w:rsidR="00287C7C" w:rsidRDefault="00287C7C" w:rsidP="008977CB">
      <w:pPr>
        <w:jc w:val="both"/>
        <w:rPr>
          <w:bCs/>
          <w:iCs/>
        </w:rPr>
      </w:pPr>
      <w:r>
        <w:rPr>
          <w:bCs/>
          <w:iCs/>
        </w:rPr>
        <w:t>-Приложение 8 – Перечень требований к Подрядчику по охране труда, промышленной, экологической, пожарной и иной безопасности и отве</w:t>
      </w:r>
      <w:r w:rsidR="00080A9F">
        <w:rPr>
          <w:bCs/>
          <w:iCs/>
        </w:rPr>
        <w:t>т</w:t>
      </w:r>
      <w:r>
        <w:rPr>
          <w:bCs/>
          <w:iCs/>
        </w:rPr>
        <w:t>ственность за их нарушение;</w:t>
      </w:r>
    </w:p>
    <w:p w14:paraId="45F19A25" w14:textId="1D25D710" w:rsidR="008977CB" w:rsidRDefault="008977CB" w:rsidP="008977CB">
      <w:pPr>
        <w:jc w:val="both"/>
        <w:rPr>
          <w:bCs/>
        </w:rPr>
      </w:pPr>
      <w:r w:rsidRPr="000761AD">
        <w:rPr>
          <w:bCs/>
          <w:iCs/>
        </w:rPr>
        <w:t xml:space="preserve">-Приложение </w:t>
      </w:r>
      <w:r w:rsidR="00287C7C">
        <w:rPr>
          <w:bCs/>
          <w:iCs/>
        </w:rPr>
        <w:t>9</w:t>
      </w:r>
      <w:r>
        <w:rPr>
          <w:bCs/>
          <w:iCs/>
        </w:rPr>
        <w:t xml:space="preserve"> - </w:t>
      </w:r>
      <w:r w:rsidRPr="001A7247">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A7247">
        <w:rPr>
          <w:bCs/>
          <w:lang w:val="en-US"/>
        </w:rPr>
        <w:t>COVID</w:t>
      </w:r>
      <w:r w:rsidRPr="001A7247">
        <w:rPr>
          <w:bCs/>
        </w:rPr>
        <w:t>-19»</w:t>
      </w:r>
      <w:r>
        <w:rPr>
          <w:bCs/>
        </w:rPr>
        <w:t>;</w:t>
      </w:r>
    </w:p>
    <w:p w14:paraId="079BA9CA" w14:textId="77777777" w:rsidR="000A5F03" w:rsidRPr="00D02C0F" w:rsidRDefault="000A5F03" w:rsidP="000A5F03">
      <w:pPr>
        <w:tabs>
          <w:tab w:val="num" w:pos="284"/>
        </w:tabs>
        <w:jc w:val="both"/>
        <w:rPr>
          <w:bCs/>
        </w:rPr>
      </w:pPr>
      <w:r>
        <w:rPr>
          <w:bCs/>
        </w:rPr>
        <w:t xml:space="preserve">-Приложение 10 </w:t>
      </w:r>
      <w:r w:rsidRPr="00D02C0F">
        <w:rPr>
          <w:bCs/>
        </w:rPr>
        <w:t xml:space="preserve">- </w:t>
      </w:r>
      <w:r w:rsidRPr="00D02C0F">
        <w:rPr>
          <w:color w:val="000000"/>
        </w:rPr>
        <w:t>Соглашение об обеспечении СИЗ</w:t>
      </w:r>
      <w:r>
        <w:rPr>
          <w:color w:val="000000"/>
        </w:rPr>
        <w:t>.</w:t>
      </w:r>
    </w:p>
    <w:p w14:paraId="60B3660A" w14:textId="5658627A" w:rsidR="008977CB" w:rsidRDefault="008977CB" w:rsidP="008977CB">
      <w:pPr>
        <w:tabs>
          <w:tab w:val="num" w:pos="284"/>
        </w:tabs>
        <w:jc w:val="both"/>
        <w:rPr>
          <w:bCs/>
        </w:rPr>
      </w:pPr>
      <w:r w:rsidRPr="00CE6CA5">
        <w:rPr>
          <w:bCs/>
        </w:rPr>
        <w:t>Техническая документация является неотъемлемой частью настоящего договора.</w:t>
      </w:r>
    </w:p>
    <w:p w14:paraId="4EFA1123" w14:textId="77777777" w:rsidR="003B3567" w:rsidRDefault="003B3567">
      <w:pPr>
        <w:jc w:val="center"/>
        <w:rPr>
          <w:b/>
        </w:rPr>
      </w:pPr>
    </w:p>
    <w:p w14:paraId="73878375" w14:textId="58907BD5" w:rsidR="003B3567" w:rsidRDefault="003B3567">
      <w:pPr>
        <w:jc w:val="center"/>
        <w:rPr>
          <w:b/>
        </w:rPr>
      </w:pPr>
    </w:p>
    <w:p w14:paraId="39EB7784" w14:textId="77777777" w:rsidR="000A5F03" w:rsidRDefault="000A5F03">
      <w:pPr>
        <w:jc w:val="center"/>
        <w:rPr>
          <w:b/>
        </w:rPr>
      </w:pPr>
    </w:p>
    <w:p w14:paraId="7A2D8446" w14:textId="77777777" w:rsidR="003B3567" w:rsidRDefault="003B3567">
      <w:pPr>
        <w:jc w:val="center"/>
        <w:rPr>
          <w:b/>
        </w:rPr>
      </w:pPr>
    </w:p>
    <w:p w14:paraId="75017349" w14:textId="77777777" w:rsidR="003B3567" w:rsidRDefault="003B3567">
      <w:pPr>
        <w:jc w:val="center"/>
        <w:rPr>
          <w:b/>
        </w:rPr>
      </w:pPr>
    </w:p>
    <w:p w14:paraId="3D68BCC8" w14:textId="3F387C32" w:rsidR="003D1C41" w:rsidRPr="008C0012" w:rsidRDefault="00A21970">
      <w:pPr>
        <w:jc w:val="center"/>
        <w:rPr>
          <w:b/>
        </w:rPr>
      </w:pPr>
      <w:r>
        <w:rPr>
          <w:b/>
        </w:rPr>
        <w:t>2</w:t>
      </w:r>
      <w:r w:rsidR="00080A9F">
        <w:rPr>
          <w:b/>
        </w:rPr>
        <w:t>1</w:t>
      </w:r>
      <w:r w:rsidR="003D1C41" w:rsidRPr="008C0012">
        <w:rPr>
          <w:b/>
        </w:rPr>
        <w:t>. Юридические адреса и банковские реквизиты сторон.</w:t>
      </w:r>
    </w:p>
    <w:p w14:paraId="3D68BCC9" w14:textId="77777777" w:rsidR="003D1C41" w:rsidRPr="008C0012" w:rsidRDefault="003D1C41">
      <w:pPr>
        <w:pStyle w:val="a4"/>
      </w:pPr>
    </w:p>
    <w:p w14:paraId="5EACC37C" w14:textId="77777777" w:rsidR="008977CB" w:rsidRPr="008977CB" w:rsidRDefault="008977CB" w:rsidP="008977CB">
      <w:pPr>
        <w:rPr>
          <w:b/>
          <w:u w:val="single"/>
        </w:rPr>
      </w:pPr>
      <w:r w:rsidRPr="008977CB">
        <w:rPr>
          <w:b/>
          <w:u w:val="single"/>
        </w:rPr>
        <w:t xml:space="preserve">Заказчик:  </w:t>
      </w:r>
    </w:p>
    <w:p w14:paraId="24D44969" w14:textId="77777777" w:rsidR="008977CB" w:rsidRPr="008977CB" w:rsidRDefault="008977CB" w:rsidP="008977CB">
      <w:pPr>
        <w:rPr>
          <w:b/>
        </w:rPr>
      </w:pPr>
      <w:r w:rsidRPr="008977CB">
        <w:rPr>
          <w:b/>
        </w:rPr>
        <w:t>Общество с ограниченной ответственностью «ЕвроСибЭнерго-Гидрогенерация»            (ООО «ЕвроСибЭнерго-Гидрогенерация»)</w:t>
      </w:r>
    </w:p>
    <w:p w14:paraId="7F11010E" w14:textId="67358D5E" w:rsidR="008977CB" w:rsidRPr="0041200B" w:rsidRDefault="008977CB" w:rsidP="008977CB">
      <w:pPr>
        <w:rPr>
          <w:sz w:val="22"/>
          <w:szCs w:val="22"/>
        </w:rPr>
      </w:pPr>
      <w:r w:rsidRPr="008977CB">
        <w:rPr>
          <w:b/>
        </w:rPr>
        <w:t>Юридический и почтовый адрес:</w:t>
      </w:r>
      <w:r w:rsidR="0041200B">
        <w:rPr>
          <w:b/>
        </w:rPr>
        <w:t xml:space="preserve"> </w:t>
      </w:r>
      <w:r w:rsidR="0041200B" w:rsidRPr="0041200B">
        <w:t>Иркутская обл.,</w:t>
      </w:r>
      <w:r w:rsidRPr="008977CB">
        <w:t xml:space="preserve"> г. Иркутск,</w:t>
      </w:r>
      <w:r w:rsidR="0041200B" w:rsidRPr="0041200B">
        <w:t xml:space="preserve"> </w:t>
      </w:r>
      <w:r w:rsidR="0041200B" w:rsidRPr="008977CB">
        <w:t>6640</w:t>
      </w:r>
      <w:r w:rsidR="0041200B">
        <w:t>03,</w:t>
      </w:r>
      <w:r w:rsidRPr="008977CB">
        <w:t xml:space="preserve"> </w:t>
      </w:r>
      <w:r w:rsidR="0041200B">
        <w:t>Тимирязева</w:t>
      </w:r>
      <w:r w:rsidRPr="008977CB">
        <w:t xml:space="preserve"> ул.,</w:t>
      </w:r>
      <w:r w:rsidR="00176F84">
        <w:t xml:space="preserve"> </w:t>
      </w:r>
      <w:r w:rsidR="0041200B">
        <w:t>строение</w:t>
      </w:r>
      <w:r w:rsidRPr="008977CB">
        <w:t>.4</w:t>
      </w:r>
      <w:r w:rsidRPr="0041200B">
        <w:rPr>
          <w:sz w:val="22"/>
          <w:szCs w:val="22"/>
        </w:rPr>
        <w:t xml:space="preserve">,  </w:t>
      </w:r>
      <w:r w:rsidR="0041200B" w:rsidRPr="0041200B">
        <w:rPr>
          <w:sz w:val="22"/>
          <w:szCs w:val="22"/>
        </w:rPr>
        <w:t>7(3952) 379-359</w:t>
      </w:r>
    </w:p>
    <w:p w14:paraId="4A6273F7" w14:textId="77777777" w:rsidR="008977CB" w:rsidRPr="008977CB" w:rsidRDefault="008977CB" w:rsidP="008977CB">
      <w:r w:rsidRPr="008977CB">
        <w:rPr>
          <w:b/>
        </w:rPr>
        <w:t>Почтовый адрес филиала</w:t>
      </w:r>
      <w:r w:rsidRPr="008977CB">
        <w:t>: 666683 г. Усть-Илимск, Иркутской области, а/я 958</w:t>
      </w:r>
    </w:p>
    <w:p w14:paraId="3E07AA90" w14:textId="77777777" w:rsidR="008977CB" w:rsidRPr="008977CB" w:rsidRDefault="008977CB" w:rsidP="008977CB">
      <w:r w:rsidRPr="008977CB">
        <w:t xml:space="preserve">                                               тел.: 8(395 35) 95-859, факс: 95-736</w:t>
      </w:r>
    </w:p>
    <w:p w14:paraId="47273C5D" w14:textId="77777777" w:rsidR="008977CB" w:rsidRPr="008977CB" w:rsidRDefault="008977CB" w:rsidP="008977CB">
      <w:r w:rsidRPr="008977CB">
        <w:t xml:space="preserve">                                               ИНН 3812142445 КПП 997650001</w:t>
      </w:r>
    </w:p>
    <w:p w14:paraId="4743A4C2" w14:textId="77777777" w:rsidR="008977CB" w:rsidRPr="008977CB" w:rsidRDefault="008977CB" w:rsidP="008977CB">
      <w:r w:rsidRPr="008977CB">
        <w:t xml:space="preserve">                                               р/с 40702810200020000120 в ПАО Сбербанк г. Москва</w:t>
      </w:r>
    </w:p>
    <w:p w14:paraId="091492AD" w14:textId="77777777" w:rsidR="008977CB" w:rsidRPr="008977CB" w:rsidRDefault="008977CB" w:rsidP="008977CB">
      <w:r w:rsidRPr="008977CB">
        <w:t xml:space="preserve">                                               к/с 301018104 00000000225 БИК 044525225</w:t>
      </w:r>
    </w:p>
    <w:p w14:paraId="754BB569" w14:textId="77777777" w:rsidR="008977CB" w:rsidRPr="008977CB" w:rsidRDefault="008977CB" w:rsidP="008977CB">
      <w:pPr>
        <w:contextualSpacing/>
      </w:pPr>
      <w:r w:rsidRPr="008977CB">
        <w:t xml:space="preserve">                 КПП 381743001 (филиала ООО «ЕвроСибЭнерго-Гидрогенерация» У-ИГЭС)</w:t>
      </w:r>
    </w:p>
    <w:p w14:paraId="747B70AE" w14:textId="77777777" w:rsidR="008977CB" w:rsidRPr="008977CB" w:rsidRDefault="008977CB" w:rsidP="008977CB">
      <w:pPr>
        <w:jc w:val="both"/>
      </w:pPr>
    </w:p>
    <w:p w14:paraId="1C4FD9FF" w14:textId="77777777" w:rsidR="00C52144" w:rsidRPr="00191966" w:rsidRDefault="00C52144" w:rsidP="00C52144">
      <w:pPr>
        <w:rPr>
          <w:b/>
          <w:u w:val="single"/>
        </w:rPr>
      </w:pPr>
      <w:r w:rsidRPr="00191966">
        <w:rPr>
          <w:b/>
          <w:u w:val="single"/>
        </w:rPr>
        <w:t xml:space="preserve">Подрядчик:  </w:t>
      </w:r>
    </w:p>
    <w:p w14:paraId="23F2A204" w14:textId="0792D312" w:rsidR="00C52144" w:rsidRDefault="00C52144" w:rsidP="004B4AFB">
      <w:pPr>
        <w:rPr>
          <w:b/>
          <w:sz w:val="22"/>
          <w:szCs w:val="22"/>
        </w:rPr>
      </w:pPr>
      <w:r w:rsidRPr="00191966">
        <w:rPr>
          <w:b/>
          <w:bCs/>
          <w:sz w:val="22"/>
          <w:szCs w:val="22"/>
        </w:rPr>
        <w:t>Наименование</w:t>
      </w:r>
      <w:r w:rsidRPr="00191966">
        <w:rPr>
          <w:bCs/>
          <w:sz w:val="22"/>
          <w:szCs w:val="22"/>
        </w:rPr>
        <w:t xml:space="preserve">: </w:t>
      </w:r>
      <w:r w:rsidR="004B4AFB">
        <w:rPr>
          <w:b/>
          <w:sz w:val="22"/>
          <w:szCs w:val="22"/>
        </w:rPr>
        <w:t>______</w:t>
      </w:r>
    </w:p>
    <w:p w14:paraId="2E3E2B20" w14:textId="6A79A3D6" w:rsidR="00C52144" w:rsidRPr="00191966" w:rsidRDefault="00C52144" w:rsidP="00C52144">
      <w:pPr>
        <w:rPr>
          <w:sz w:val="23"/>
          <w:szCs w:val="23"/>
        </w:rPr>
      </w:pPr>
      <w:r w:rsidRPr="00191966">
        <w:rPr>
          <w:b/>
          <w:sz w:val="22"/>
          <w:szCs w:val="22"/>
        </w:rPr>
        <w:t>Юридический адрес</w:t>
      </w:r>
      <w:r w:rsidRPr="00191966">
        <w:rPr>
          <w:sz w:val="22"/>
          <w:szCs w:val="22"/>
        </w:rPr>
        <w:t xml:space="preserve">:  </w:t>
      </w:r>
      <w:r w:rsidR="004B4AFB">
        <w:rPr>
          <w:sz w:val="22"/>
          <w:szCs w:val="22"/>
        </w:rPr>
        <w:t>___________</w:t>
      </w:r>
    </w:p>
    <w:p w14:paraId="3F886BBF" w14:textId="62C4F996" w:rsidR="0004737C" w:rsidRDefault="00C52144" w:rsidP="0004737C">
      <w:pPr>
        <w:rPr>
          <w:sz w:val="23"/>
          <w:szCs w:val="23"/>
        </w:rPr>
      </w:pPr>
      <w:r w:rsidRPr="0045223B">
        <w:rPr>
          <w:b/>
          <w:sz w:val="23"/>
          <w:szCs w:val="23"/>
        </w:rPr>
        <w:t>Почтовый адрес:</w:t>
      </w:r>
      <w:r w:rsidRPr="0045223B">
        <w:rPr>
          <w:b/>
          <w:i/>
          <w:sz w:val="23"/>
          <w:szCs w:val="23"/>
        </w:rPr>
        <w:t xml:space="preserve"> </w:t>
      </w:r>
      <w:r w:rsidR="004B4AFB">
        <w:rPr>
          <w:sz w:val="23"/>
          <w:szCs w:val="23"/>
        </w:rPr>
        <w:t>______________</w:t>
      </w:r>
    </w:p>
    <w:p w14:paraId="6AF6A381" w14:textId="1FC0B74B" w:rsidR="004B4AFB" w:rsidRDefault="00C52144" w:rsidP="004B4AFB">
      <w:pPr>
        <w:rPr>
          <w:bCs/>
        </w:rPr>
      </w:pPr>
      <w:r w:rsidRPr="00442B65">
        <w:rPr>
          <w:b/>
          <w:bCs/>
          <w:iCs/>
          <w:sz w:val="22"/>
          <w:szCs w:val="22"/>
        </w:rPr>
        <w:t xml:space="preserve">Банковские реквизиты: </w:t>
      </w:r>
      <w:r w:rsidR="004B4AFB">
        <w:rPr>
          <w:b/>
          <w:bCs/>
          <w:iCs/>
          <w:sz w:val="22"/>
          <w:szCs w:val="22"/>
        </w:rPr>
        <w:t>_________</w:t>
      </w:r>
    </w:p>
    <w:p w14:paraId="7F9728B6" w14:textId="39A7DF83" w:rsidR="00C52144" w:rsidRDefault="00C52144" w:rsidP="00C52144">
      <w:pPr>
        <w:pStyle w:val="a4"/>
        <w:suppressLineNumbers/>
        <w:tabs>
          <w:tab w:val="left" w:pos="7740"/>
        </w:tabs>
        <w:outlineLvl w:val="0"/>
        <w:rPr>
          <w:bCs/>
        </w:rPr>
      </w:pPr>
    </w:p>
    <w:p w14:paraId="6501C1A8" w14:textId="77777777" w:rsidR="00C52144" w:rsidRDefault="00C52144" w:rsidP="00C52144">
      <w:pPr>
        <w:pStyle w:val="a4"/>
        <w:suppressLineNumbers/>
        <w:tabs>
          <w:tab w:val="left" w:pos="7740"/>
        </w:tabs>
        <w:outlineLvl w:val="0"/>
        <w:rPr>
          <w:bCs/>
        </w:rPr>
      </w:pPr>
    </w:p>
    <w:p w14:paraId="0F6F2778" w14:textId="77777777" w:rsidR="00C52144" w:rsidRDefault="00C52144" w:rsidP="00C52144">
      <w:pPr>
        <w:pStyle w:val="a4"/>
        <w:suppressLineNumbers/>
        <w:tabs>
          <w:tab w:val="left" w:pos="7740"/>
        </w:tabs>
        <w:outlineLvl w:val="0"/>
        <w:rPr>
          <w:bCs/>
        </w:rPr>
      </w:pPr>
    </w:p>
    <w:p w14:paraId="3649ED7A" w14:textId="77777777" w:rsidR="00C52144" w:rsidRDefault="00C52144" w:rsidP="00C52144">
      <w:pPr>
        <w:pStyle w:val="a4"/>
        <w:suppressLineNumbers/>
        <w:tabs>
          <w:tab w:val="left" w:pos="7740"/>
        </w:tabs>
        <w:outlineLvl w:val="0"/>
        <w:rPr>
          <w:bCs/>
        </w:rPr>
      </w:pPr>
    </w:p>
    <w:p w14:paraId="4D2834B7" w14:textId="77777777" w:rsidR="00C52144" w:rsidRPr="005C0E1D" w:rsidRDefault="00C52144" w:rsidP="00C52144">
      <w:pPr>
        <w:pStyle w:val="a4"/>
        <w:suppressLineNumbers/>
        <w:tabs>
          <w:tab w:val="left" w:pos="7740"/>
        </w:tabs>
        <w:outlineLvl w:val="0"/>
        <w:rPr>
          <w:b/>
          <w:bCs/>
        </w:rPr>
      </w:pPr>
      <w:r>
        <w:rPr>
          <w:bCs/>
        </w:rPr>
        <w:t xml:space="preserve">         </w:t>
      </w:r>
    </w:p>
    <w:p w14:paraId="1A7B30B1" w14:textId="77777777" w:rsidR="00C52144" w:rsidRPr="005C0E1D" w:rsidRDefault="00C52144" w:rsidP="00C52144"/>
    <w:p w14:paraId="0307B279" w14:textId="77777777" w:rsidR="00C52144" w:rsidRPr="005C0E1D" w:rsidRDefault="00C52144" w:rsidP="00C52144">
      <w:pPr>
        <w:rPr>
          <w:b/>
        </w:rPr>
      </w:pPr>
      <w:r w:rsidRPr="005C0E1D">
        <w:rPr>
          <w:b/>
        </w:rPr>
        <w:t xml:space="preserve">    Заказчик:</w:t>
      </w:r>
      <w:r w:rsidRPr="005C0E1D">
        <w:rPr>
          <w:b/>
        </w:rPr>
        <w:tab/>
        <w:t xml:space="preserve">                                        </w:t>
      </w:r>
      <w:r>
        <w:rPr>
          <w:b/>
        </w:rPr>
        <w:t xml:space="preserve">                                   </w:t>
      </w:r>
      <w:r w:rsidRPr="005C0E1D">
        <w:rPr>
          <w:b/>
        </w:rPr>
        <w:t xml:space="preserve">Подрядчик   </w:t>
      </w:r>
    </w:p>
    <w:p w14:paraId="595679F6" w14:textId="19CC0269" w:rsidR="00C52144" w:rsidRDefault="00C52144" w:rsidP="00C52144">
      <w:r w:rsidRPr="005C0E1D">
        <w:t xml:space="preserve">    </w:t>
      </w:r>
      <w:r w:rsidR="008E4C10">
        <w:t>Д</w:t>
      </w:r>
      <w:r>
        <w:t>иректор</w:t>
      </w:r>
      <w:r w:rsidRPr="005C0E1D">
        <w:t xml:space="preserve"> филиала </w:t>
      </w:r>
      <w:r>
        <w:t xml:space="preserve">                                                     </w:t>
      </w:r>
      <w:r w:rsidRPr="005C0E1D">
        <w:t xml:space="preserve">                                                              </w:t>
      </w:r>
    </w:p>
    <w:p w14:paraId="6591C070" w14:textId="77777777" w:rsidR="00C52144" w:rsidRPr="005C0E1D" w:rsidRDefault="00C52144" w:rsidP="00C52144">
      <w:r>
        <w:t xml:space="preserve">    </w:t>
      </w:r>
      <w:r w:rsidRPr="00C156F4">
        <w:t xml:space="preserve">ООО «ЕвроСибЭнерго-Гидрогенерация» </w:t>
      </w:r>
      <w:r>
        <w:t xml:space="preserve"> </w:t>
      </w:r>
    </w:p>
    <w:p w14:paraId="23907303" w14:textId="414F6E13" w:rsidR="00C52144" w:rsidRPr="005C0E1D" w:rsidRDefault="00C52144" w:rsidP="00C52144">
      <w:r w:rsidRPr="005C0E1D">
        <w:rPr>
          <w:b/>
          <w:i/>
        </w:rPr>
        <w:t xml:space="preserve">    </w:t>
      </w:r>
      <w:r w:rsidRPr="005C0E1D">
        <w:t xml:space="preserve">Усть-Илимская </w:t>
      </w:r>
      <w:r w:rsidRPr="00B738D7">
        <w:t xml:space="preserve">ГЭС                                                            </w:t>
      </w:r>
    </w:p>
    <w:p w14:paraId="77990A43" w14:textId="1F3EA49F" w:rsidR="00C52144" w:rsidRPr="005C0E1D" w:rsidRDefault="00C52144" w:rsidP="00C52144">
      <w:pPr>
        <w:pStyle w:val="a4"/>
      </w:pPr>
      <w:r w:rsidRPr="005C0E1D">
        <w:t xml:space="preserve">  </w:t>
      </w:r>
      <w:r>
        <w:t xml:space="preserve"> </w:t>
      </w:r>
      <w:r w:rsidRPr="005C0E1D">
        <w:t xml:space="preserve"> ______________ </w:t>
      </w:r>
      <w:r>
        <w:t>А.А. Карпачев</w:t>
      </w:r>
      <w:r w:rsidRPr="005C0E1D">
        <w:t xml:space="preserve">                                     </w:t>
      </w:r>
      <w:r>
        <w:t xml:space="preserve">  </w:t>
      </w:r>
      <w:r w:rsidRPr="005C0E1D">
        <w:t xml:space="preserve"> </w:t>
      </w:r>
      <w:r>
        <w:t xml:space="preserve">  </w:t>
      </w:r>
    </w:p>
    <w:p w14:paraId="452B93D1" w14:textId="2EAE39FF" w:rsidR="00C52144" w:rsidRPr="005C0E1D" w:rsidRDefault="00C52144" w:rsidP="00C52144">
      <w:pPr>
        <w:pStyle w:val="a4"/>
      </w:pPr>
      <w:r w:rsidRPr="005C0E1D">
        <w:t xml:space="preserve">   </w:t>
      </w:r>
      <w:r>
        <w:t xml:space="preserve"> </w:t>
      </w:r>
      <w:r w:rsidRPr="005C0E1D">
        <w:t>___   ________________ 20</w:t>
      </w:r>
      <w:r>
        <w:t>2</w:t>
      </w:r>
      <w:r w:rsidR="004F03E5">
        <w:t>1</w:t>
      </w:r>
      <w:r w:rsidRPr="005C0E1D">
        <w:t xml:space="preserve"> г.        </w:t>
      </w:r>
      <w:r>
        <w:t xml:space="preserve">                               </w:t>
      </w:r>
      <w:r w:rsidRPr="005C0E1D">
        <w:t xml:space="preserve"> </w:t>
      </w:r>
      <w:r>
        <w:t xml:space="preserve">  </w:t>
      </w:r>
      <w:r w:rsidRPr="005C0E1D">
        <w:t>___   ______________20</w:t>
      </w:r>
      <w:r>
        <w:t>2</w:t>
      </w:r>
      <w:r w:rsidR="004F03E5">
        <w:t>1</w:t>
      </w:r>
      <w:r w:rsidRPr="005C0E1D">
        <w:t xml:space="preserve"> г. </w:t>
      </w:r>
    </w:p>
    <w:p w14:paraId="33D28CEC" w14:textId="77777777" w:rsidR="00C52144" w:rsidRPr="005C0E1D" w:rsidRDefault="00C52144" w:rsidP="00C52144">
      <w:pPr>
        <w:pStyle w:val="a4"/>
      </w:pPr>
      <w:r w:rsidRPr="005C0E1D">
        <w:t xml:space="preserve">                  м.</w:t>
      </w:r>
      <w:r>
        <w:t xml:space="preserve"> </w:t>
      </w:r>
      <w:r w:rsidRPr="005C0E1D">
        <w:t>п</w:t>
      </w:r>
      <w:r>
        <w:t>.</w:t>
      </w:r>
      <w:r w:rsidRPr="005C0E1D">
        <w:t xml:space="preserve">                                                                       </w:t>
      </w:r>
      <w:r>
        <w:t xml:space="preserve"> </w:t>
      </w:r>
      <w:r w:rsidRPr="005C0E1D">
        <w:t xml:space="preserve">                       м.</w:t>
      </w:r>
      <w:r>
        <w:t xml:space="preserve"> </w:t>
      </w:r>
      <w:r w:rsidRPr="005C0E1D">
        <w:t>п.</w:t>
      </w:r>
    </w:p>
    <w:p w14:paraId="2F7504F7" w14:textId="77777777" w:rsidR="00C52144" w:rsidRPr="000046B1" w:rsidRDefault="00C52144" w:rsidP="00C52144">
      <w:pPr>
        <w:pStyle w:val="a4"/>
        <w:outlineLvl w:val="0"/>
        <w:rPr>
          <w:lang w:val="en-US"/>
        </w:rPr>
      </w:pPr>
    </w:p>
    <w:p w14:paraId="0E49F669" w14:textId="77777777" w:rsidR="008977CB" w:rsidRPr="008977CB" w:rsidRDefault="008977CB" w:rsidP="00C52144"/>
    <w:sectPr w:rsidR="008977CB" w:rsidRPr="008977CB" w:rsidSect="009447D5">
      <w:headerReference w:type="default" r:id="rId14"/>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Skryabikova Olga" w:date="2018-01-16T16:40:00Z" w:initials="СОБ">
    <w:p w14:paraId="5FBD3AEF" w14:textId="446744BB" w:rsidR="00DC1D3D" w:rsidRPr="00CF60BB" w:rsidRDefault="00DC1D3D">
      <w:pPr>
        <w:pStyle w:val="af5"/>
        <w:rPr>
          <w:i/>
        </w:rPr>
      </w:pPr>
      <w:r>
        <w:rPr>
          <w:rStyle w:val="af4"/>
        </w:rPr>
        <w:annotationRef/>
      </w:r>
      <w:r>
        <w:t>нная редакция применяется при необходимости</w:t>
      </w:r>
    </w:p>
  </w:comment>
  <w:comment w:id="3" w:author="Сараева О. Н." w:date="2020-07-27T14:27:00Z" w:initials="СОН">
    <w:p w14:paraId="6305AA91" w14:textId="6B6D5FE1" w:rsidR="00E66722" w:rsidRDefault="00E66722">
      <w:pPr>
        <w:pStyle w:val="af5"/>
      </w:pPr>
      <w:r>
        <w:rPr>
          <w:rStyle w:val="af4"/>
        </w:rPr>
        <w:annotationRef/>
      </w:r>
    </w:p>
  </w:comment>
  <w:comment w:id="4" w:author="Сараева О. Н." w:date="2020-07-27T14:27:00Z" w:initials="СОН">
    <w:p w14:paraId="5E042775" w14:textId="606AA2EC" w:rsidR="00E66722" w:rsidRDefault="00E66722">
      <w:pPr>
        <w:pStyle w:val="af5"/>
      </w:pPr>
      <w:r>
        <w:rPr>
          <w:rStyle w:val="af4"/>
        </w:rPr>
        <w:annotationRef/>
      </w:r>
    </w:p>
  </w:comment>
  <w:comment w:id="5" w:author="Сараева О. Н." w:date="2020-12-14T12:05:00Z" w:initials="СОН">
    <w:p w14:paraId="284CDD73" w14:textId="27D84E82" w:rsidR="0093221F" w:rsidRDefault="0093221F">
      <w:pPr>
        <w:pStyle w:val="af5"/>
      </w:pPr>
      <w:r>
        <w:rPr>
          <w:rStyle w:val="af4"/>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BD3AEF" w15:done="0"/>
  <w15:commentEx w15:paraId="6305AA91" w15:paraIdParent="5FBD3AEF" w15:done="0"/>
  <w15:commentEx w15:paraId="5E042775" w15:paraIdParent="5FBD3AEF" w15:done="0"/>
  <w15:commentEx w15:paraId="284CDD73" w15:paraIdParent="5FBD3AE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C15D9" w14:textId="77777777" w:rsidR="00834FB6" w:rsidRDefault="00834FB6" w:rsidP="00F347FB">
      <w:r>
        <w:separator/>
      </w:r>
    </w:p>
  </w:endnote>
  <w:endnote w:type="continuationSeparator" w:id="0">
    <w:p w14:paraId="33087E85" w14:textId="77777777" w:rsidR="00834FB6" w:rsidRDefault="00834FB6"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22A54" w14:textId="77777777" w:rsidR="00834FB6" w:rsidRDefault="00834FB6" w:rsidP="00F347FB">
      <w:r>
        <w:separator/>
      </w:r>
    </w:p>
  </w:footnote>
  <w:footnote w:type="continuationSeparator" w:id="0">
    <w:p w14:paraId="515604CF" w14:textId="77777777" w:rsidR="00834FB6" w:rsidRDefault="00834FB6"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EF52DBC" w:rsidR="00DC1D3D" w:rsidRDefault="00DC1D3D">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0A02085"/>
    <w:multiLevelType w:val="hybridMultilevel"/>
    <w:tmpl w:val="23BA010C"/>
    <w:lvl w:ilvl="0" w:tplc="44003FE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6"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3C753E"/>
    <w:multiLevelType w:val="hybridMultilevel"/>
    <w:tmpl w:val="43B49FDC"/>
    <w:lvl w:ilvl="0" w:tplc="32AA2CAA">
      <w:start w:val="1"/>
      <w:numFmt w:val="decimal"/>
      <w:lvlText w:val="%1."/>
      <w:lvlJc w:val="left"/>
      <w:pPr>
        <w:ind w:left="4200" w:hanging="360"/>
      </w:pPr>
      <w:rPr>
        <w:rFonts w:hint="default"/>
        <w:b/>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7" w15:restartNumberingAfterBreak="0">
    <w:nsid w:val="6AAE5A19"/>
    <w:multiLevelType w:val="hybridMultilevel"/>
    <w:tmpl w:val="4DAE994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597"/>
        </w:tabs>
        <w:ind w:left="7597"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8"/>
  </w:num>
  <w:num w:numId="4">
    <w:abstractNumId w:val="5"/>
  </w:num>
  <w:num w:numId="5">
    <w:abstractNumId w:val="4"/>
  </w:num>
  <w:num w:numId="6">
    <w:abstractNumId w:val="21"/>
  </w:num>
  <w:num w:numId="7">
    <w:abstractNumId w:val="3"/>
  </w:num>
  <w:num w:numId="8">
    <w:abstractNumId w:val="24"/>
  </w:num>
  <w:num w:numId="9">
    <w:abstractNumId w:val="35"/>
  </w:num>
  <w:num w:numId="10">
    <w:abstractNumId w:val="29"/>
  </w:num>
  <w:num w:numId="11">
    <w:abstractNumId w:val="2"/>
  </w:num>
  <w:num w:numId="12">
    <w:abstractNumId w:val="11"/>
  </w:num>
  <w:num w:numId="13">
    <w:abstractNumId w:val="32"/>
  </w:num>
  <w:num w:numId="14">
    <w:abstractNumId w:val="22"/>
  </w:num>
  <w:num w:numId="15">
    <w:abstractNumId w:val="3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6"/>
  </w:num>
  <w:num w:numId="20">
    <w:abstractNumId w:val="26"/>
  </w:num>
  <w:num w:numId="21">
    <w:abstractNumId w:val="25"/>
  </w:num>
  <w:num w:numId="22">
    <w:abstractNumId w:val="9"/>
  </w:num>
  <w:num w:numId="23">
    <w:abstractNumId w:val="30"/>
  </w:num>
  <w:num w:numId="24">
    <w:abstractNumId w:val="8"/>
  </w:num>
  <w:num w:numId="25">
    <w:abstractNumId w:val="18"/>
  </w:num>
  <w:num w:numId="26">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7"/>
  </w:num>
  <w:num w:numId="30">
    <w:abstractNumId w:val="10"/>
  </w:num>
  <w:num w:numId="31">
    <w:abstractNumId w:val="19"/>
  </w:num>
  <w:num w:numId="32">
    <w:abstractNumId w:val="13"/>
  </w:num>
  <w:num w:numId="33">
    <w:abstractNumId w:val="33"/>
  </w:num>
  <w:num w:numId="34">
    <w:abstractNumId w:val="34"/>
  </w:num>
  <w:num w:numId="35">
    <w:abstractNumId w:val="20"/>
  </w:num>
  <w:num w:numId="36">
    <w:abstractNumId w:val="12"/>
  </w:num>
  <w:num w:numId="37">
    <w:abstractNumId w:val="17"/>
  </w:num>
  <w:num w:numId="38">
    <w:abstractNumId w:val="23"/>
  </w:num>
  <w:num w:numId="39">
    <w:abstractNumId w:val="27"/>
  </w:num>
  <w:num w:numId="4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ryabikova Olga">
    <w15:presenceInfo w15:providerId="AD" w15:userId="S-1-5-21-742887867-3477852674-4009795292-92616"/>
  </w15:person>
  <w15:person w15:author="Сараева О. Н.">
    <w15:presenceInfo w15:providerId="AD" w15:userId="S-1-5-21-742887867-3477852674-4009795292-530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3A58"/>
    <w:rsid w:val="00006875"/>
    <w:rsid w:val="00007703"/>
    <w:rsid w:val="00010D12"/>
    <w:rsid w:val="00011526"/>
    <w:rsid w:val="00012443"/>
    <w:rsid w:val="000148FB"/>
    <w:rsid w:val="00014CE4"/>
    <w:rsid w:val="00022D03"/>
    <w:rsid w:val="00023150"/>
    <w:rsid w:val="00027A2B"/>
    <w:rsid w:val="00027C59"/>
    <w:rsid w:val="00033BF8"/>
    <w:rsid w:val="00034D3D"/>
    <w:rsid w:val="000355F0"/>
    <w:rsid w:val="0004737C"/>
    <w:rsid w:val="00047A0B"/>
    <w:rsid w:val="00051508"/>
    <w:rsid w:val="00052BB2"/>
    <w:rsid w:val="00052E90"/>
    <w:rsid w:val="00054D16"/>
    <w:rsid w:val="00075993"/>
    <w:rsid w:val="00077578"/>
    <w:rsid w:val="00080A9F"/>
    <w:rsid w:val="00082E28"/>
    <w:rsid w:val="00084A67"/>
    <w:rsid w:val="000858DE"/>
    <w:rsid w:val="000A0967"/>
    <w:rsid w:val="000A0F5B"/>
    <w:rsid w:val="000A45FA"/>
    <w:rsid w:val="000A4C8D"/>
    <w:rsid w:val="000A5F03"/>
    <w:rsid w:val="000B193B"/>
    <w:rsid w:val="000B2F01"/>
    <w:rsid w:val="000B511F"/>
    <w:rsid w:val="000C099E"/>
    <w:rsid w:val="000C4671"/>
    <w:rsid w:val="000D1E4C"/>
    <w:rsid w:val="000D2BDB"/>
    <w:rsid w:val="000E02D8"/>
    <w:rsid w:val="000E0C6C"/>
    <w:rsid w:val="000E0F3D"/>
    <w:rsid w:val="000E4551"/>
    <w:rsid w:val="000F2569"/>
    <w:rsid w:val="000F524B"/>
    <w:rsid w:val="00107048"/>
    <w:rsid w:val="0010732A"/>
    <w:rsid w:val="00114A89"/>
    <w:rsid w:val="00122629"/>
    <w:rsid w:val="001276A9"/>
    <w:rsid w:val="00127B22"/>
    <w:rsid w:val="00130F70"/>
    <w:rsid w:val="00132C7F"/>
    <w:rsid w:val="00134EAD"/>
    <w:rsid w:val="00144AC8"/>
    <w:rsid w:val="00146041"/>
    <w:rsid w:val="00151DB6"/>
    <w:rsid w:val="0015399C"/>
    <w:rsid w:val="00176F84"/>
    <w:rsid w:val="00181225"/>
    <w:rsid w:val="001829CC"/>
    <w:rsid w:val="00184358"/>
    <w:rsid w:val="00184D97"/>
    <w:rsid w:val="001855EC"/>
    <w:rsid w:val="001A227E"/>
    <w:rsid w:val="001A61EE"/>
    <w:rsid w:val="001A6D53"/>
    <w:rsid w:val="001B1CC8"/>
    <w:rsid w:val="001B2E6E"/>
    <w:rsid w:val="001B7FD0"/>
    <w:rsid w:val="001C18B8"/>
    <w:rsid w:val="001C6192"/>
    <w:rsid w:val="001D0D77"/>
    <w:rsid w:val="001D182E"/>
    <w:rsid w:val="001E1D2B"/>
    <w:rsid w:val="001E23A7"/>
    <w:rsid w:val="001E505A"/>
    <w:rsid w:val="001F7DB8"/>
    <w:rsid w:val="00206D48"/>
    <w:rsid w:val="00225F0F"/>
    <w:rsid w:val="0023066D"/>
    <w:rsid w:val="00230D73"/>
    <w:rsid w:val="00234D7C"/>
    <w:rsid w:val="00234E89"/>
    <w:rsid w:val="00236263"/>
    <w:rsid w:val="002362C9"/>
    <w:rsid w:val="0023774A"/>
    <w:rsid w:val="00255660"/>
    <w:rsid w:val="00260531"/>
    <w:rsid w:val="00263A44"/>
    <w:rsid w:val="00264492"/>
    <w:rsid w:val="00267541"/>
    <w:rsid w:val="00276399"/>
    <w:rsid w:val="0028157C"/>
    <w:rsid w:val="00282C5D"/>
    <w:rsid w:val="00287C7C"/>
    <w:rsid w:val="00292DDB"/>
    <w:rsid w:val="002A2E1F"/>
    <w:rsid w:val="002B5FEB"/>
    <w:rsid w:val="002B6D11"/>
    <w:rsid w:val="002C64D7"/>
    <w:rsid w:val="002C7F4D"/>
    <w:rsid w:val="002D188F"/>
    <w:rsid w:val="002D2532"/>
    <w:rsid w:val="002D2910"/>
    <w:rsid w:val="002D6508"/>
    <w:rsid w:val="002E2886"/>
    <w:rsid w:val="002E32C2"/>
    <w:rsid w:val="002E3BDA"/>
    <w:rsid w:val="002E48EF"/>
    <w:rsid w:val="002E6602"/>
    <w:rsid w:val="002F03D0"/>
    <w:rsid w:val="002F759B"/>
    <w:rsid w:val="003012CB"/>
    <w:rsid w:val="00301F44"/>
    <w:rsid w:val="00302481"/>
    <w:rsid w:val="0030299E"/>
    <w:rsid w:val="00311870"/>
    <w:rsid w:val="0032618B"/>
    <w:rsid w:val="00327156"/>
    <w:rsid w:val="00332BA7"/>
    <w:rsid w:val="00334DAD"/>
    <w:rsid w:val="00335313"/>
    <w:rsid w:val="0034103E"/>
    <w:rsid w:val="003418C4"/>
    <w:rsid w:val="0035353F"/>
    <w:rsid w:val="00360AA1"/>
    <w:rsid w:val="00362F6B"/>
    <w:rsid w:val="0036569A"/>
    <w:rsid w:val="00366AD0"/>
    <w:rsid w:val="0037406C"/>
    <w:rsid w:val="00381701"/>
    <w:rsid w:val="0038305C"/>
    <w:rsid w:val="003A01A5"/>
    <w:rsid w:val="003A525F"/>
    <w:rsid w:val="003B3567"/>
    <w:rsid w:val="003C2A62"/>
    <w:rsid w:val="003D1C41"/>
    <w:rsid w:val="003F098D"/>
    <w:rsid w:val="003F51FA"/>
    <w:rsid w:val="00406939"/>
    <w:rsid w:val="00407767"/>
    <w:rsid w:val="0041200B"/>
    <w:rsid w:val="00413FCC"/>
    <w:rsid w:val="0042074C"/>
    <w:rsid w:val="0042121C"/>
    <w:rsid w:val="004216D5"/>
    <w:rsid w:val="00433F46"/>
    <w:rsid w:val="00437CAB"/>
    <w:rsid w:val="00441F52"/>
    <w:rsid w:val="00451C15"/>
    <w:rsid w:val="0045235D"/>
    <w:rsid w:val="00455125"/>
    <w:rsid w:val="004552ED"/>
    <w:rsid w:val="004655FD"/>
    <w:rsid w:val="004664A2"/>
    <w:rsid w:val="00474277"/>
    <w:rsid w:val="00483B27"/>
    <w:rsid w:val="00485870"/>
    <w:rsid w:val="00494B33"/>
    <w:rsid w:val="00497D4A"/>
    <w:rsid w:val="004A3F60"/>
    <w:rsid w:val="004A41BC"/>
    <w:rsid w:val="004A58B4"/>
    <w:rsid w:val="004B15DA"/>
    <w:rsid w:val="004B1769"/>
    <w:rsid w:val="004B44E9"/>
    <w:rsid w:val="004B4AFB"/>
    <w:rsid w:val="004B73C6"/>
    <w:rsid w:val="004D2670"/>
    <w:rsid w:val="004D5D7E"/>
    <w:rsid w:val="004E0BCB"/>
    <w:rsid w:val="004F03E5"/>
    <w:rsid w:val="005024F8"/>
    <w:rsid w:val="00507A0E"/>
    <w:rsid w:val="00510F50"/>
    <w:rsid w:val="0051133B"/>
    <w:rsid w:val="0051242D"/>
    <w:rsid w:val="00517993"/>
    <w:rsid w:val="00523A6C"/>
    <w:rsid w:val="00525432"/>
    <w:rsid w:val="00525512"/>
    <w:rsid w:val="005343D0"/>
    <w:rsid w:val="0053760F"/>
    <w:rsid w:val="005378D0"/>
    <w:rsid w:val="005433BF"/>
    <w:rsid w:val="00544564"/>
    <w:rsid w:val="00551CFE"/>
    <w:rsid w:val="005573B5"/>
    <w:rsid w:val="00563055"/>
    <w:rsid w:val="00567114"/>
    <w:rsid w:val="0057716F"/>
    <w:rsid w:val="00577F76"/>
    <w:rsid w:val="00585582"/>
    <w:rsid w:val="00587818"/>
    <w:rsid w:val="00590C16"/>
    <w:rsid w:val="005920CB"/>
    <w:rsid w:val="005A0EB8"/>
    <w:rsid w:val="005A4C61"/>
    <w:rsid w:val="005A6FE6"/>
    <w:rsid w:val="005B071A"/>
    <w:rsid w:val="005B078D"/>
    <w:rsid w:val="005B122F"/>
    <w:rsid w:val="005B1E42"/>
    <w:rsid w:val="005B20FC"/>
    <w:rsid w:val="005B2907"/>
    <w:rsid w:val="005B35A6"/>
    <w:rsid w:val="005C7F3D"/>
    <w:rsid w:val="005D1F9F"/>
    <w:rsid w:val="005E7EB6"/>
    <w:rsid w:val="006021C1"/>
    <w:rsid w:val="00604993"/>
    <w:rsid w:val="00610185"/>
    <w:rsid w:val="00614F46"/>
    <w:rsid w:val="00627143"/>
    <w:rsid w:val="006275AE"/>
    <w:rsid w:val="006309F5"/>
    <w:rsid w:val="00630B65"/>
    <w:rsid w:val="00643251"/>
    <w:rsid w:val="00645A62"/>
    <w:rsid w:val="006518BB"/>
    <w:rsid w:val="006574F6"/>
    <w:rsid w:val="00671844"/>
    <w:rsid w:val="0067415C"/>
    <w:rsid w:val="00693292"/>
    <w:rsid w:val="00694A78"/>
    <w:rsid w:val="006A23A2"/>
    <w:rsid w:val="006A57A9"/>
    <w:rsid w:val="006B100C"/>
    <w:rsid w:val="006C65FC"/>
    <w:rsid w:val="006D14F4"/>
    <w:rsid w:val="006D1CE4"/>
    <w:rsid w:val="006D20D0"/>
    <w:rsid w:val="006D3D9E"/>
    <w:rsid w:val="006D5F51"/>
    <w:rsid w:val="006E0D1A"/>
    <w:rsid w:val="006E47FC"/>
    <w:rsid w:val="006E580D"/>
    <w:rsid w:val="006E5903"/>
    <w:rsid w:val="006E5F3B"/>
    <w:rsid w:val="006F17A1"/>
    <w:rsid w:val="006F253B"/>
    <w:rsid w:val="006F2ADE"/>
    <w:rsid w:val="006F2DBF"/>
    <w:rsid w:val="007020A0"/>
    <w:rsid w:val="00702ED4"/>
    <w:rsid w:val="007064AE"/>
    <w:rsid w:val="00706E66"/>
    <w:rsid w:val="007161FB"/>
    <w:rsid w:val="007163C3"/>
    <w:rsid w:val="007260FD"/>
    <w:rsid w:val="00744E49"/>
    <w:rsid w:val="007455A2"/>
    <w:rsid w:val="00751C37"/>
    <w:rsid w:val="00753545"/>
    <w:rsid w:val="00753713"/>
    <w:rsid w:val="00754187"/>
    <w:rsid w:val="0076101A"/>
    <w:rsid w:val="00762A91"/>
    <w:rsid w:val="00766035"/>
    <w:rsid w:val="00770A8E"/>
    <w:rsid w:val="007807F0"/>
    <w:rsid w:val="00787C86"/>
    <w:rsid w:val="00787CD4"/>
    <w:rsid w:val="00795813"/>
    <w:rsid w:val="007A0A60"/>
    <w:rsid w:val="007A1F4A"/>
    <w:rsid w:val="007A4047"/>
    <w:rsid w:val="007A6C09"/>
    <w:rsid w:val="007B3A9E"/>
    <w:rsid w:val="007B43F5"/>
    <w:rsid w:val="007C14CB"/>
    <w:rsid w:val="007C1D7B"/>
    <w:rsid w:val="007C33CC"/>
    <w:rsid w:val="007D6EA4"/>
    <w:rsid w:val="007E5C59"/>
    <w:rsid w:val="007F1164"/>
    <w:rsid w:val="007F15DC"/>
    <w:rsid w:val="007F4F2A"/>
    <w:rsid w:val="00800CB6"/>
    <w:rsid w:val="00801B3E"/>
    <w:rsid w:val="00803A9F"/>
    <w:rsid w:val="00803C18"/>
    <w:rsid w:val="008115B6"/>
    <w:rsid w:val="00811F3D"/>
    <w:rsid w:val="0081589F"/>
    <w:rsid w:val="00815AAC"/>
    <w:rsid w:val="00820EB5"/>
    <w:rsid w:val="00833344"/>
    <w:rsid w:val="00834FB6"/>
    <w:rsid w:val="0083670C"/>
    <w:rsid w:val="00842455"/>
    <w:rsid w:val="008446E1"/>
    <w:rsid w:val="00844C25"/>
    <w:rsid w:val="008512D7"/>
    <w:rsid w:val="00855C32"/>
    <w:rsid w:val="00860DB8"/>
    <w:rsid w:val="008619C4"/>
    <w:rsid w:val="00866657"/>
    <w:rsid w:val="00866EB3"/>
    <w:rsid w:val="00867DAC"/>
    <w:rsid w:val="008721C4"/>
    <w:rsid w:val="008723D8"/>
    <w:rsid w:val="00875A2F"/>
    <w:rsid w:val="00883E87"/>
    <w:rsid w:val="00894364"/>
    <w:rsid w:val="008954D5"/>
    <w:rsid w:val="008977CB"/>
    <w:rsid w:val="00897944"/>
    <w:rsid w:val="008A0FD6"/>
    <w:rsid w:val="008A51A5"/>
    <w:rsid w:val="008B007E"/>
    <w:rsid w:val="008B0B1C"/>
    <w:rsid w:val="008B5BB5"/>
    <w:rsid w:val="008C0012"/>
    <w:rsid w:val="008C0B8B"/>
    <w:rsid w:val="008C1A39"/>
    <w:rsid w:val="008C4ECE"/>
    <w:rsid w:val="008C75E9"/>
    <w:rsid w:val="008D26B2"/>
    <w:rsid w:val="008E4C10"/>
    <w:rsid w:val="008F02C5"/>
    <w:rsid w:val="008F24C6"/>
    <w:rsid w:val="0090504A"/>
    <w:rsid w:val="00910498"/>
    <w:rsid w:val="00924BE4"/>
    <w:rsid w:val="00925400"/>
    <w:rsid w:val="00925788"/>
    <w:rsid w:val="0093221F"/>
    <w:rsid w:val="009447D5"/>
    <w:rsid w:val="00945824"/>
    <w:rsid w:val="00947D36"/>
    <w:rsid w:val="00950742"/>
    <w:rsid w:val="00954FD6"/>
    <w:rsid w:val="009557BE"/>
    <w:rsid w:val="00962305"/>
    <w:rsid w:val="00963DEC"/>
    <w:rsid w:val="0097078B"/>
    <w:rsid w:val="009855A9"/>
    <w:rsid w:val="009904DC"/>
    <w:rsid w:val="0099068C"/>
    <w:rsid w:val="0099083B"/>
    <w:rsid w:val="00994625"/>
    <w:rsid w:val="0099757E"/>
    <w:rsid w:val="00997E7D"/>
    <w:rsid w:val="009A336C"/>
    <w:rsid w:val="009A55D3"/>
    <w:rsid w:val="009A61C5"/>
    <w:rsid w:val="009B557D"/>
    <w:rsid w:val="009B6077"/>
    <w:rsid w:val="009C1034"/>
    <w:rsid w:val="009C1652"/>
    <w:rsid w:val="009C3156"/>
    <w:rsid w:val="009C4017"/>
    <w:rsid w:val="009D33B4"/>
    <w:rsid w:val="009D6B6D"/>
    <w:rsid w:val="009E27F0"/>
    <w:rsid w:val="009E38C2"/>
    <w:rsid w:val="009E5C6E"/>
    <w:rsid w:val="009F4CC4"/>
    <w:rsid w:val="009F64B4"/>
    <w:rsid w:val="00A00207"/>
    <w:rsid w:val="00A15949"/>
    <w:rsid w:val="00A21970"/>
    <w:rsid w:val="00A21B0B"/>
    <w:rsid w:val="00A25934"/>
    <w:rsid w:val="00A26BE8"/>
    <w:rsid w:val="00A314BD"/>
    <w:rsid w:val="00A50A89"/>
    <w:rsid w:val="00A55458"/>
    <w:rsid w:val="00A6150B"/>
    <w:rsid w:val="00A66105"/>
    <w:rsid w:val="00A7233D"/>
    <w:rsid w:val="00A751DC"/>
    <w:rsid w:val="00A751DE"/>
    <w:rsid w:val="00A76211"/>
    <w:rsid w:val="00A82040"/>
    <w:rsid w:val="00A8621D"/>
    <w:rsid w:val="00A9269B"/>
    <w:rsid w:val="00AA0C54"/>
    <w:rsid w:val="00AB5C11"/>
    <w:rsid w:val="00AC3E43"/>
    <w:rsid w:val="00AE3732"/>
    <w:rsid w:val="00AE4781"/>
    <w:rsid w:val="00AF7AD6"/>
    <w:rsid w:val="00B0052E"/>
    <w:rsid w:val="00B01636"/>
    <w:rsid w:val="00B02A39"/>
    <w:rsid w:val="00B02E23"/>
    <w:rsid w:val="00B03C7B"/>
    <w:rsid w:val="00B11827"/>
    <w:rsid w:val="00B14A5E"/>
    <w:rsid w:val="00B17341"/>
    <w:rsid w:val="00B22836"/>
    <w:rsid w:val="00B2607F"/>
    <w:rsid w:val="00B27B60"/>
    <w:rsid w:val="00B31795"/>
    <w:rsid w:val="00B41BAA"/>
    <w:rsid w:val="00B4558A"/>
    <w:rsid w:val="00B46D7E"/>
    <w:rsid w:val="00B50502"/>
    <w:rsid w:val="00B606C0"/>
    <w:rsid w:val="00B65AC9"/>
    <w:rsid w:val="00B74F33"/>
    <w:rsid w:val="00B751CE"/>
    <w:rsid w:val="00B76D9F"/>
    <w:rsid w:val="00B81155"/>
    <w:rsid w:val="00B819D9"/>
    <w:rsid w:val="00B8586C"/>
    <w:rsid w:val="00B872FF"/>
    <w:rsid w:val="00B9091C"/>
    <w:rsid w:val="00B92916"/>
    <w:rsid w:val="00B94436"/>
    <w:rsid w:val="00B956D1"/>
    <w:rsid w:val="00BA1D2A"/>
    <w:rsid w:val="00BA4D5D"/>
    <w:rsid w:val="00BB1189"/>
    <w:rsid w:val="00BB2777"/>
    <w:rsid w:val="00BC3833"/>
    <w:rsid w:val="00BD1015"/>
    <w:rsid w:val="00BF03E4"/>
    <w:rsid w:val="00BF240C"/>
    <w:rsid w:val="00BF383B"/>
    <w:rsid w:val="00BF39AB"/>
    <w:rsid w:val="00BF3DCF"/>
    <w:rsid w:val="00C00830"/>
    <w:rsid w:val="00C01D7B"/>
    <w:rsid w:val="00C0484D"/>
    <w:rsid w:val="00C124DC"/>
    <w:rsid w:val="00C13939"/>
    <w:rsid w:val="00C17822"/>
    <w:rsid w:val="00C23D3A"/>
    <w:rsid w:val="00C241A3"/>
    <w:rsid w:val="00C314FF"/>
    <w:rsid w:val="00C318A3"/>
    <w:rsid w:val="00C35199"/>
    <w:rsid w:val="00C42544"/>
    <w:rsid w:val="00C42845"/>
    <w:rsid w:val="00C4390A"/>
    <w:rsid w:val="00C459C2"/>
    <w:rsid w:val="00C52144"/>
    <w:rsid w:val="00C56B89"/>
    <w:rsid w:val="00C61562"/>
    <w:rsid w:val="00C61BBF"/>
    <w:rsid w:val="00C73C13"/>
    <w:rsid w:val="00C7462B"/>
    <w:rsid w:val="00C813E4"/>
    <w:rsid w:val="00C819FF"/>
    <w:rsid w:val="00C84CEA"/>
    <w:rsid w:val="00C85245"/>
    <w:rsid w:val="00C8646E"/>
    <w:rsid w:val="00CA0952"/>
    <w:rsid w:val="00CA100C"/>
    <w:rsid w:val="00CA396B"/>
    <w:rsid w:val="00CB375A"/>
    <w:rsid w:val="00CC687B"/>
    <w:rsid w:val="00CD0739"/>
    <w:rsid w:val="00CD1F17"/>
    <w:rsid w:val="00CD293A"/>
    <w:rsid w:val="00CD4997"/>
    <w:rsid w:val="00CD7EE0"/>
    <w:rsid w:val="00CE20EE"/>
    <w:rsid w:val="00CE3278"/>
    <w:rsid w:val="00CE6CA5"/>
    <w:rsid w:val="00CF1600"/>
    <w:rsid w:val="00CF556B"/>
    <w:rsid w:val="00CF60BB"/>
    <w:rsid w:val="00CF6632"/>
    <w:rsid w:val="00D01F47"/>
    <w:rsid w:val="00D02C0F"/>
    <w:rsid w:val="00D15636"/>
    <w:rsid w:val="00D22432"/>
    <w:rsid w:val="00D2432B"/>
    <w:rsid w:val="00D30AFC"/>
    <w:rsid w:val="00D317E1"/>
    <w:rsid w:val="00D42547"/>
    <w:rsid w:val="00D676F5"/>
    <w:rsid w:val="00D6773F"/>
    <w:rsid w:val="00D72A6D"/>
    <w:rsid w:val="00D859C5"/>
    <w:rsid w:val="00D86C85"/>
    <w:rsid w:val="00D87E50"/>
    <w:rsid w:val="00D91240"/>
    <w:rsid w:val="00D9229C"/>
    <w:rsid w:val="00D9273C"/>
    <w:rsid w:val="00DA081D"/>
    <w:rsid w:val="00DA7A16"/>
    <w:rsid w:val="00DB776F"/>
    <w:rsid w:val="00DC0053"/>
    <w:rsid w:val="00DC1D3D"/>
    <w:rsid w:val="00DE0936"/>
    <w:rsid w:val="00DF5838"/>
    <w:rsid w:val="00E01030"/>
    <w:rsid w:val="00E02041"/>
    <w:rsid w:val="00E06026"/>
    <w:rsid w:val="00E11886"/>
    <w:rsid w:val="00E123D6"/>
    <w:rsid w:val="00E14306"/>
    <w:rsid w:val="00E16CB8"/>
    <w:rsid w:val="00E305E4"/>
    <w:rsid w:val="00E35910"/>
    <w:rsid w:val="00E41354"/>
    <w:rsid w:val="00E43425"/>
    <w:rsid w:val="00E453B3"/>
    <w:rsid w:val="00E45772"/>
    <w:rsid w:val="00E606FD"/>
    <w:rsid w:val="00E60B2E"/>
    <w:rsid w:val="00E6330F"/>
    <w:rsid w:val="00E644FC"/>
    <w:rsid w:val="00E66722"/>
    <w:rsid w:val="00E81922"/>
    <w:rsid w:val="00E8386B"/>
    <w:rsid w:val="00E9459F"/>
    <w:rsid w:val="00E94866"/>
    <w:rsid w:val="00EA6AC6"/>
    <w:rsid w:val="00EB0690"/>
    <w:rsid w:val="00EB17EF"/>
    <w:rsid w:val="00EB7310"/>
    <w:rsid w:val="00EC63A3"/>
    <w:rsid w:val="00EC6F30"/>
    <w:rsid w:val="00ED1A96"/>
    <w:rsid w:val="00ED6D01"/>
    <w:rsid w:val="00EE7BA7"/>
    <w:rsid w:val="00EF1380"/>
    <w:rsid w:val="00EF53E2"/>
    <w:rsid w:val="00EF5621"/>
    <w:rsid w:val="00EF72DD"/>
    <w:rsid w:val="00F07F01"/>
    <w:rsid w:val="00F12EAE"/>
    <w:rsid w:val="00F14D18"/>
    <w:rsid w:val="00F24339"/>
    <w:rsid w:val="00F30507"/>
    <w:rsid w:val="00F309EA"/>
    <w:rsid w:val="00F3136E"/>
    <w:rsid w:val="00F32D48"/>
    <w:rsid w:val="00F347FB"/>
    <w:rsid w:val="00F351EF"/>
    <w:rsid w:val="00F40E97"/>
    <w:rsid w:val="00F601AC"/>
    <w:rsid w:val="00F6291F"/>
    <w:rsid w:val="00F70D9D"/>
    <w:rsid w:val="00F73F19"/>
    <w:rsid w:val="00F869F9"/>
    <w:rsid w:val="00F925EE"/>
    <w:rsid w:val="00F92B82"/>
    <w:rsid w:val="00F9757F"/>
    <w:rsid w:val="00FA0A10"/>
    <w:rsid w:val="00FA3932"/>
    <w:rsid w:val="00FA4EC4"/>
    <w:rsid w:val="00FC1B9F"/>
    <w:rsid w:val="00FD024E"/>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paragraph" w:customStyle="1" w:styleId="FR1">
    <w:name w:val="FR1"/>
    <w:rsid w:val="00130F70"/>
    <w:pPr>
      <w:widowControl w:val="0"/>
      <w:autoSpaceDE w:val="0"/>
      <w:autoSpaceDN w:val="0"/>
      <w:adjustRightInd w:val="0"/>
      <w:spacing w:before="280" w:line="360" w:lineRule="atLeast"/>
      <w:jc w:val="both"/>
      <w:textAlignment w:val="baseline"/>
    </w:pPr>
    <w:rPr>
      <w:rFonts w:ascii="Arial" w:hAnsi="Arial" w:cs="Arial"/>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28058159">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3580829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43316239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633243782">
      <w:bodyDiv w:val="1"/>
      <w:marLeft w:val="0"/>
      <w:marRight w:val="0"/>
      <w:marTop w:val="0"/>
      <w:marBottom w:val="0"/>
      <w:divBdr>
        <w:top w:val="none" w:sz="0" w:space="0" w:color="auto"/>
        <w:left w:val="none" w:sz="0" w:space="0" w:color="auto"/>
        <w:bottom w:val="none" w:sz="0" w:space="0" w:color="auto"/>
        <w:right w:val="none" w:sz="0" w:space="0" w:color="auto"/>
      </w:divBdr>
    </w:div>
    <w:div w:id="1718164268">
      <w:bodyDiv w:val="1"/>
      <w:marLeft w:val="0"/>
      <w:marRight w:val="0"/>
      <w:marTop w:val="0"/>
      <w:marBottom w:val="0"/>
      <w:divBdr>
        <w:top w:val="none" w:sz="0" w:space="0" w:color="auto"/>
        <w:left w:val="none" w:sz="0" w:space="0" w:color="auto"/>
        <w:bottom w:val="none" w:sz="0" w:space="0" w:color="auto"/>
        <w:right w:val="none" w:sz="0" w:space="0" w:color="auto"/>
      </w:divBdr>
    </w:div>
    <w:div w:id="1801218070">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3282272">
      <w:bodyDiv w:val="1"/>
      <w:marLeft w:val="0"/>
      <w:marRight w:val="0"/>
      <w:marTop w:val="0"/>
      <w:marBottom w:val="0"/>
      <w:divBdr>
        <w:top w:val="none" w:sz="0" w:space="0" w:color="auto"/>
        <w:left w:val="none" w:sz="0" w:space="0" w:color="auto"/>
        <w:bottom w:val="none" w:sz="0" w:space="0" w:color="auto"/>
        <w:right w:val="none" w:sz="0" w:space="0" w:color="auto"/>
      </w:divBdr>
    </w:div>
    <w:div w:id="206205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C71AF250-3AF9-418F-AAB3-88BCF72CA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825</TotalTime>
  <Pages>16</Pages>
  <Words>6634</Words>
  <Characters>47968</Characters>
  <Application>Microsoft Office Word</Application>
  <DocSecurity>0</DocSecurity>
  <Lines>399</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Татаринцева Надежда Николаевна</cp:lastModifiedBy>
  <cp:revision>139</cp:revision>
  <cp:lastPrinted>2020-12-31T01:15:00Z</cp:lastPrinted>
  <dcterms:created xsi:type="dcterms:W3CDTF">2020-07-23T07:42:00Z</dcterms:created>
  <dcterms:modified xsi:type="dcterms:W3CDTF">2021-06-29T00:16:00Z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